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4EEAB" w14:textId="77777777" w:rsidR="0042696D" w:rsidRPr="00970DD3" w:rsidRDefault="00044568" w:rsidP="000C42C0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970DD3">
        <w:rPr>
          <w:rFonts w:cs="Open Sans"/>
          <w:b/>
          <w:bCs/>
          <w:sz w:val="32"/>
          <w:szCs w:val="32"/>
        </w:rPr>
        <w:fldChar w:fldCharType="begin"/>
      </w:r>
      <w:r w:rsidRPr="00970DD3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970DD3">
        <w:rPr>
          <w:rFonts w:cs="Open Sans"/>
          <w:b/>
          <w:bCs/>
          <w:sz w:val="32"/>
          <w:szCs w:val="32"/>
        </w:rPr>
        <w:fldChar w:fldCharType="separate"/>
      </w:r>
      <w:r w:rsidR="001E7D1D" w:rsidRPr="00970DD3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970DD3">
        <w:rPr>
          <w:rFonts w:cs="Open Sans"/>
          <w:b/>
          <w:bCs/>
          <w:sz w:val="32"/>
          <w:szCs w:val="32"/>
        </w:rPr>
        <w:fldChar w:fldCharType="end"/>
      </w:r>
    </w:p>
    <w:p w14:paraId="5014E099" w14:textId="77777777" w:rsidR="00535984" w:rsidRPr="00970DD3" w:rsidRDefault="0006207D" w:rsidP="00795987">
      <w:pPr>
        <w:pStyle w:val="Tytu"/>
        <w:spacing w:before="5040" w:line="276" w:lineRule="auto"/>
        <w:ind w:left="0"/>
        <w:rPr>
          <w:rFonts w:eastAsia="Yu Gothic Light" w:cstheme="minorHAnsi"/>
          <w:bCs/>
          <w:sz w:val="56"/>
          <w:szCs w:val="28"/>
          <w:lang w:val="pl-PL"/>
        </w:rPr>
      </w:pPr>
      <w:r w:rsidRPr="00970DD3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970DD3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970DD3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1E7D1D" w:rsidRPr="00970DD3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o wysokości akcyzy pobranej i wpłaconej przez płatnika AKC-P</w:t>
      </w:r>
      <w:r w:rsidRPr="00970DD3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3394C770" w14:textId="69115624" w:rsidR="003F3585" w:rsidRPr="00970DD3" w:rsidRDefault="001D1ACD" w:rsidP="000C42C0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970DD3">
        <w:rPr>
          <w:rFonts w:cs="Open Sans"/>
          <w:b/>
          <w:bCs/>
          <w:sz w:val="32"/>
          <w:szCs w:val="32"/>
        </w:rPr>
        <w:t>Wersja</w:t>
      </w:r>
      <w:r w:rsidR="0058798F" w:rsidRPr="00970DD3">
        <w:rPr>
          <w:rFonts w:cs="Open Sans"/>
          <w:b/>
          <w:bCs/>
          <w:sz w:val="32"/>
          <w:szCs w:val="32"/>
        </w:rPr>
        <w:t xml:space="preserve"> </w:t>
      </w:r>
      <w:r w:rsidR="00917ED3" w:rsidRPr="00970DD3">
        <w:rPr>
          <w:rFonts w:cs="Open Sans"/>
          <w:b/>
          <w:bCs/>
          <w:sz w:val="32"/>
          <w:szCs w:val="32"/>
        </w:rPr>
        <w:fldChar w:fldCharType="begin"/>
      </w:r>
      <w:r w:rsidR="00917ED3" w:rsidRPr="00970DD3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970DD3">
        <w:rPr>
          <w:rFonts w:cs="Open Sans"/>
          <w:b/>
          <w:bCs/>
          <w:sz w:val="32"/>
          <w:szCs w:val="32"/>
        </w:rPr>
        <w:fldChar w:fldCharType="separate"/>
      </w:r>
      <w:r w:rsidR="001E7D1D" w:rsidRPr="00970DD3">
        <w:rPr>
          <w:rFonts w:cs="Open Sans"/>
          <w:b/>
          <w:bCs/>
          <w:sz w:val="32"/>
          <w:szCs w:val="32"/>
        </w:rPr>
        <w:t>1.7.1</w:t>
      </w:r>
      <w:r w:rsidR="00917ED3" w:rsidRPr="00970DD3">
        <w:rPr>
          <w:rFonts w:cs="Open Sans"/>
          <w:b/>
          <w:bCs/>
          <w:sz w:val="32"/>
          <w:szCs w:val="32"/>
        </w:rPr>
        <w:fldChar w:fldCharType="end"/>
      </w:r>
    </w:p>
    <w:p w14:paraId="6DB3E1D6" w14:textId="77777777" w:rsidR="0058798F" w:rsidRPr="00970DD3" w:rsidRDefault="0058798F" w:rsidP="007D0A84"/>
    <w:p w14:paraId="28EBB9E4" w14:textId="77777777" w:rsidR="00F6340E" w:rsidRPr="00970DD3" w:rsidRDefault="00F6340E" w:rsidP="007D0A84">
      <w:pPr>
        <w:sectPr w:rsidR="00F6340E" w:rsidRPr="00970DD3" w:rsidSect="002D6FD0">
          <w:footerReference w:type="even" r:id="rId8"/>
          <w:footerReference w:type="default" r:id="rId9"/>
          <w:headerReference w:type="first" r:id="rId10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484D4964" w14:textId="5D997B23" w:rsidR="00970DD3" w:rsidRDefault="00970DD3" w:rsidP="00795987">
      <w:pPr>
        <w:pStyle w:val="Legenda"/>
        <w:keepNext/>
      </w:pPr>
      <w:bookmarkStart w:id="0" w:name="_Toc182913216"/>
      <w:r>
        <w:lastRenderedPageBreak/>
        <w:t xml:space="preserve">Tabela </w:t>
      </w:r>
      <w:fldSimple w:instr=" SEQ Tabela \* ARABIC ">
        <w:r w:rsidR="00594690">
          <w:rPr>
            <w:noProof/>
          </w:rPr>
          <w:t>1</w:t>
        </w:r>
      </w:fldSimple>
      <w:r w:rsidR="00795987">
        <w:rPr>
          <w:noProof/>
        </w:rPr>
        <w:t>.</w:t>
      </w:r>
      <w:r>
        <w:t xml:space="preserve"> </w:t>
      </w:r>
      <w:r w:rsidRPr="00850CD1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970DD3" w14:paraId="306D99BA" w14:textId="77777777" w:rsidTr="007959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240C3759" w14:textId="77777777" w:rsidR="00BB6B75" w:rsidRPr="00795987" w:rsidRDefault="00BB6B75" w:rsidP="00795987">
            <w:pPr>
              <w:pStyle w:val="Z2Nagwektabeli"/>
              <w:rPr>
                <w:rStyle w:val="Numerstrony"/>
                <w:rFonts w:ascii="Lato" w:eastAsia="Cambria" w:hAnsi="Lato" w:cs="Arial"/>
                <w:b/>
                <w:bCs/>
                <w:szCs w:val="18"/>
              </w:rPr>
            </w:pPr>
            <w:r w:rsidRPr="00795987">
              <w:rPr>
                <w:rFonts w:ascii="Lato" w:hAnsi="Lato" w:cs="Arial"/>
                <w:b/>
                <w:bCs/>
                <w:szCs w:val="18"/>
              </w:rPr>
              <w:t>Projekt</w:t>
            </w:r>
          </w:p>
        </w:tc>
        <w:tc>
          <w:tcPr>
            <w:tcW w:w="7560" w:type="dxa"/>
          </w:tcPr>
          <w:p w14:paraId="03B42149" w14:textId="77777777" w:rsidR="00BB6B75" w:rsidRPr="00795987" w:rsidRDefault="00BB6B75" w:rsidP="0079598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795987">
              <w:rPr>
                <w:rFonts w:ascii="Lato" w:hAnsi="Lato" w:cs="Arial"/>
                <w:b/>
                <w:bCs/>
                <w:szCs w:val="18"/>
              </w:rPr>
              <w:t>ZEFIR 2</w:t>
            </w:r>
          </w:p>
        </w:tc>
      </w:tr>
      <w:tr w:rsidR="00BB6B75" w:rsidRPr="00970DD3" w14:paraId="545B34E9" w14:textId="77777777" w:rsidTr="00795987">
        <w:tc>
          <w:tcPr>
            <w:tcW w:w="1800" w:type="dxa"/>
          </w:tcPr>
          <w:p w14:paraId="77AF54DA" w14:textId="77777777" w:rsidR="00BB6B75" w:rsidRPr="00970DD3" w:rsidRDefault="00FF41D0" w:rsidP="00795987">
            <w:pPr>
              <w:pStyle w:val="Tabelazwyky"/>
            </w:pPr>
            <w:r w:rsidRPr="00970DD3">
              <w:t>Nazwa Wykonawcy</w:t>
            </w:r>
          </w:p>
        </w:tc>
        <w:tc>
          <w:tcPr>
            <w:tcW w:w="7560" w:type="dxa"/>
          </w:tcPr>
          <w:p w14:paraId="1C5718B2" w14:textId="77777777" w:rsidR="00BB6B75" w:rsidRPr="00970DD3" w:rsidRDefault="001D1ACD" w:rsidP="00795987">
            <w:pPr>
              <w:pStyle w:val="Tabelazwyky"/>
            </w:pPr>
            <w:r w:rsidRPr="00970DD3">
              <w:t>Asseco Poland S.A.</w:t>
            </w:r>
          </w:p>
        </w:tc>
      </w:tr>
      <w:tr w:rsidR="00BB6B75" w:rsidRPr="00970DD3" w14:paraId="2EF5222B" w14:textId="77777777" w:rsidTr="00795987">
        <w:tc>
          <w:tcPr>
            <w:tcW w:w="1800" w:type="dxa"/>
          </w:tcPr>
          <w:p w14:paraId="4A09BD17" w14:textId="77777777" w:rsidR="00BB6B75" w:rsidRPr="00970DD3" w:rsidRDefault="00FF41D0" w:rsidP="00795987">
            <w:pPr>
              <w:pStyle w:val="Tabelazwyky"/>
            </w:pPr>
            <w:r w:rsidRPr="00970DD3">
              <w:t>Nazwa p</w:t>
            </w:r>
            <w:r w:rsidR="00BB6B75" w:rsidRPr="00970DD3">
              <w:t>rodukt</w:t>
            </w:r>
            <w:r w:rsidRPr="00970DD3">
              <w:t>u</w:t>
            </w:r>
          </w:p>
        </w:tc>
        <w:tc>
          <w:tcPr>
            <w:tcW w:w="7560" w:type="dxa"/>
          </w:tcPr>
          <w:p w14:paraId="72A7EB27" w14:textId="77777777" w:rsidR="00BB6B75" w:rsidRPr="00970DD3" w:rsidRDefault="00EE077E" w:rsidP="00795987">
            <w:pPr>
              <w:pStyle w:val="Tabelazwyky"/>
            </w:pPr>
            <w:fldSimple w:instr=" TITLE   \* MERGEFORMAT ">
              <w:r w:rsidR="001E7D1D" w:rsidRPr="00970DD3">
                <w:t>Specyfikacja XML dla podmiotów w zakresie elektronicznej obsługi deklaracji o wysokości akcyzy pobranej i wpłaconej przez płatnika AKC-P</w:t>
              </w:r>
            </w:fldSimple>
          </w:p>
        </w:tc>
      </w:tr>
      <w:tr w:rsidR="00BB6B75" w:rsidRPr="00970DD3" w14:paraId="4F5FA6D5" w14:textId="77777777" w:rsidTr="00795987">
        <w:tc>
          <w:tcPr>
            <w:tcW w:w="1800" w:type="dxa"/>
          </w:tcPr>
          <w:p w14:paraId="0D2C8DC9" w14:textId="77777777" w:rsidR="00BB6B75" w:rsidRPr="00970DD3" w:rsidRDefault="00BB6B75" w:rsidP="00795987">
            <w:pPr>
              <w:pStyle w:val="Tabelazwyky"/>
            </w:pPr>
            <w:r w:rsidRPr="00970DD3">
              <w:t>Opis</w:t>
            </w:r>
            <w:r w:rsidR="00FF41D0" w:rsidRPr="00970DD3">
              <w:t xml:space="preserve"> produktu</w:t>
            </w:r>
          </w:p>
        </w:tc>
        <w:tc>
          <w:tcPr>
            <w:tcW w:w="7560" w:type="dxa"/>
          </w:tcPr>
          <w:p w14:paraId="01481A69" w14:textId="77777777" w:rsidR="001E7D1D" w:rsidRPr="00970DD3" w:rsidRDefault="001E7D1D" w:rsidP="00795987">
            <w:pPr>
              <w:pStyle w:val="PJP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</w:t>
            </w:r>
            <w:r w:rsidRPr="00970DD3">
              <w:rPr>
                <w:rFonts w:ascii="Lato" w:hAnsi="Lato" w:cs="Arial"/>
                <w:sz w:val="20"/>
                <w:szCs w:val="20"/>
              </w:rPr>
              <w:t>Umow</w:t>
            </w:r>
            <w:r w:rsidRPr="00970DD3">
              <w:rPr>
                <w:rFonts w:ascii="Lato" w:hAnsi="Lato" w:cs="Arial"/>
                <w:sz w:val="20"/>
                <w:szCs w:val="20"/>
                <w:lang w:val="pl-PL"/>
              </w:rPr>
              <w:t>y</w:t>
            </w:r>
            <w:r w:rsidRPr="00970DD3">
              <w:rPr>
                <w:rFonts w:ascii="Lato" w:hAnsi="Lato" w:cs="Arial"/>
                <w:sz w:val="20"/>
                <w:szCs w:val="20"/>
              </w:rPr>
              <w:t xml:space="preserve"> nr 1201-ILL-5.023.22.2021 z dnia 26.02.2021</w:t>
            </w:r>
            <w:r w:rsidRPr="00970DD3">
              <w:rPr>
                <w:rFonts w:ascii="Lato" w:hAnsi="Lato" w:cs="Arial"/>
                <w:sz w:val="20"/>
                <w:szCs w:val="20"/>
                <w:lang w:val="pl-PL"/>
              </w:rPr>
              <w:t>wraz z późniejszymi aneksami.</w:t>
            </w:r>
          </w:p>
          <w:p w14:paraId="4629DF13" w14:textId="77777777" w:rsidR="00004C2C" w:rsidRPr="00970DD3" w:rsidRDefault="00004C2C" w:rsidP="00795987">
            <w:pPr>
              <w:pStyle w:val="Tabelazwyky"/>
            </w:pPr>
            <w:r w:rsidRPr="00970DD3">
              <w:t>Dokument zawiera</w:t>
            </w:r>
            <w:r w:rsidR="008A4189" w:rsidRPr="00970DD3">
              <w:t xml:space="preserve"> </w:t>
            </w:r>
            <w:r w:rsidR="00050718" w:rsidRPr="00970DD3">
              <w:t>definicję struktury deklaracji o wysokości akcyzy pobranej i wpłaconej przez płatnika AKC-P</w:t>
            </w:r>
            <w:r w:rsidR="000A71C7" w:rsidRPr="00970DD3">
              <w:t xml:space="preserve">. </w:t>
            </w:r>
          </w:p>
        </w:tc>
      </w:tr>
      <w:tr w:rsidR="00BB6B75" w:rsidRPr="00970DD3" w14:paraId="3465293C" w14:textId="77777777" w:rsidTr="00795987">
        <w:tc>
          <w:tcPr>
            <w:tcW w:w="1800" w:type="dxa"/>
          </w:tcPr>
          <w:p w14:paraId="239010E6" w14:textId="77777777" w:rsidR="00BB6B75" w:rsidRPr="00970DD3" w:rsidRDefault="00FF41D0" w:rsidP="00795987">
            <w:pPr>
              <w:pStyle w:val="Tabelazwyky"/>
            </w:pPr>
            <w:r w:rsidRPr="00970DD3">
              <w:t>Autor/</w:t>
            </w:r>
            <w:proofErr w:type="spellStart"/>
            <w:r w:rsidRPr="00970DD3">
              <w:t>rzy</w:t>
            </w:r>
            <w:proofErr w:type="spellEnd"/>
          </w:p>
        </w:tc>
        <w:tc>
          <w:tcPr>
            <w:tcW w:w="7560" w:type="dxa"/>
          </w:tcPr>
          <w:p w14:paraId="68E50106" w14:textId="77777777" w:rsidR="00BB6B75" w:rsidRPr="00970DD3" w:rsidRDefault="008A4189" w:rsidP="00795987">
            <w:pPr>
              <w:pStyle w:val="Tabelazwyky"/>
            </w:pPr>
            <w:r w:rsidRPr="00970DD3">
              <w:t xml:space="preserve">Projektant – </w:t>
            </w:r>
            <w:r w:rsidR="00B67094" w:rsidRPr="00970DD3">
              <w:t>Rafał Złoty</w:t>
            </w:r>
            <w:r w:rsidR="002E0A10" w:rsidRPr="00970DD3">
              <w:t>, Analityk - Bogdan Schmidt</w:t>
            </w:r>
          </w:p>
        </w:tc>
      </w:tr>
      <w:tr w:rsidR="00795987" w:rsidRPr="00970DD3" w14:paraId="1CB75A19" w14:textId="77777777" w:rsidTr="00795987">
        <w:tc>
          <w:tcPr>
            <w:tcW w:w="1800" w:type="dxa"/>
          </w:tcPr>
          <w:p w14:paraId="7CBD4C10" w14:textId="59B3B66C" w:rsidR="00795987" w:rsidRPr="00970DD3" w:rsidRDefault="00795987" w:rsidP="00795987">
            <w:pPr>
              <w:pStyle w:val="Tabelazwyky"/>
            </w:pPr>
            <w:r w:rsidRPr="00970DD3">
              <w:t>Nazwa pliku</w:t>
            </w:r>
          </w:p>
        </w:tc>
        <w:tc>
          <w:tcPr>
            <w:tcW w:w="7560" w:type="dxa"/>
          </w:tcPr>
          <w:p w14:paraId="051BF5F5" w14:textId="5E6A3515" w:rsidR="00795987" w:rsidRPr="00970DD3" w:rsidRDefault="00B329C6" w:rsidP="00795987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795987" w:rsidRPr="00970DD3">
              <w:rPr>
                <w:noProof/>
              </w:rPr>
              <w:t>ZF2-PWT-KXML-AKCP_v1.7.1.doc</w:t>
            </w:r>
            <w:r>
              <w:rPr>
                <w:noProof/>
              </w:rPr>
              <w:fldChar w:fldCharType="end"/>
            </w:r>
          </w:p>
        </w:tc>
      </w:tr>
      <w:tr w:rsidR="00795987" w:rsidRPr="00970DD3" w14:paraId="52062795" w14:textId="77777777" w:rsidTr="00795987">
        <w:tc>
          <w:tcPr>
            <w:tcW w:w="1800" w:type="dxa"/>
          </w:tcPr>
          <w:p w14:paraId="0EF2BDF7" w14:textId="778AA3E6" w:rsidR="00795987" w:rsidRPr="00970DD3" w:rsidRDefault="00795987" w:rsidP="00795987">
            <w:pPr>
              <w:pStyle w:val="Tabelazwyky"/>
            </w:pPr>
            <w:r w:rsidRPr="00970DD3">
              <w:t>Liczba stron</w:t>
            </w:r>
          </w:p>
        </w:tc>
        <w:tc>
          <w:tcPr>
            <w:tcW w:w="7560" w:type="dxa"/>
          </w:tcPr>
          <w:p w14:paraId="116E5D83" w14:textId="1BE58F74" w:rsidR="00795987" w:rsidRPr="00970DD3" w:rsidRDefault="00B329C6" w:rsidP="00795987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8566D5">
              <w:rPr>
                <w:noProof/>
              </w:rPr>
              <w:t>21</w:t>
            </w:r>
            <w:r>
              <w:rPr>
                <w:noProof/>
              </w:rPr>
              <w:fldChar w:fldCharType="end"/>
            </w:r>
          </w:p>
        </w:tc>
      </w:tr>
    </w:tbl>
    <w:p w14:paraId="362296FA" w14:textId="470690D2" w:rsidR="00970DD3" w:rsidRDefault="00970DD3" w:rsidP="00795987">
      <w:pPr>
        <w:pStyle w:val="Legenda"/>
      </w:pPr>
      <w:bookmarkStart w:id="1" w:name="_Toc182913217"/>
      <w:r>
        <w:t xml:space="preserve">Tabela </w:t>
      </w:r>
      <w:fldSimple w:instr=" SEQ Tabela \* ARABIC ">
        <w:r w:rsidR="00594690">
          <w:rPr>
            <w:noProof/>
          </w:rPr>
          <w:t>2</w:t>
        </w:r>
      </w:fldSimple>
      <w:r>
        <w:t xml:space="preserve">. </w:t>
      </w:r>
      <w:r w:rsidRPr="009C1EDB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970DD3" w14:paraId="62BE208D" w14:textId="77777777" w:rsidTr="007959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67018D9D" w14:textId="77777777" w:rsidR="00A45A2F" w:rsidRPr="00795987" w:rsidRDefault="005366D3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795987">
              <w:rPr>
                <w:rFonts w:ascii="Lato" w:hAnsi="Lato"/>
                <w:b/>
                <w:bCs/>
              </w:rPr>
              <w:t>E</w:t>
            </w:r>
            <w:r w:rsidR="00A45A2F" w:rsidRPr="00795987">
              <w:rPr>
                <w:rFonts w:ascii="Lato" w:hAnsi="Lato"/>
                <w:b/>
                <w:bCs/>
              </w:rPr>
              <w:t>dycj</w:t>
            </w:r>
            <w:r w:rsidRPr="00795987">
              <w:rPr>
                <w:rFonts w:ascii="Lato" w:hAnsi="Lato"/>
                <w:b/>
                <w:bCs/>
              </w:rPr>
              <w:t>a</w:t>
            </w:r>
          </w:p>
        </w:tc>
        <w:tc>
          <w:tcPr>
            <w:tcW w:w="877" w:type="dxa"/>
          </w:tcPr>
          <w:p w14:paraId="41A2A9C2" w14:textId="77777777" w:rsidR="00A45A2F" w:rsidRPr="00795987" w:rsidRDefault="005366D3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795987">
              <w:rPr>
                <w:rFonts w:ascii="Lato" w:hAnsi="Lato"/>
                <w:b/>
                <w:bCs/>
              </w:rPr>
              <w:t>Rewizja</w:t>
            </w:r>
          </w:p>
        </w:tc>
        <w:tc>
          <w:tcPr>
            <w:tcW w:w="1326" w:type="dxa"/>
          </w:tcPr>
          <w:p w14:paraId="18575CA2" w14:textId="77777777" w:rsidR="00A45A2F" w:rsidRPr="00795987" w:rsidRDefault="00A45A2F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795987">
              <w:rPr>
                <w:rFonts w:ascii="Lato" w:hAnsi="Lato"/>
                <w:b/>
                <w:bCs/>
              </w:rPr>
              <w:t>Data wydania</w:t>
            </w:r>
          </w:p>
        </w:tc>
        <w:tc>
          <w:tcPr>
            <w:tcW w:w="2400" w:type="dxa"/>
          </w:tcPr>
          <w:p w14:paraId="6A896E91" w14:textId="77777777" w:rsidR="00A45A2F" w:rsidRPr="00795987" w:rsidRDefault="00A45A2F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795987">
              <w:rPr>
                <w:rFonts w:ascii="Lato" w:hAnsi="Lato"/>
                <w:b/>
                <w:bCs/>
              </w:rPr>
              <w:t>Opis</w:t>
            </w:r>
          </w:p>
        </w:tc>
        <w:tc>
          <w:tcPr>
            <w:tcW w:w="720" w:type="dxa"/>
          </w:tcPr>
          <w:p w14:paraId="3563A7F6" w14:textId="77777777" w:rsidR="00A45A2F" w:rsidRPr="00795987" w:rsidRDefault="005366D3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795987">
              <w:rPr>
                <w:rFonts w:ascii="Lato" w:hAnsi="Lato"/>
                <w:b/>
                <w:bCs/>
              </w:rPr>
              <w:t>A</w:t>
            </w:r>
            <w:r w:rsidR="00A45A2F" w:rsidRPr="00795987">
              <w:rPr>
                <w:rFonts w:ascii="Lato" w:hAnsi="Lato"/>
                <w:b/>
                <w:bCs/>
              </w:rPr>
              <w:t>kcja (*)</w:t>
            </w:r>
          </w:p>
        </w:tc>
        <w:tc>
          <w:tcPr>
            <w:tcW w:w="1080" w:type="dxa"/>
          </w:tcPr>
          <w:p w14:paraId="4B2F68CD" w14:textId="77777777" w:rsidR="00A45A2F" w:rsidRPr="00795987" w:rsidRDefault="00A45A2F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795987">
              <w:rPr>
                <w:rFonts w:ascii="Lato" w:hAnsi="Lato"/>
                <w:b/>
                <w:bCs/>
              </w:rPr>
              <w:t>Rozdzi</w:t>
            </w:r>
            <w:r w:rsidR="00FF41D0" w:rsidRPr="00795987">
              <w:rPr>
                <w:rFonts w:ascii="Lato" w:hAnsi="Lato"/>
                <w:b/>
                <w:bCs/>
              </w:rPr>
              <w:t>ały</w:t>
            </w:r>
            <w:r w:rsidR="005366D3" w:rsidRPr="00795987">
              <w:rPr>
                <w:rFonts w:ascii="Lato" w:hAnsi="Lato"/>
                <w:b/>
                <w:bCs/>
              </w:rPr>
              <w:t xml:space="preserve"> </w:t>
            </w:r>
            <w:r w:rsidRPr="00795987">
              <w:rPr>
                <w:rFonts w:ascii="Lato" w:hAnsi="Lato"/>
                <w:b/>
                <w:bCs/>
              </w:rPr>
              <w:t>(**)</w:t>
            </w:r>
          </w:p>
        </w:tc>
        <w:tc>
          <w:tcPr>
            <w:tcW w:w="1080" w:type="dxa"/>
          </w:tcPr>
          <w:p w14:paraId="74D4518B" w14:textId="77777777" w:rsidR="00A45A2F" w:rsidRPr="00795987" w:rsidRDefault="00A45A2F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795987">
              <w:rPr>
                <w:rFonts w:ascii="Lato" w:hAnsi="Lato"/>
                <w:b/>
                <w:bCs/>
              </w:rPr>
              <w:t>Autor</w:t>
            </w:r>
            <w:r w:rsidR="00FF41D0" w:rsidRPr="00795987">
              <w:rPr>
                <w:rFonts w:ascii="Lato" w:hAnsi="Lato"/>
                <w:b/>
                <w:bCs/>
              </w:rPr>
              <w:t>/</w:t>
            </w:r>
            <w:proofErr w:type="spellStart"/>
            <w:r w:rsidR="00FF41D0" w:rsidRPr="00795987">
              <w:rPr>
                <w:rFonts w:ascii="Lato" w:hAnsi="Lato"/>
                <w:b/>
                <w:bCs/>
              </w:rPr>
              <w:t>rzy</w:t>
            </w:r>
            <w:proofErr w:type="spellEnd"/>
            <w:r w:rsidR="00FF41D0" w:rsidRPr="00795987">
              <w:rPr>
                <w:rFonts w:ascii="Lato" w:hAnsi="Lato"/>
                <w:b/>
                <w:bCs/>
              </w:rPr>
              <w:t xml:space="preserve"> </w:t>
            </w:r>
            <w:r w:rsidRPr="00795987">
              <w:rPr>
                <w:rFonts w:ascii="Lato" w:hAnsi="Lato"/>
                <w:b/>
                <w:bCs/>
              </w:rPr>
              <w:t>(***)</w:t>
            </w:r>
          </w:p>
        </w:tc>
        <w:tc>
          <w:tcPr>
            <w:tcW w:w="1161" w:type="dxa"/>
          </w:tcPr>
          <w:p w14:paraId="10492FDE" w14:textId="77777777" w:rsidR="00A45A2F" w:rsidRPr="00795987" w:rsidRDefault="00A45A2F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795987">
              <w:rPr>
                <w:rFonts w:ascii="Lato" w:hAnsi="Lato"/>
                <w:b/>
                <w:bCs/>
              </w:rPr>
              <w:t xml:space="preserve">Data </w:t>
            </w:r>
            <w:r w:rsidR="005366D3" w:rsidRPr="00795987">
              <w:rPr>
                <w:rFonts w:ascii="Lato" w:hAnsi="Lato"/>
                <w:b/>
                <w:bCs/>
              </w:rPr>
              <w:t>KJ</w:t>
            </w:r>
          </w:p>
        </w:tc>
      </w:tr>
      <w:tr w:rsidR="00865FBE" w:rsidRPr="00970DD3" w14:paraId="3D734A46" w14:textId="77777777" w:rsidTr="00795987">
        <w:tc>
          <w:tcPr>
            <w:tcW w:w="797" w:type="dxa"/>
          </w:tcPr>
          <w:p w14:paraId="32F3B750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ACC35BA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7360D38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0FA5DF5C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697680D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23ACA8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479270A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6DB7DBB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865FBE" w:rsidRPr="00970DD3" w14:paraId="3ACC66F0" w14:textId="77777777" w:rsidTr="00795987">
        <w:tc>
          <w:tcPr>
            <w:tcW w:w="797" w:type="dxa"/>
          </w:tcPr>
          <w:p w14:paraId="0AF52305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4D2425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1F709B86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3E0B35BA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4F18F670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BB306A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E13C21C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70A8CE8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865FBE" w:rsidRPr="00970DD3" w14:paraId="72E30128" w14:textId="77777777" w:rsidTr="00795987">
        <w:tc>
          <w:tcPr>
            <w:tcW w:w="797" w:type="dxa"/>
          </w:tcPr>
          <w:p w14:paraId="4E95EA0A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8406E34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AD0A24D" w14:textId="77777777" w:rsidR="00865FBE" w:rsidRPr="00970DD3" w:rsidDel="00193612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00EF1C8C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026DFA7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E5EFDBC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D38E240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4A4C79A1" w14:textId="77777777" w:rsidR="00865FBE" w:rsidRPr="00970DD3" w:rsidDel="00193612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865FBE" w:rsidRPr="00970DD3" w14:paraId="5700E994" w14:textId="77777777" w:rsidTr="00795987">
        <w:tc>
          <w:tcPr>
            <w:tcW w:w="797" w:type="dxa"/>
          </w:tcPr>
          <w:p w14:paraId="09B05C69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DD5EBCE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2C41880" w14:textId="77777777" w:rsidR="00865FBE" w:rsidRPr="00970DD3" w:rsidDel="00193612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57ECB81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2F5F6981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A5F4C35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4FB7EFF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F43CC49" w14:textId="77777777" w:rsidR="00865FBE" w:rsidRPr="00970DD3" w:rsidDel="00193612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865FBE" w:rsidRPr="00970DD3" w14:paraId="22CF93F0" w14:textId="77777777" w:rsidTr="00795987">
        <w:tc>
          <w:tcPr>
            <w:tcW w:w="797" w:type="dxa"/>
          </w:tcPr>
          <w:p w14:paraId="590DC388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0132069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8CF141D" w14:textId="77777777" w:rsidR="00865FBE" w:rsidRPr="00970DD3" w:rsidDel="00193612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B4390A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A1212F1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26D7614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C579E88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186982E7" w14:textId="77777777" w:rsidR="00865FBE" w:rsidRPr="00970DD3" w:rsidDel="00193612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865FBE" w:rsidRPr="00970DD3" w14:paraId="76FDF100" w14:textId="77777777" w:rsidTr="00795987">
        <w:tc>
          <w:tcPr>
            <w:tcW w:w="797" w:type="dxa"/>
          </w:tcPr>
          <w:p w14:paraId="106B24A0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68B7B5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415C93B0" w14:textId="77777777" w:rsidR="00865FBE" w:rsidRPr="00970DD3" w:rsidDel="00193612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179AA75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2313B896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69D1A80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40E6955" w14:textId="77777777" w:rsidR="00865FBE" w:rsidRPr="00970DD3" w:rsidDel="00E715AA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7EBAAA3" w14:textId="77777777" w:rsidR="00865FBE" w:rsidRPr="00970DD3" w:rsidDel="00193612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65FBE" w:rsidRPr="00970DD3" w14:paraId="3E1758E7" w14:textId="77777777" w:rsidTr="00795987">
        <w:tc>
          <w:tcPr>
            <w:tcW w:w="797" w:type="dxa"/>
          </w:tcPr>
          <w:p w14:paraId="07137946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1120380B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1C12A7A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2B6B193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5C70A34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FDF306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050AC24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1E8E14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865FBE" w:rsidRPr="00970DD3" w14:paraId="7833763F" w14:textId="77777777" w:rsidTr="00795987">
        <w:tc>
          <w:tcPr>
            <w:tcW w:w="797" w:type="dxa"/>
          </w:tcPr>
          <w:p w14:paraId="20BA7647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C584BE6" w14:textId="77777777" w:rsidR="00865FBE" w:rsidRPr="00970DD3" w:rsidDel="00DC1690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26482AE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4F63C0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569CB2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6A4A09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4B29F5E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6398CE6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65FBE" w:rsidRPr="00970DD3" w14:paraId="045EFDA3" w14:textId="77777777" w:rsidTr="00795987">
        <w:tc>
          <w:tcPr>
            <w:tcW w:w="797" w:type="dxa"/>
          </w:tcPr>
          <w:p w14:paraId="694C4280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DA00CD5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7019032B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2013-11-28</w:t>
            </w:r>
          </w:p>
        </w:tc>
        <w:tc>
          <w:tcPr>
            <w:tcW w:w="2400" w:type="dxa"/>
          </w:tcPr>
          <w:p w14:paraId="0A9B86E1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0B921BC4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F3FE040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08B045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Sławomir</w:t>
            </w:r>
          </w:p>
          <w:p w14:paraId="003258A6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267F8005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65FBE" w:rsidRPr="00970DD3" w14:paraId="6A913B29" w14:textId="77777777" w:rsidTr="00795987">
        <w:tc>
          <w:tcPr>
            <w:tcW w:w="797" w:type="dxa"/>
          </w:tcPr>
          <w:p w14:paraId="4B351275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E11EDD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20DE3B0E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88C5BC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BA9DD61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E9E7DE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1519C9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2F19FE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865FBE" w:rsidRPr="00970DD3" w14:paraId="775B7841" w14:textId="77777777" w:rsidTr="00795987">
        <w:tc>
          <w:tcPr>
            <w:tcW w:w="797" w:type="dxa"/>
          </w:tcPr>
          <w:p w14:paraId="60977B98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E6D5F0B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34E40742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2AF735C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8D72C72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1D0F5B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8705C2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398D289A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65FBE" w:rsidRPr="00970DD3" w14:paraId="43C4A253" w14:textId="77777777" w:rsidTr="00795987">
        <w:tc>
          <w:tcPr>
            <w:tcW w:w="797" w:type="dxa"/>
          </w:tcPr>
          <w:p w14:paraId="0B214D6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7A4132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0C7FC71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1D0583DE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77A08C33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52F755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8B56B56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2E3AF31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65FBE" w:rsidRPr="00970DD3" w14:paraId="75906CE7" w14:textId="77777777" w:rsidTr="00795987">
        <w:tc>
          <w:tcPr>
            <w:tcW w:w="797" w:type="dxa"/>
          </w:tcPr>
          <w:p w14:paraId="6994147B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0E293B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3F49B5F0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9D585BE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F787D6C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C70894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4502C7B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2C75EE6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865FBE" w:rsidRPr="00970DD3" w14:paraId="008F205C" w14:textId="77777777" w:rsidTr="00795987">
        <w:tc>
          <w:tcPr>
            <w:tcW w:w="797" w:type="dxa"/>
          </w:tcPr>
          <w:p w14:paraId="40AEC178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B40F3A3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55CF5BE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2400" w:type="dxa"/>
          </w:tcPr>
          <w:p w14:paraId="0F067748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61AB304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9525A3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75C1844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31BE78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65FBE" w:rsidRPr="00970DD3" w14:paraId="6DE7AA9C" w14:textId="77777777" w:rsidTr="00795987">
        <w:tc>
          <w:tcPr>
            <w:tcW w:w="797" w:type="dxa"/>
          </w:tcPr>
          <w:p w14:paraId="0DD920D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DCECE5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1D0032A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2014-08-19</w:t>
            </w:r>
          </w:p>
        </w:tc>
        <w:tc>
          <w:tcPr>
            <w:tcW w:w="2400" w:type="dxa"/>
          </w:tcPr>
          <w:p w14:paraId="041652F4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6779154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B335A28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C167DEE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5EA05A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65FBE" w:rsidRPr="00970DD3" w14:paraId="4BF1CF6A" w14:textId="77777777" w:rsidTr="00795987">
        <w:tc>
          <w:tcPr>
            <w:tcW w:w="797" w:type="dxa"/>
          </w:tcPr>
          <w:p w14:paraId="6B8925CB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77BD828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520304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EE9D58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BB1C142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D4FEEAC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E841354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7BE644FE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865FBE" w:rsidRPr="00970DD3" w14:paraId="559587A8" w14:textId="77777777" w:rsidTr="00795987">
        <w:tc>
          <w:tcPr>
            <w:tcW w:w="797" w:type="dxa"/>
          </w:tcPr>
          <w:p w14:paraId="16AEFB30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1E72692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BBF897B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6E09F05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0E5771AA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BB031B1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16F3036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61996A72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65FBE" w:rsidRPr="00970DD3" w14:paraId="1D9A3D7E" w14:textId="77777777" w:rsidTr="00795987">
        <w:tc>
          <w:tcPr>
            <w:tcW w:w="797" w:type="dxa"/>
          </w:tcPr>
          <w:p w14:paraId="6482159D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6D84233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147E680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3E62772B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2828F14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5B7CB21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6F89B2A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A655C7E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65FBE" w:rsidRPr="00970DD3" w14:paraId="077A04F5" w14:textId="77777777" w:rsidTr="00795987">
        <w:tc>
          <w:tcPr>
            <w:tcW w:w="797" w:type="dxa"/>
          </w:tcPr>
          <w:p w14:paraId="4135DE05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933816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CDB8EC5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E00C8D2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F251567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CB2E696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644DDFC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B04F00C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865FBE" w:rsidRPr="00970DD3" w14:paraId="57840257" w14:textId="77777777" w:rsidTr="00795987">
        <w:tc>
          <w:tcPr>
            <w:tcW w:w="797" w:type="dxa"/>
          </w:tcPr>
          <w:p w14:paraId="6F1CE392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535D90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3392B2B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1339B989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88F76FE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2D4A6EC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3146B7F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516CD714" w14:textId="77777777" w:rsidR="00865FB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61E3E" w:rsidRPr="00970DD3" w14:paraId="37825340" w14:textId="77777777" w:rsidTr="00795987">
        <w:tc>
          <w:tcPr>
            <w:tcW w:w="797" w:type="dxa"/>
          </w:tcPr>
          <w:p w14:paraId="7E5AA8E8" w14:textId="77777777" w:rsidR="00361E3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70EBC4C" w14:textId="77777777" w:rsidR="00361E3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B5A9EBB" w14:textId="77777777" w:rsidR="00361E3E" w:rsidRPr="00970DD3" w:rsidRDefault="00361E3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2E882DCC" w14:textId="77777777" w:rsidR="00361E3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361E3E" w:rsidRPr="00970DD3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o wysokości akcyzy pobranej i wpłaconej przez płatnika AKC-P</w:t>
            </w: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361E3E" w:rsidRPr="00970DD3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ZF2-PRT-KXML-AKCP_v1.1.doc) odebranego w Fazie 1</w:t>
            </w:r>
          </w:p>
        </w:tc>
        <w:tc>
          <w:tcPr>
            <w:tcW w:w="720" w:type="dxa"/>
          </w:tcPr>
          <w:p w14:paraId="3951B7FD" w14:textId="77777777" w:rsidR="00361E3E" w:rsidRPr="00970DD3" w:rsidRDefault="00865FB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0F0C2653" w14:textId="77777777" w:rsidR="00361E3E" w:rsidRPr="00970DD3" w:rsidRDefault="00361E3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0270795" w14:textId="77777777" w:rsidR="00361E3E" w:rsidRPr="00970DD3" w:rsidRDefault="00361E3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545AB944" w14:textId="77777777" w:rsidR="00361E3E" w:rsidRPr="00970DD3" w:rsidRDefault="00361E3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D4413" w:rsidRPr="00970DD3" w14:paraId="1A810EDC" w14:textId="77777777" w:rsidTr="00795987">
        <w:tc>
          <w:tcPr>
            <w:tcW w:w="797" w:type="dxa"/>
          </w:tcPr>
          <w:p w14:paraId="1DC08728" w14:textId="77777777" w:rsidR="002D4413" w:rsidRPr="00970DD3" w:rsidRDefault="002D4413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E0DD940" w14:textId="77777777" w:rsidR="002D4413" w:rsidRPr="00970DD3" w:rsidRDefault="002D4413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45476A4" w14:textId="77777777" w:rsidR="002D4413" w:rsidRPr="00970DD3" w:rsidRDefault="002D4413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7585E4C" w14:textId="77777777" w:rsidR="002D4413" w:rsidRPr="00970DD3" w:rsidRDefault="002D4413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4267907" w14:textId="77777777" w:rsidR="002D4413" w:rsidRPr="00970DD3" w:rsidRDefault="002D4413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2FDDF35" w14:textId="77777777" w:rsidR="002D4413" w:rsidRPr="00970DD3" w:rsidRDefault="002D4413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068A9AE" w14:textId="77777777" w:rsidR="002D4413" w:rsidRPr="00970DD3" w:rsidRDefault="002D4413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A423F3E" w14:textId="77777777" w:rsidR="002D4413" w:rsidRPr="00970DD3" w:rsidRDefault="002D4413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9D1D44" w:rsidRPr="00970DD3" w14:paraId="491904A0" w14:textId="77777777" w:rsidTr="00795987">
        <w:tc>
          <w:tcPr>
            <w:tcW w:w="797" w:type="dxa"/>
          </w:tcPr>
          <w:p w14:paraId="6423BF86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775AF6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FE95CB1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2015-02-13</w:t>
            </w:r>
          </w:p>
        </w:tc>
        <w:tc>
          <w:tcPr>
            <w:tcW w:w="2400" w:type="dxa"/>
          </w:tcPr>
          <w:p w14:paraId="1695DD87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E6034C0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BD45FC7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D6B0758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E05A1B2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D1D44" w:rsidRPr="00970DD3" w14:paraId="60DA2C67" w14:textId="77777777" w:rsidTr="00795987">
        <w:tc>
          <w:tcPr>
            <w:tcW w:w="797" w:type="dxa"/>
          </w:tcPr>
          <w:p w14:paraId="5FD35B98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6DBE85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F32C829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A35B08E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8C2DB2D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65F31E6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D0A3B9E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C9DE800" w14:textId="77777777" w:rsidR="009D1D44" w:rsidRPr="00970DD3" w:rsidRDefault="009D1D4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466EB4" w:rsidRPr="00970DD3" w14:paraId="749171E4" w14:textId="77777777" w:rsidTr="00795987">
        <w:tc>
          <w:tcPr>
            <w:tcW w:w="797" w:type="dxa"/>
          </w:tcPr>
          <w:p w14:paraId="2CE6548B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462C45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6E1D0963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2015-03-04</w:t>
            </w:r>
          </w:p>
        </w:tc>
        <w:tc>
          <w:tcPr>
            <w:tcW w:w="2400" w:type="dxa"/>
          </w:tcPr>
          <w:p w14:paraId="6AFE0F40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F9C06DB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FBFDC19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E6B6B12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9F77007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66EB4" w:rsidRPr="00970DD3" w14:paraId="302863AB" w14:textId="77777777" w:rsidTr="00795987">
        <w:tc>
          <w:tcPr>
            <w:tcW w:w="797" w:type="dxa"/>
          </w:tcPr>
          <w:p w14:paraId="0ACB1E42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2D548925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1F1E08A4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E3E37E5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3F32E80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34BA3F6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7DE0ECD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CEAA0D1" w14:textId="77777777" w:rsidR="00466EB4" w:rsidRPr="00970DD3" w:rsidRDefault="00466EB4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2B7F51" w:rsidRPr="00970DD3" w14:paraId="40599629" w14:textId="77777777" w:rsidTr="00795987">
        <w:tc>
          <w:tcPr>
            <w:tcW w:w="797" w:type="dxa"/>
          </w:tcPr>
          <w:p w14:paraId="1884669F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61B0E3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00CBC71D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24A2646D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4F3689E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9012B2A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CE1971B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56EA26A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B7F51" w:rsidRPr="00970DD3" w14:paraId="473D89EB" w14:textId="77777777" w:rsidTr="00795987">
        <w:tc>
          <w:tcPr>
            <w:tcW w:w="797" w:type="dxa"/>
          </w:tcPr>
          <w:p w14:paraId="47E2765D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5E3B4F6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BA21FC8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5A9EA0A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28445D1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7774801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6122979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1CE025D" w14:textId="77777777" w:rsidR="002B7F51" w:rsidRPr="00970DD3" w:rsidRDefault="002B7F51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4625E6" w:rsidRPr="00970DD3" w14:paraId="47E65224" w14:textId="77777777" w:rsidTr="00795987">
        <w:tc>
          <w:tcPr>
            <w:tcW w:w="797" w:type="dxa"/>
          </w:tcPr>
          <w:p w14:paraId="1EE0D7F0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2C8C451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5B201EC2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7A48CF51" w14:textId="77777777" w:rsidR="004625E6" w:rsidRPr="00970DD3" w:rsidRDefault="004625E6" w:rsidP="0079598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 xml:space="preserve">Specyfikacja XML dla podmiotów w zakresie elektronicznej obsługi deklaracji o wysokości akcyzy pobranej i wpłaconej przez płatnika AKC-P, wersja 1.5 </w:t>
            </w:r>
            <w:r w:rsidR="000137C1" w:rsidRPr="00970DD3">
              <w:rPr>
                <w:rFonts w:ascii="Lato" w:hAnsi="Lato"/>
                <w:sz w:val="20"/>
                <w:szCs w:val="20"/>
                <w:lang w:val="pl-PL" w:eastAsia="pl-PL"/>
              </w:rPr>
              <w:t xml:space="preserve">wytworzonego </w:t>
            </w: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56464445" w14:textId="77777777" w:rsidR="004625E6" w:rsidRPr="00970DD3" w:rsidRDefault="004625E6" w:rsidP="00795987">
            <w:pPr>
              <w:rPr>
                <w:rFonts w:cs="Arial"/>
                <w:sz w:val="20"/>
                <w:szCs w:val="20"/>
              </w:rPr>
            </w:pPr>
            <w:r w:rsidRPr="00970DD3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60B5EFFE" w14:textId="77777777" w:rsidR="004625E6" w:rsidRPr="00970DD3" w:rsidRDefault="004625E6" w:rsidP="00795987">
            <w:pPr>
              <w:rPr>
                <w:rFonts w:cs="Arial"/>
                <w:sz w:val="20"/>
                <w:szCs w:val="20"/>
              </w:rPr>
            </w:pPr>
            <w:r w:rsidRPr="00970DD3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3EC4D6D0" w14:textId="77777777" w:rsidR="004625E6" w:rsidRPr="00970DD3" w:rsidRDefault="004625E6" w:rsidP="00795987">
            <w:pPr>
              <w:rPr>
                <w:rFonts w:cs="Arial"/>
                <w:sz w:val="20"/>
                <w:szCs w:val="20"/>
              </w:rPr>
            </w:pPr>
            <w:r w:rsidRPr="00970DD3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2071C6DA" w14:textId="77777777" w:rsidR="004625E6" w:rsidRPr="00970DD3" w:rsidRDefault="004625E6" w:rsidP="00795987">
            <w:pPr>
              <w:rPr>
                <w:rFonts w:cs="Arial"/>
                <w:sz w:val="20"/>
                <w:szCs w:val="20"/>
              </w:rPr>
            </w:pPr>
            <w:proofErr w:type="spellStart"/>
            <w:r w:rsidRPr="00970DD3">
              <w:rPr>
                <w:rFonts w:cs="Arial"/>
                <w:sz w:val="20"/>
                <w:szCs w:val="20"/>
              </w:rPr>
              <w:t>nd</w:t>
            </w:r>
            <w:proofErr w:type="spellEnd"/>
          </w:p>
        </w:tc>
      </w:tr>
      <w:tr w:rsidR="004625E6" w:rsidRPr="00970DD3" w14:paraId="4ABBED75" w14:textId="77777777" w:rsidTr="00795987">
        <w:tc>
          <w:tcPr>
            <w:tcW w:w="797" w:type="dxa"/>
          </w:tcPr>
          <w:p w14:paraId="69EA0AB7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A9EDF0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5C19F9C3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6B8F850E" w14:textId="77777777" w:rsidR="004625E6" w:rsidRPr="00970DD3" w:rsidRDefault="004625E6" w:rsidP="0079598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BF05468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DE31064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AF8BADA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5324ED99" w14:textId="77777777" w:rsidR="004625E6" w:rsidRPr="00970DD3" w:rsidRDefault="004625E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849B0" w:rsidRPr="00970DD3" w14:paraId="1A29C3F3" w14:textId="77777777" w:rsidTr="00795987">
        <w:tc>
          <w:tcPr>
            <w:tcW w:w="797" w:type="dxa"/>
          </w:tcPr>
          <w:p w14:paraId="26918A68" w14:textId="77777777" w:rsidR="002849B0" w:rsidRPr="00970DD3" w:rsidRDefault="002849B0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87776A6" w14:textId="77777777" w:rsidR="002849B0" w:rsidRPr="00970DD3" w:rsidRDefault="002849B0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6.1</w:t>
            </w:r>
          </w:p>
        </w:tc>
        <w:tc>
          <w:tcPr>
            <w:tcW w:w="1326" w:type="dxa"/>
          </w:tcPr>
          <w:p w14:paraId="5A0F80FD" w14:textId="77777777" w:rsidR="002849B0" w:rsidRPr="00970DD3" w:rsidRDefault="002849B0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1FD45D14" w14:textId="77777777" w:rsidR="002849B0" w:rsidRPr="00970DD3" w:rsidRDefault="002849B0" w:rsidP="0079598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970DD3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wz</w:t>
            </w:r>
            <w:proofErr w:type="spellEnd"/>
            <w:r w:rsidRPr="00970DD3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310382B6" w14:textId="77777777" w:rsidR="002849B0" w:rsidRPr="00970DD3" w:rsidRDefault="002849B0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EBA4DAA" w14:textId="77777777" w:rsidR="002849B0" w:rsidRPr="00970DD3" w:rsidRDefault="002849B0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7C4272E2" w14:textId="77777777" w:rsidR="002849B0" w:rsidRPr="00970DD3" w:rsidRDefault="002849B0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1C3E3952" w14:textId="77777777" w:rsidR="002849B0" w:rsidRPr="00970DD3" w:rsidRDefault="002849B0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A127DE" w:rsidRPr="00970DD3" w14:paraId="44DF4013" w14:textId="77777777" w:rsidTr="00795987">
        <w:tc>
          <w:tcPr>
            <w:tcW w:w="797" w:type="dxa"/>
          </w:tcPr>
          <w:p w14:paraId="4F4F0DDA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6D35676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14A8C6C9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29DEBF4C" w14:textId="77777777" w:rsidR="00A127DE" w:rsidRPr="00970DD3" w:rsidRDefault="00A127DE" w:rsidP="0079598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615D9BE0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F31D556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5D232D7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3BF5197A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A127DE" w:rsidRPr="00970DD3" w14:paraId="3092C28C" w14:textId="77777777" w:rsidTr="00795987">
        <w:tc>
          <w:tcPr>
            <w:tcW w:w="797" w:type="dxa"/>
          </w:tcPr>
          <w:p w14:paraId="43AA022D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C225A0D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7.1</w:t>
            </w:r>
          </w:p>
        </w:tc>
        <w:tc>
          <w:tcPr>
            <w:tcW w:w="1326" w:type="dxa"/>
          </w:tcPr>
          <w:p w14:paraId="7CE59F87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2021-05-27</w:t>
            </w:r>
          </w:p>
        </w:tc>
        <w:tc>
          <w:tcPr>
            <w:tcW w:w="2400" w:type="dxa"/>
          </w:tcPr>
          <w:p w14:paraId="1025F329" w14:textId="77777777" w:rsidR="00A127DE" w:rsidRPr="00970DD3" w:rsidRDefault="00A127DE" w:rsidP="0079598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Zmiana okresu obowiązywania</w:t>
            </w:r>
          </w:p>
        </w:tc>
        <w:tc>
          <w:tcPr>
            <w:tcW w:w="720" w:type="dxa"/>
          </w:tcPr>
          <w:p w14:paraId="1AEE1BC7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AC5764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1.3</w:t>
            </w:r>
          </w:p>
        </w:tc>
        <w:tc>
          <w:tcPr>
            <w:tcW w:w="1080" w:type="dxa"/>
          </w:tcPr>
          <w:p w14:paraId="5DA176B6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165406BA" w14:textId="77777777" w:rsidR="00A127DE" w:rsidRPr="00970DD3" w:rsidRDefault="00A127DE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70DD3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093E3873" w14:textId="77777777" w:rsidR="00A45A2F" w:rsidRPr="00970DD3" w:rsidRDefault="001B0CCD" w:rsidP="00795987">
      <w:r w:rsidRPr="00970DD3">
        <w:t xml:space="preserve"> </w:t>
      </w:r>
      <w:r w:rsidR="00A45A2F" w:rsidRPr="00970DD3">
        <w:t>(*) Akcje: W = Wstaw, Z = Zamień, We = Weryfikuj, N = Nowy</w:t>
      </w:r>
    </w:p>
    <w:p w14:paraId="3308411C" w14:textId="77777777" w:rsidR="00A45A2F" w:rsidRPr="00970DD3" w:rsidRDefault="00A45A2F" w:rsidP="00795987">
      <w:r w:rsidRPr="00970DD3">
        <w:t>(**) Rozdziały: W = Wszystkie</w:t>
      </w:r>
    </w:p>
    <w:p w14:paraId="5EB6A4E3" w14:textId="77777777" w:rsidR="00561FE8" w:rsidRPr="00970DD3" w:rsidRDefault="00A45A2F" w:rsidP="00795987">
      <w:r w:rsidRPr="00970DD3">
        <w:lastRenderedPageBreak/>
        <w:t>(***) Autorzy: patrz metryka dokumentu</w:t>
      </w:r>
    </w:p>
    <w:p w14:paraId="1FE090E0" w14:textId="77777777" w:rsidR="003B59A0" w:rsidRPr="00383022" w:rsidRDefault="00561FE8" w:rsidP="00795987">
      <w:pPr>
        <w:pStyle w:val="PJPtekst"/>
        <w:ind w:left="0"/>
        <w:jc w:val="left"/>
        <w:rPr>
          <w:rFonts w:ascii="Lato" w:hAnsi="Lato"/>
          <w:sz w:val="28"/>
          <w:szCs w:val="28"/>
        </w:rPr>
      </w:pPr>
      <w:r w:rsidRPr="00970DD3">
        <w:rPr>
          <w:rFonts w:ascii="Lato" w:hAnsi="Lato"/>
        </w:rPr>
        <w:br w:type="page"/>
      </w:r>
      <w:r w:rsidR="003B59A0" w:rsidRPr="00383022">
        <w:rPr>
          <w:rFonts w:ascii="Lato" w:hAnsi="Lato"/>
          <w:sz w:val="28"/>
          <w:szCs w:val="28"/>
        </w:rPr>
        <w:lastRenderedPageBreak/>
        <w:t>SPIS TREŚCI</w:t>
      </w:r>
    </w:p>
    <w:p w14:paraId="1D264F79" w14:textId="1ABF2847" w:rsidR="00EE077E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383022">
        <w:fldChar w:fldCharType="begin"/>
      </w:r>
      <w:r w:rsidRPr="00383022">
        <w:instrText xml:space="preserve"> TOC \o "1-3" \h \z \u </w:instrText>
      </w:r>
      <w:r w:rsidRPr="00383022">
        <w:fldChar w:fldCharType="separate"/>
      </w:r>
      <w:hyperlink w:anchor="_Toc182913203" w:history="1">
        <w:r w:rsidR="00EE077E" w:rsidRPr="00FD3542">
          <w:rPr>
            <w:rStyle w:val="Hipercze"/>
            <w:noProof/>
          </w:rPr>
          <w:t>1.</w:t>
        </w:r>
        <w:r w:rsidR="00EE077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Opis dokumentu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_Toc182913203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9</w:t>
        </w:r>
        <w:r w:rsidR="00EE077E">
          <w:rPr>
            <w:noProof/>
            <w:webHidden/>
          </w:rPr>
          <w:fldChar w:fldCharType="end"/>
        </w:r>
      </w:hyperlink>
    </w:p>
    <w:p w14:paraId="61C385E2" w14:textId="70D5B244" w:rsidR="00EE077E" w:rsidRDefault="00B329C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04" w:history="1">
        <w:r w:rsidR="00EE077E" w:rsidRPr="00FD3542">
          <w:rPr>
            <w:rStyle w:val="Hipercze"/>
            <w:noProof/>
          </w:rPr>
          <w:t>1.1.</w:t>
        </w:r>
        <w:r w:rsidR="00EE077E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Cel dokumentu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_Toc182913204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9</w:t>
        </w:r>
        <w:r w:rsidR="00EE077E">
          <w:rPr>
            <w:noProof/>
            <w:webHidden/>
          </w:rPr>
          <w:fldChar w:fldCharType="end"/>
        </w:r>
      </w:hyperlink>
    </w:p>
    <w:p w14:paraId="24F42065" w14:textId="700085EC" w:rsidR="00EE077E" w:rsidRDefault="00B329C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05" w:history="1">
        <w:r w:rsidR="00EE077E" w:rsidRPr="00FD3542">
          <w:rPr>
            <w:rStyle w:val="Hipercze"/>
            <w:noProof/>
          </w:rPr>
          <w:t>1.2.</w:t>
        </w:r>
        <w:r w:rsidR="00EE077E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Zastosowanie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_Toc182913205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9</w:t>
        </w:r>
        <w:r w:rsidR="00EE077E">
          <w:rPr>
            <w:noProof/>
            <w:webHidden/>
          </w:rPr>
          <w:fldChar w:fldCharType="end"/>
        </w:r>
      </w:hyperlink>
    </w:p>
    <w:p w14:paraId="448B8EBE" w14:textId="7FAB4C61" w:rsidR="00EE077E" w:rsidRDefault="00B329C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06" w:history="1">
        <w:r w:rsidR="00EE077E" w:rsidRPr="00FD3542">
          <w:rPr>
            <w:rStyle w:val="Hipercze"/>
            <w:noProof/>
          </w:rPr>
          <w:t>1.3.</w:t>
        </w:r>
        <w:r w:rsidR="00EE077E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Obowiązywanie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_Toc182913206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9</w:t>
        </w:r>
        <w:r w:rsidR="00EE077E">
          <w:rPr>
            <w:noProof/>
            <w:webHidden/>
          </w:rPr>
          <w:fldChar w:fldCharType="end"/>
        </w:r>
      </w:hyperlink>
    </w:p>
    <w:p w14:paraId="38EFF6E0" w14:textId="37EC8C08" w:rsidR="00EE077E" w:rsidRDefault="00B329C6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07" w:history="1">
        <w:r w:rsidR="00EE077E" w:rsidRPr="00FD3542">
          <w:rPr>
            <w:rStyle w:val="Hipercze"/>
            <w:noProof/>
          </w:rPr>
          <w:t>1.4.</w:t>
        </w:r>
        <w:r w:rsidR="00EE077E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Dokumenty obowiązujące i pomocnicze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_Toc182913207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9</w:t>
        </w:r>
        <w:r w:rsidR="00EE077E">
          <w:rPr>
            <w:noProof/>
            <w:webHidden/>
          </w:rPr>
          <w:fldChar w:fldCharType="end"/>
        </w:r>
      </w:hyperlink>
    </w:p>
    <w:p w14:paraId="68DEBFC5" w14:textId="3A561F6B" w:rsidR="00EE077E" w:rsidRDefault="00B329C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13208" w:history="1">
        <w:r w:rsidR="00EE077E" w:rsidRPr="00FD3542">
          <w:rPr>
            <w:rStyle w:val="Hipercze"/>
            <w:noProof/>
          </w:rPr>
          <w:t>1.4.1.</w:t>
        </w:r>
        <w:r w:rsidR="00EE077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Dokumenty obowiązujące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_Toc182913208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9</w:t>
        </w:r>
        <w:r w:rsidR="00EE077E">
          <w:rPr>
            <w:noProof/>
            <w:webHidden/>
          </w:rPr>
          <w:fldChar w:fldCharType="end"/>
        </w:r>
      </w:hyperlink>
    </w:p>
    <w:p w14:paraId="446FE4F3" w14:textId="1FC39716" w:rsidR="00EE077E" w:rsidRDefault="00B329C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13209" w:history="1">
        <w:r w:rsidR="00EE077E" w:rsidRPr="00FD3542">
          <w:rPr>
            <w:rStyle w:val="Hipercze"/>
            <w:noProof/>
          </w:rPr>
          <w:t>1.4.2.</w:t>
        </w:r>
        <w:r w:rsidR="00EE077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Dokumenty pomocnicze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_Toc182913209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9</w:t>
        </w:r>
        <w:r w:rsidR="00EE077E">
          <w:rPr>
            <w:noProof/>
            <w:webHidden/>
          </w:rPr>
          <w:fldChar w:fldCharType="end"/>
        </w:r>
      </w:hyperlink>
    </w:p>
    <w:p w14:paraId="13AF05D6" w14:textId="00F118CB" w:rsidR="00EE077E" w:rsidRDefault="00B329C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13210" w:history="1">
        <w:r w:rsidR="00EE077E" w:rsidRPr="00FD3542">
          <w:rPr>
            <w:rStyle w:val="Hipercze"/>
            <w:noProof/>
          </w:rPr>
          <w:t>1.4.3.</w:t>
        </w:r>
        <w:r w:rsidR="00EE077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Skróty i akronimy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_Toc182913210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10</w:t>
        </w:r>
        <w:r w:rsidR="00EE077E">
          <w:rPr>
            <w:noProof/>
            <w:webHidden/>
          </w:rPr>
          <w:fldChar w:fldCharType="end"/>
        </w:r>
      </w:hyperlink>
    </w:p>
    <w:p w14:paraId="3C7FA820" w14:textId="6868D6CD" w:rsidR="00EE077E" w:rsidRDefault="00B329C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13211" w:history="1">
        <w:r w:rsidR="00EE077E" w:rsidRPr="00FD3542">
          <w:rPr>
            <w:rStyle w:val="Hipercze"/>
            <w:noProof/>
          </w:rPr>
          <w:t>1.4.4.</w:t>
        </w:r>
        <w:r w:rsidR="00EE077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Terminy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_Toc182913211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13</w:t>
        </w:r>
        <w:r w:rsidR="00EE077E">
          <w:rPr>
            <w:noProof/>
            <w:webHidden/>
          </w:rPr>
          <w:fldChar w:fldCharType="end"/>
        </w:r>
      </w:hyperlink>
    </w:p>
    <w:p w14:paraId="0861B51C" w14:textId="490C72F5" w:rsidR="00EE077E" w:rsidRDefault="00B329C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13212" w:history="1">
        <w:r w:rsidR="00EE077E" w:rsidRPr="00FD3542">
          <w:rPr>
            <w:rStyle w:val="Hipercze"/>
            <w:noProof/>
          </w:rPr>
          <w:t>2.</w:t>
        </w:r>
        <w:r w:rsidR="00EE077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Zawartość merytoryczna dokumentu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_Toc182913212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14</w:t>
        </w:r>
        <w:r w:rsidR="00EE077E">
          <w:rPr>
            <w:noProof/>
            <w:webHidden/>
          </w:rPr>
          <w:fldChar w:fldCharType="end"/>
        </w:r>
      </w:hyperlink>
    </w:p>
    <w:p w14:paraId="276DB2B7" w14:textId="6583DC42" w:rsidR="00EE077E" w:rsidRDefault="00B329C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13213" w:history="1">
        <w:r w:rsidR="00EE077E" w:rsidRPr="00FD3542">
          <w:rPr>
            <w:rStyle w:val="Hipercze"/>
            <w:noProof/>
          </w:rPr>
          <w:t>3.</w:t>
        </w:r>
        <w:r w:rsidR="00EE077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Specyfikacja deklaracji AKC_P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_Toc182913213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15</w:t>
        </w:r>
        <w:r w:rsidR="00EE077E">
          <w:rPr>
            <w:noProof/>
            <w:webHidden/>
          </w:rPr>
          <w:fldChar w:fldCharType="end"/>
        </w:r>
      </w:hyperlink>
    </w:p>
    <w:p w14:paraId="366DCB28" w14:textId="40704A63" w:rsidR="00EE077E" w:rsidRDefault="00B329C6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13214" w:history="1">
        <w:r w:rsidR="00EE077E" w:rsidRPr="00FD3542">
          <w:rPr>
            <w:rStyle w:val="Hipercze"/>
            <w:noProof/>
          </w:rPr>
          <w:t>3.1.1.</w:t>
        </w:r>
        <w:r w:rsidR="00EE077E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Reguły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_Toc182913214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20</w:t>
        </w:r>
        <w:r w:rsidR="00EE077E">
          <w:rPr>
            <w:noProof/>
            <w:webHidden/>
          </w:rPr>
          <w:fldChar w:fldCharType="end"/>
        </w:r>
      </w:hyperlink>
    </w:p>
    <w:p w14:paraId="2D178B9C" w14:textId="7B44CFB1" w:rsidR="00EE077E" w:rsidRDefault="00B329C6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13215" w:history="1">
        <w:r w:rsidR="00EE077E" w:rsidRPr="00FD3542">
          <w:rPr>
            <w:rStyle w:val="Hipercze"/>
            <w:noProof/>
          </w:rPr>
          <w:t>4.</w:t>
        </w:r>
        <w:r w:rsidR="00EE077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E077E" w:rsidRPr="00FD3542">
          <w:rPr>
            <w:rStyle w:val="Hipercze"/>
            <w:noProof/>
          </w:rPr>
          <w:t>Załączniki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_Toc182913215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21</w:t>
        </w:r>
        <w:r w:rsidR="00EE077E">
          <w:rPr>
            <w:noProof/>
            <w:webHidden/>
          </w:rPr>
          <w:fldChar w:fldCharType="end"/>
        </w:r>
      </w:hyperlink>
    </w:p>
    <w:p w14:paraId="23639827" w14:textId="7B539D7C" w:rsidR="001F7032" w:rsidRDefault="00035695" w:rsidP="001F7032">
      <w:r w:rsidRPr="00383022">
        <w:fldChar w:fldCharType="end"/>
      </w:r>
      <w:bookmarkStart w:id="2" w:name="_Toc349568549"/>
      <w:r w:rsidR="001F7032">
        <w:br w:type="page"/>
      </w:r>
    </w:p>
    <w:p w14:paraId="4CFF1CCF" w14:textId="7B4BBB76" w:rsidR="00764E48" w:rsidRPr="00383022" w:rsidRDefault="003F030F" w:rsidP="001F7032">
      <w:pPr>
        <w:rPr>
          <w:bCs/>
          <w:sz w:val="28"/>
          <w:szCs w:val="28"/>
        </w:rPr>
      </w:pPr>
      <w:r w:rsidRPr="00383022">
        <w:rPr>
          <w:sz w:val="28"/>
          <w:szCs w:val="28"/>
        </w:rPr>
        <w:lastRenderedPageBreak/>
        <w:t>SPIS TABEL</w:t>
      </w:r>
      <w:bookmarkEnd w:id="2"/>
    </w:p>
    <w:p w14:paraId="7A01296C" w14:textId="259D2C61" w:rsidR="00EE077E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83022">
        <w:fldChar w:fldCharType="begin"/>
      </w:r>
      <w:r w:rsidR="00836DD7" w:rsidRPr="00383022">
        <w:instrText xml:space="preserve"> TOC \h \z \c "Tabela" </w:instrText>
      </w:r>
      <w:r w:rsidRPr="00383022">
        <w:fldChar w:fldCharType="separate"/>
      </w:r>
      <w:hyperlink w:anchor="_Toc182913216" w:history="1">
        <w:r w:rsidR="00EE077E" w:rsidRPr="0036235E">
          <w:rPr>
            <w:rStyle w:val="Hipercze"/>
            <w:noProof/>
          </w:rPr>
          <w:t>Tabela 1. Metryka dokumentu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_Toc182913216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2</w:t>
        </w:r>
        <w:r w:rsidR="00EE077E">
          <w:rPr>
            <w:noProof/>
            <w:webHidden/>
          </w:rPr>
          <w:fldChar w:fldCharType="end"/>
        </w:r>
      </w:hyperlink>
    </w:p>
    <w:p w14:paraId="199F1C02" w14:textId="529F29E5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17" w:history="1">
        <w:r w:rsidR="00EE077E" w:rsidRPr="0036235E">
          <w:rPr>
            <w:rStyle w:val="Hipercze"/>
            <w:noProof/>
          </w:rPr>
          <w:t>Tabela 2. Historia zmian dokumentu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_Toc182913217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2</w:t>
        </w:r>
        <w:r w:rsidR="00EE077E">
          <w:rPr>
            <w:noProof/>
            <w:webHidden/>
          </w:rPr>
          <w:fldChar w:fldCharType="end"/>
        </w:r>
      </w:hyperlink>
    </w:p>
    <w:p w14:paraId="0802314D" w14:textId="00A68521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18" w:history="1">
        <w:r w:rsidR="00EE077E" w:rsidRPr="0036235E">
          <w:rPr>
            <w:rStyle w:val="Hipercze"/>
            <w:noProof/>
          </w:rPr>
          <w:t>Tabela 3. Wykaz dokumentów obowiązujących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_Toc182913218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9</w:t>
        </w:r>
        <w:r w:rsidR="00EE077E">
          <w:rPr>
            <w:noProof/>
            <w:webHidden/>
          </w:rPr>
          <w:fldChar w:fldCharType="end"/>
        </w:r>
      </w:hyperlink>
    </w:p>
    <w:p w14:paraId="572A0FC4" w14:textId="38A4F604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19" w:history="1">
        <w:r w:rsidR="00EE077E" w:rsidRPr="0036235E">
          <w:rPr>
            <w:rStyle w:val="Hipercze"/>
            <w:noProof/>
          </w:rPr>
          <w:t>Tabela 4. Wykaz dokumentów pomocniczych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_Toc182913219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9</w:t>
        </w:r>
        <w:r w:rsidR="00EE077E">
          <w:rPr>
            <w:noProof/>
            <w:webHidden/>
          </w:rPr>
          <w:fldChar w:fldCharType="end"/>
        </w:r>
      </w:hyperlink>
    </w:p>
    <w:p w14:paraId="03ABC645" w14:textId="614EF479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0" w:history="1">
        <w:r w:rsidR="00EE077E" w:rsidRPr="0036235E">
          <w:rPr>
            <w:rStyle w:val="Hipercze"/>
            <w:noProof/>
          </w:rPr>
          <w:t>Tabela 5. Wykaz skrótów i akronimów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_Toc182913220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10</w:t>
        </w:r>
        <w:r w:rsidR="00EE077E">
          <w:rPr>
            <w:noProof/>
            <w:webHidden/>
          </w:rPr>
          <w:fldChar w:fldCharType="end"/>
        </w:r>
      </w:hyperlink>
    </w:p>
    <w:p w14:paraId="6FE20667" w14:textId="23F93677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1" w:history="1">
        <w:r w:rsidR="00EE077E" w:rsidRPr="0036235E">
          <w:rPr>
            <w:rStyle w:val="Hipercze"/>
            <w:noProof/>
          </w:rPr>
          <w:t>Tabela 6. Wykaz definicji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_Toc182913221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13</w:t>
        </w:r>
        <w:r w:rsidR="00EE077E">
          <w:rPr>
            <w:noProof/>
            <w:webHidden/>
          </w:rPr>
          <w:fldChar w:fldCharType="end"/>
        </w:r>
      </w:hyperlink>
    </w:p>
    <w:p w14:paraId="4D1C863E" w14:textId="2C37BA1E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2" w:history="1">
        <w:r w:rsidR="00EE077E" w:rsidRPr="0036235E">
          <w:rPr>
            <w:rStyle w:val="Hipercze"/>
            <w:noProof/>
          </w:rPr>
          <w:t>Tabela 7. Powiązanie plików XSD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_Toc182913222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14</w:t>
        </w:r>
        <w:r w:rsidR="00EE077E">
          <w:rPr>
            <w:noProof/>
            <w:webHidden/>
          </w:rPr>
          <w:fldChar w:fldCharType="end"/>
        </w:r>
      </w:hyperlink>
    </w:p>
    <w:p w14:paraId="5A56D6DB" w14:textId="7C34066C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3" w:history="1">
        <w:r w:rsidR="00EE077E" w:rsidRPr="0036235E">
          <w:rPr>
            <w:rStyle w:val="Hipercze"/>
            <w:noProof/>
          </w:rPr>
          <w:t>Tabela 8. Dane ogólne w ramach struktury deklaracji AKC-P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_Toc182913223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15</w:t>
        </w:r>
        <w:r w:rsidR="00EE077E">
          <w:rPr>
            <w:noProof/>
            <w:webHidden/>
          </w:rPr>
          <w:fldChar w:fldCharType="end"/>
        </w:r>
      </w:hyperlink>
    </w:p>
    <w:p w14:paraId="507D83B2" w14:textId="775EDD4F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4" w:history="1">
        <w:r w:rsidR="00EE077E" w:rsidRPr="0036235E">
          <w:rPr>
            <w:rStyle w:val="Hipercze"/>
            <w:noProof/>
          </w:rPr>
          <w:t>Tabela 9. Struktura elementu AKCPType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_Toc182913224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16</w:t>
        </w:r>
        <w:r w:rsidR="00EE077E">
          <w:rPr>
            <w:noProof/>
            <w:webHidden/>
          </w:rPr>
          <w:fldChar w:fldCharType="end"/>
        </w:r>
      </w:hyperlink>
    </w:p>
    <w:p w14:paraId="7A323254" w14:textId="65B8FD85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5" w:history="1">
        <w:r w:rsidR="00EE077E" w:rsidRPr="0036235E">
          <w:rPr>
            <w:rStyle w:val="Hipercze"/>
            <w:noProof/>
          </w:rPr>
          <w:t xml:space="preserve">Tabela 10. Struktura elementu </w:t>
        </w:r>
        <w:r w:rsidR="00EE077E" w:rsidRPr="0036235E">
          <w:rPr>
            <w:rStyle w:val="Hipercze"/>
            <w:noProof/>
            <w:lang w:val="en-GB"/>
          </w:rPr>
          <w:t>HeaderType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_Toc182913225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17</w:t>
        </w:r>
        <w:r w:rsidR="00EE077E">
          <w:rPr>
            <w:noProof/>
            <w:webHidden/>
          </w:rPr>
          <w:fldChar w:fldCharType="end"/>
        </w:r>
      </w:hyperlink>
    </w:p>
    <w:p w14:paraId="72C1CB94" w14:textId="32EDD87C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6" w:history="1">
        <w:r w:rsidR="00EE077E" w:rsidRPr="0036235E">
          <w:rPr>
            <w:rStyle w:val="Hipercze"/>
            <w:noProof/>
          </w:rPr>
          <w:t xml:space="preserve">Tabela 11. Struktura elementu </w:t>
        </w:r>
        <w:r w:rsidR="00EE077E" w:rsidRPr="0036235E">
          <w:rPr>
            <w:rStyle w:val="Hipercze"/>
            <w:noProof/>
            <w:lang w:val="en-GB"/>
          </w:rPr>
          <w:t>AmountPayableType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_Toc182913226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18</w:t>
        </w:r>
        <w:r w:rsidR="00EE077E">
          <w:rPr>
            <w:noProof/>
            <w:webHidden/>
          </w:rPr>
          <w:fldChar w:fldCharType="end"/>
        </w:r>
      </w:hyperlink>
    </w:p>
    <w:p w14:paraId="0FABF1C4" w14:textId="7C78B199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7" w:history="1">
        <w:r w:rsidR="00EE077E" w:rsidRPr="0036235E">
          <w:rPr>
            <w:rStyle w:val="Hipercze"/>
            <w:noProof/>
          </w:rPr>
          <w:t xml:space="preserve">Tabela 12. Struktura elementu </w:t>
        </w:r>
        <w:r w:rsidR="00EE077E" w:rsidRPr="0036235E">
          <w:rPr>
            <w:rStyle w:val="Hipercze"/>
            <w:noProof/>
            <w:lang w:val="en-GB"/>
          </w:rPr>
          <w:t>CalcAmountPayableType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_Toc182913227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18</w:t>
        </w:r>
        <w:r w:rsidR="00EE077E">
          <w:rPr>
            <w:noProof/>
            <w:webHidden/>
          </w:rPr>
          <w:fldChar w:fldCharType="end"/>
        </w:r>
      </w:hyperlink>
    </w:p>
    <w:p w14:paraId="5266AF90" w14:textId="3952D8FB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8" w:history="1">
        <w:r w:rsidR="00EE077E" w:rsidRPr="0036235E">
          <w:rPr>
            <w:rStyle w:val="Hipercze"/>
            <w:noProof/>
          </w:rPr>
          <w:t xml:space="preserve">Tabela 13. Struktura elementu </w:t>
        </w:r>
        <w:r w:rsidR="00EE077E" w:rsidRPr="0036235E">
          <w:rPr>
            <w:rStyle w:val="Hipercze"/>
            <w:noProof/>
            <w:lang w:val="en-GB"/>
          </w:rPr>
          <w:t>ItemType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_Toc182913228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19</w:t>
        </w:r>
        <w:r w:rsidR="00EE077E">
          <w:rPr>
            <w:noProof/>
            <w:webHidden/>
          </w:rPr>
          <w:fldChar w:fldCharType="end"/>
        </w:r>
      </w:hyperlink>
    </w:p>
    <w:p w14:paraId="486A0C77" w14:textId="3EE102DE" w:rsidR="00EE077E" w:rsidRDefault="00B329C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13229" w:history="1">
        <w:r w:rsidR="00EE077E" w:rsidRPr="0036235E">
          <w:rPr>
            <w:rStyle w:val="Hipercze"/>
            <w:noProof/>
          </w:rPr>
          <w:t>Tabela 14. Reguły dotyczące deklaracji AKC-P</w:t>
        </w:r>
        <w:r w:rsidR="00EE077E">
          <w:rPr>
            <w:noProof/>
            <w:webHidden/>
          </w:rPr>
          <w:tab/>
        </w:r>
        <w:r w:rsidR="00EE077E">
          <w:rPr>
            <w:noProof/>
            <w:webHidden/>
          </w:rPr>
          <w:fldChar w:fldCharType="begin"/>
        </w:r>
        <w:r w:rsidR="00EE077E">
          <w:rPr>
            <w:noProof/>
            <w:webHidden/>
          </w:rPr>
          <w:instrText xml:space="preserve"> PAGEREF _Toc182913229 \h </w:instrText>
        </w:r>
        <w:r w:rsidR="00EE077E">
          <w:rPr>
            <w:noProof/>
            <w:webHidden/>
          </w:rPr>
        </w:r>
        <w:r w:rsidR="00EE077E">
          <w:rPr>
            <w:noProof/>
            <w:webHidden/>
          </w:rPr>
          <w:fldChar w:fldCharType="separate"/>
        </w:r>
        <w:r w:rsidR="00EE077E">
          <w:rPr>
            <w:noProof/>
            <w:webHidden/>
          </w:rPr>
          <w:t>20</w:t>
        </w:r>
        <w:r w:rsidR="00EE077E">
          <w:rPr>
            <w:noProof/>
            <w:webHidden/>
          </w:rPr>
          <w:fldChar w:fldCharType="end"/>
        </w:r>
      </w:hyperlink>
    </w:p>
    <w:p w14:paraId="19DCB0BB" w14:textId="276D1350" w:rsidR="0031739A" w:rsidRDefault="0006207D" w:rsidP="0031739A">
      <w:r w:rsidRPr="00383022">
        <w:fldChar w:fldCharType="end"/>
      </w:r>
      <w:bookmarkStart w:id="3" w:name="_Toc341696555"/>
      <w:bookmarkStart w:id="4" w:name="_Toc349568551"/>
      <w:r w:rsidR="0031739A">
        <w:br w:type="page"/>
      </w:r>
    </w:p>
    <w:p w14:paraId="372895A6" w14:textId="30612532" w:rsidR="003F3585" w:rsidRPr="0031739A" w:rsidRDefault="00004C2C" w:rsidP="0031739A">
      <w:pPr>
        <w:pStyle w:val="Nagwek1"/>
        <w:rPr>
          <w:lang w:val="pl-PL"/>
        </w:rPr>
      </w:pPr>
      <w:bookmarkStart w:id="5" w:name="_Toc182913203"/>
      <w:r w:rsidRPr="0031739A">
        <w:rPr>
          <w:lang w:val="pl-PL"/>
        </w:rPr>
        <w:lastRenderedPageBreak/>
        <w:t xml:space="preserve">Opis </w:t>
      </w:r>
      <w:r w:rsidR="00CE1C03" w:rsidRPr="0031739A">
        <w:rPr>
          <w:lang w:val="pl-PL"/>
        </w:rPr>
        <w:t>dokumentu</w:t>
      </w:r>
      <w:bookmarkEnd w:id="3"/>
      <w:bookmarkEnd w:id="4"/>
      <w:bookmarkEnd w:id="5"/>
    </w:p>
    <w:p w14:paraId="2B01C857" w14:textId="77777777" w:rsidR="00364DAC" w:rsidRPr="000217A5" w:rsidRDefault="00364DAC" w:rsidP="000217A5">
      <w:pPr>
        <w:pStyle w:val="Nagwek2"/>
      </w:pPr>
      <w:bookmarkStart w:id="6" w:name="_Toc349568552"/>
      <w:bookmarkStart w:id="7" w:name="_Toc361145794"/>
      <w:bookmarkStart w:id="8" w:name="_Toc182913204"/>
      <w:bookmarkStart w:id="9" w:name="_Toc341696556"/>
      <w:bookmarkStart w:id="10" w:name="_Toc349568553"/>
      <w:r w:rsidRPr="000217A5">
        <w:t>Cel dokumentu</w:t>
      </w:r>
      <w:bookmarkEnd w:id="6"/>
      <w:bookmarkEnd w:id="7"/>
      <w:bookmarkEnd w:id="8"/>
    </w:p>
    <w:p w14:paraId="7E6F6C92" w14:textId="77777777" w:rsidR="000D5EA2" w:rsidRPr="00970DD3" w:rsidRDefault="00690AD4" w:rsidP="00CB4FFC">
      <w:r w:rsidRPr="00970DD3">
        <w:t xml:space="preserve">Celem specyfikacji jest zdefiniowanie struktury i zawartości informacyjnej dokumentu XML (zwanej tutaj także komunikatem) deklaracji o wysokości akcyzy pobranej i wpłaconej przez płatnika AKC-P. </w:t>
      </w:r>
    </w:p>
    <w:p w14:paraId="13A51B5F" w14:textId="77777777" w:rsidR="00364DAC" w:rsidRPr="0031739A" w:rsidRDefault="00364DAC" w:rsidP="000217A5">
      <w:pPr>
        <w:pStyle w:val="Nagwek2"/>
      </w:pPr>
      <w:bookmarkStart w:id="11" w:name="_Toc361145795"/>
      <w:bookmarkStart w:id="12" w:name="_Toc182913205"/>
      <w:bookmarkStart w:id="13" w:name="_Toc341696557"/>
      <w:bookmarkStart w:id="14" w:name="_Ref343010193"/>
      <w:bookmarkStart w:id="15" w:name="_Toc349568554"/>
      <w:bookmarkEnd w:id="9"/>
      <w:bookmarkEnd w:id="10"/>
      <w:r w:rsidRPr="0031739A">
        <w:t>Zastosowanie</w:t>
      </w:r>
      <w:bookmarkEnd w:id="11"/>
      <w:bookmarkEnd w:id="12"/>
    </w:p>
    <w:p w14:paraId="4017C894" w14:textId="77777777" w:rsidR="00DD5E7B" w:rsidRPr="00970DD3" w:rsidRDefault="00DD5E7B" w:rsidP="00CB4FFC">
      <w:r w:rsidRPr="00970DD3">
        <w:t>Dokument jest stosowany, jako źródłowy przy projektowaniu, implementacji oraz tworzeniu dokumentacji testowej i użytkowej systemu.</w:t>
      </w:r>
    </w:p>
    <w:p w14:paraId="6B76B107" w14:textId="77777777" w:rsidR="00DD5E7B" w:rsidRPr="00970DD3" w:rsidRDefault="00DD5E7B" w:rsidP="00CB4FFC">
      <w:pPr>
        <w:rPr>
          <w:szCs w:val="22"/>
        </w:rPr>
      </w:pPr>
      <w:r w:rsidRPr="00970DD3">
        <w:rPr>
          <w:szCs w:val="22"/>
        </w:rPr>
        <w:t xml:space="preserve">Adresatem dokumentu jest zespół projektowy po stronie </w:t>
      </w:r>
      <w:r w:rsidR="002849B0" w:rsidRPr="00970DD3">
        <w:rPr>
          <w:szCs w:val="22"/>
        </w:rPr>
        <w:t xml:space="preserve">Administracji Skarbowej </w:t>
      </w:r>
      <w:r w:rsidRPr="00970DD3">
        <w:rPr>
          <w:szCs w:val="22"/>
        </w:rPr>
        <w:t>oraz zespoły: programistyczno-projektowy, testerów, dokumentalistów, po stronie Wykonawcy oraz Podmioty zewnętrzne składające deklaracje.</w:t>
      </w:r>
    </w:p>
    <w:p w14:paraId="43723C86" w14:textId="77777777" w:rsidR="007039FF" w:rsidRPr="0031739A" w:rsidRDefault="007039FF" w:rsidP="000217A5">
      <w:pPr>
        <w:pStyle w:val="Nagwek2"/>
      </w:pPr>
      <w:bookmarkStart w:id="16" w:name="_Toc361302788"/>
      <w:bookmarkStart w:id="17" w:name="_Toc361306139"/>
      <w:bookmarkStart w:id="18" w:name="_Toc182913206"/>
      <w:bookmarkStart w:id="19" w:name="_Toc341696558"/>
      <w:bookmarkStart w:id="20" w:name="_Toc349568555"/>
      <w:bookmarkStart w:id="21" w:name="_Toc361145797"/>
      <w:bookmarkStart w:id="22" w:name="_Toc341696559"/>
      <w:bookmarkStart w:id="23" w:name="_Toc349568556"/>
      <w:bookmarkEnd w:id="13"/>
      <w:bookmarkEnd w:id="14"/>
      <w:bookmarkEnd w:id="15"/>
      <w:bookmarkEnd w:id="16"/>
      <w:bookmarkEnd w:id="17"/>
      <w:r w:rsidRPr="0031739A">
        <w:t>Obowiązywanie</w:t>
      </w:r>
      <w:bookmarkEnd w:id="18"/>
    </w:p>
    <w:p w14:paraId="1088B893" w14:textId="77777777" w:rsidR="007039FF" w:rsidRPr="00970DD3" w:rsidRDefault="00464365" w:rsidP="00CB4FFC">
      <w:r w:rsidRPr="00970DD3">
        <w:t xml:space="preserve">Specyfikacja obowiązuje dla deklaracji składanych za okres miesięczny, gdy okres nie jest wcześniejszy </w:t>
      </w:r>
      <w:bookmarkStart w:id="24" w:name="_Hlk72702838"/>
      <w:r w:rsidRPr="00970DD3">
        <w:t>niż luty 2017 roku</w:t>
      </w:r>
      <w:r w:rsidR="00A127DE" w:rsidRPr="00970DD3">
        <w:t xml:space="preserve"> oraz nie jest późniejszy niż </w:t>
      </w:r>
      <w:r w:rsidR="00F425CE" w:rsidRPr="00970DD3">
        <w:t>maj</w:t>
      </w:r>
      <w:r w:rsidR="00A127DE" w:rsidRPr="00970DD3">
        <w:t xml:space="preserve"> 2021 roku</w:t>
      </w:r>
      <w:r w:rsidRPr="00970DD3">
        <w:t>.</w:t>
      </w:r>
      <w:bookmarkEnd w:id="24"/>
    </w:p>
    <w:p w14:paraId="681D9559" w14:textId="77777777" w:rsidR="00364DAC" w:rsidRPr="0031739A" w:rsidRDefault="00364DAC" w:rsidP="000217A5">
      <w:pPr>
        <w:pStyle w:val="Nagwek2"/>
      </w:pPr>
      <w:bookmarkStart w:id="25" w:name="_Toc182913207"/>
      <w:r w:rsidRPr="0031739A">
        <w:t>Dokumenty obowiązujące i pomocnicze</w:t>
      </w:r>
      <w:bookmarkEnd w:id="19"/>
      <w:bookmarkEnd w:id="20"/>
      <w:bookmarkEnd w:id="21"/>
      <w:bookmarkEnd w:id="25"/>
    </w:p>
    <w:p w14:paraId="51F76F24" w14:textId="77777777" w:rsidR="003F3585" w:rsidRPr="0031739A" w:rsidRDefault="003F3585" w:rsidP="000217A5">
      <w:pPr>
        <w:pStyle w:val="Nagwek3"/>
      </w:pPr>
      <w:bookmarkStart w:id="26" w:name="_Toc182913208"/>
      <w:r w:rsidRPr="0031739A">
        <w:t xml:space="preserve">Dokumenty </w:t>
      </w:r>
      <w:r w:rsidR="00437081" w:rsidRPr="0031739A">
        <w:t>o</w:t>
      </w:r>
      <w:r w:rsidR="00E92D9D" w:rsidRPr="0031739A">
        <w:t>bo</w:t>
      </w:r>
      <w:r w:rsidR="00437081" w:rsidRPr="0031739A">
        <w:t>wiązując</w:t>
      </w:r>
      <w:r w:rsidRPr="0031739A">
        <w:t>e</w:t>
      </w:r>
      <w:bookmarkEnd w:id="22"/>
      <w:bookmarkEnd w:id="23"/>
      <w:bookmarkEnd w:id="26"/>
    </w:p>
    <w:p w14:paraId="1C6FA2EE" w14:textId="250D8347" w:rsidR="007353A8" w:rsidRPr="00970DD3" w:rsidRDefault="007353A8" w:rsidP="00795987">
      <w:pPr>
        <w:pStyle w:val="Legenda"/>
      </w:pPr>
      <w:bookmarkStart w:id="27" w:name="_Ref341107414"/>
      <w:bookmarkStart w:id="28" w:name="_Toc182913218"/>
      <w:r w:rsidRPr="00970DD3">
        <w:t xml:space="preserve">Tabela </w:t>
      </w:r>
      <w:fldSimple w:instr=" SEQ Tabela \* ARABIC ">
        <w:r w:rsidR="00594690">
          <w:rPr>
            <w:noProof/>
          </w:rPr>
          <w:t>3</w:t>
        </w:r>
      </w:fldSimple>
      <w:bookmarkEnd w:id="27"/>
      <w:r w:rsidRPr="00970DD3">
        <w:t xml:space="preserve">. Wykaz dokumentów </w:t>
      </w:r>
      <w:r w:rsidR="00437081" w:rsidRPr="00970DD3">
        <w:t>obowiązując</w:t>
      </w:r>
      <w:r w:rsidRPr="00970DD3">
        <w:t>ych</w:t>
      </w:r>
      <w:bookmarkEnd w:id="28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970DD3" w14:paraId="0E3597B2" w14:textId="77777777" w:rsidTr="00D46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01CA38B1" w14:textId="77777777" w:rsidR="00C00D08" w:rsidRPr="00D46C9B" w:rsidRDefault="00C00D08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45ED8291" w14:textId="77777777" w:rsidR="00C00D08" w:rsidRPr="00D46C9B" w:rsidRDefault="00C00D08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11" w:type="dxa"/>
          </w:tcPr>
          <w:p w14:paraId="43B6CB38" w14:textId="77777777" w:rsidR="00C00D08" w:rsidRPr="00D46C9B" w:rsidRDefault="00C00D08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569F0C51" w14:textId="77777777" w:rsidR="00C00D08" w:rsidRPr="00D46C9B" w:rsidRDefault="00C00D08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196" w:type="dxa"/>
          </w:tcPr>
          <w:p w14:paraId="2EA86BA0" w14:textId="77777777" w:rsidR="00C00D08" w:rsidRPr="00D46C9B" w:rsidRDefault="00C00D08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684C5D" w:rsidRPr="00970DD3" w14:paraId="7D4EDA16" w14:textId="77777777" w:rsidTr="00D46C9B">
        <w:tc>
          <w:tcPr>
            <w:tcW w:w="480" w:type="dxa"/>
          </w:tcPr>
          <w:p w14:paraId="39092E7A" w14:textId="77777777" w:rsidR="00684C5D" w:rsidRPr="008566FF" w:rsidRDefault="00684C5D" w:rsidP="00795987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9" w:name="_Ref361653747"/>
          </w:p>
        </w:tc>
        <w:bookmarkEnd w:id="29"/>
        <w:tc>
          <w:tcPr>
            <w:tcW w:w="3840" w:type="dxa"/>
          </w:tcPr>
          <w:p w14:paraId="3048DB9B" w14:textId="77777777" w:rsidR="00684C5D" w:rsidRPr="008566FF" w:rsidRDefault="00684C5D" w:rsidP="00795987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761DA89D" w14:textId="77777777" w:rsidR="00684C5D" w:rsidRPr="008566FF" w:rsidRDefault="00684C5D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2849B0" w:rsidRPr="008566FF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6ADA9109" w14:textId="77777777" w:rsidR="00684C5D" w:rsidRPr="008566FF" w:rsidRDefault="00684C5D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5DFAE5CD" w14:textId="77777777" w:rsidR="00684C5D" w:rsidRPr="008566FF" w:rsidRDefault="00684C5D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4F94A2E8" w14:textId="77777777" w:rsidR="00EE077E" w:rsidRDefault="00EE077E">
      <w:pPr>
        <w:spacing w:before="0" w:after="0" w:line="240" w:lineRule="auto"/>
        <w:rPr>
          <w:b/>
          <w:bCs/>
          <w:sz w:val="28"/>
          <w:szCs w:val="26"/>
          <w:lang w:val="x-none"/>
        </w:rPr>
      </w:pPr>
      <w:bookmarkStart w:id="30" w:name="_Toc341696560"/>
      <w:bookmarkStart w:id="31" w:name="_Toc349568557"/>
      <w:bookmarkStart w:id="32" w:name="_Toc361655060"/>
      <w:bookmarkStart w:id="33" w:name="_Toc182913209"/>
      <w:r>
        <w:br w:type="page"/>
      </w:r>
    </w:p>
    <w:p w14:paraId="55117E6B" w14:textId="43A8530F" w:rsidR="004C53A2" w:rsidRPr="00970DD3" w:rsidRDefault="004C53A2" w:rsidP="00D84D26">
      <w:pPr>
        <w:pStyle w:val="Nagwek3"/>
      </w:pPr>
      <w:r w:rsidRPr="00970DD3">
        <w:lastRenderedPageBreak/>
        <w:t>Dokumenty pomocnicze</w:t>
      </w:r>
      <w:bookmarkEnd w:id="30"/>
      <w:bookmarkEnd w:id="31"/>
      <w:bookmarkEnd w:id="32"/>
      <w:bookmarkEnd w:id="33"/>
    </w:p>
    <w:p w14:paraId="1B2BB59A" w14:textId="60E6D257" w:rsidR="004C53A2" w:rsidRPr="00970DD3" w:rsidRDefault="004C53A2" w:rsidP="00795987">
      <w:pPr>
        <w:pStyle w:val="Legenda"/>
      </w:pPr>
      <w:bookmarkStart w:id="34" w:name="_Toc361655088"/>
      <w:bookmarkStart w:id="35" w:name="_Toc182913219"/>
      <w:r w:rsidRPr="00970DD3">
        <w:t xml:space="preserve">Tabela </w:t>
      </w:r>
      <w:fldSimple w:instr=" SEQ Tabela \* ARABIC ">
        <w:r w:rsidR="00594690">
          <w:rPr>
            <w:noProof/>
          </w:rPr>
          <w:t>4</w:t>
        </w:r>
      </w:fldSimple>
      <w:r w:rsidRPr="00970DD3">
        <w:t>. Wykaz dokumentów pomocniczych</w:t>
      </w:r>
      <w:bookmarkEnd w:id="34"/>
      <w:bookmarkEnd w:id="35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970DD3" w14:paraId="1E3C36AE" w14:textId="77777777" w:rsidTr="00D46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76E2898B" w14:textId="77777777" w:rsidR="004C53A2" w:rsidRPr="00D46C9B" w:rsidRDefault="004C53A2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6BC386F7" w14:textId="77777777" w:rsidR="004C53A2" w:rsidRPr="00D46C9B" w:rsidRDefault="004C53A2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00" w:type="dxa"/>
          </w:tcPr>
          <w:p w14:paraId="471D9A1B" w14:textId="77777777" w:rsidR="004C53A2" w:rsidRPr="00D46C9B" w:rsidRDefault="004C53A2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55ADD8B2" w14:textId="77777777" w:rsidR="004C53A2" w:rsidRPr="00D46C9B" w:rsidRDefault="004C53A2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200" w:type="dxa"/>
          </w:tcPr>
          <w:p w14:paraId="095F0B2B" w14:textId="77777777" w:rsidR="004C53A2" w:rsidRPr="00D46C9B" w:rsidRDefault="004C53A2" w:rsidP="00795987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D46C9B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8D1626" w:rsidRPr="00970DD3" w14:paraId="661E04FE" w14:textId="77777777" w:rsidTr="00D46C9B">
        <w:tc>
          <w:tcPr>
            <w:tcW w:w="480" w:type="dxa"/>
          </w:tcPr>
          <w:p w14:paraId="070A84AF" w14:textId="77777777" w:rsidR="008D1626" w:rsidRPr="008566FF" w:rsidRDefault="008D1626" w:rsidP="00795987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3990EE63" w14:textId="77777777" w:rsidR="008D1626" w:rsidRPr="008566FF" w:rsidRDefault="008D162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08162A61" w14:textId="77777777" w:rsidR="008D1626" w:rsidRPr="008566FF" w:rsidRDefault="008D162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564799E" w14:textId="77777777" w:rsidR="008D1626" w:rsidRPr="008566FF" w:rsidRDefault="008D162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A9A8CF3" w14:textId="77777777" w:rsidR="008D1626" w:rsidRPr="008566FF" w:rsidRDefault="008D1626" w:rsidP="0079598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E022E02" w14:textId="77777777" w:rsidR="003F3585" w:rsidRPr="00970DD3" w:rsidRDefault="00C43119" w:rsidP="00795987">
      <w:pPr>
        <w:pStyle w:val="Nagwek3"/>
      </w:pPr>
      <w:bookmarkStart w:id="36" w:name="_Toc341696562"/>
      <w:bookmarkStart w:id="37" w:name="_Toc349568559"/>
      <w:bookmarkStart w:id="38" w:name="_Toc182913210"/>
      <w:r w:rsidRPr="00970DD3">
        <w:t xml:space="preserve">Skróty i </w:t>
      </w:r>
      <w:r w:rsidR="00E92D9D" w:rsidRPr="00970DD3">
        <w:t>ak</w:t>
      </w:r>
      <w:r w:rsidR="003F3585" w:rsidRPr="00970DD3">
        <w:t>ronimy</w:t>
      </w:r>
      <w:bookmarkEnd w:id="36"/>
      <w:bookmarkEnd w:id="37"/>
      <w:bookmarkEnd w:id="38"/>
    </w:p>
    <w:p w14:paraId="34ACA29F" w14:textId="14B425ED" w:rsidR="008566FF" w:rsidRDefault="008566FF" w:rsidP="00795987">
      <w:pPr>
        <w:pStyle w:val="Legenda"/>
        <w:keepNext/>
      </w:pPr>
      <w:bookmarkStart w:id="39" w:name="_Toc182913220"/>
      <w:r>
        <w:t xml:space="preserve">Tabela </w:t>
      </w:r>
      <w:fldSimple w:instr=" SEQ Tabela \* ARABIC ">
        <w:r w:rsidR="00594690">
          <w:rPr>
            <w:noProof/>
          </w:rPr>
          <w:t>5</w:t>
        </w:r>
      </w:fldSimple>
      <w:r>
        <w:t xml:space="preserve">. </w:t>
      </w:r>
      <w:r w:rsidRPr="00681214">
        <w:t>Wykaz skrótów i akronimów</w:t>
      </w:r>
      <w:bookmarkEnd w:id="39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970DD3" w14:paraId="2B1AD343" w14:textId="77777777" w:rsidTr="00D46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21280D9E" w14:textId="77777777" w:rsidR="00810B20" w:rsidRPr="00D46C9B" w:rsidRDefault="00810B20" w:rsidP="0079598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D46C9B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189F1CA6" w14:textId="77777777" w:rsidR="00810B20" w:rsidRPr="00D46C9B" w:rsidRDefault="00810B20" w:rsidP="0079598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D46C9B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810B20" w:rsidRPr="00970DD3" w14:paraId="5EE0AF39" w14:textId="77777777" w:rsidTr="00D46C9B">
        <w:tc>
          <w:tcPr>
            <w:tcW w:w="2988" w:type="dxa"/>
          </w:tcPr>
          <w:p w14:paraId="3F278BB4" w14:textId="77777777" w:rsidR="00810B20" w:rsidRPr="00D46C9B" w:rsidRDefault="00810B20" w:rsidP="00795987">
            <w:pPr>
              <w:pStyle w:val="Tabelazwyky"/>
              <w:rPr>
                <w:lang w:val="en-GB"/>
              </w:rPr>
            </w:pPr>
            <w:r w:rsidRPr="00D46C9B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6B27547A" w14:textId="77777777" w:rsidR="00810B20" w:rsidRPr="008566FF" w:rsidRDefault="00810B20" w:rsidP="00795987">
            <w:pPr>
              <w:pStyle w:val="Tabelazwyky"/>
            </w:pPr>
            <w:proofErr w:type="spellStart"/>
            <w:r w:rsidRPr="0031739A">
              <w:rPr>
                <w:i/>
              </w:rPr>
              <w:t>Automated</w:t>
            </w:r>
            <w:proofErr w:type="spellEnd"/>
            <w:r w:rsidRPr="0031739A">
              <w:rPr>
                <w:i/>
              </w:rPr>
              <w:t xml:space="preserve"> Import System</w:t>
            </w:r>
            <w:r w:rsidRPr="008566FF">
              <w:t xml:space="preserve"> – Automatyczny System Importu. Także projekt „Programu e-Cło”.</w:t>
            </w:r>
          </w:p>
        </w:tc>
      </w:tr>
      <w:tr w:rsidR="00810B20" w:rsidRPr="00970DD3" w14:paraId="213D6B16" w14:textId="77777777" w:rsidTr="00D46C9B">
        <w:tc>
          <w:tcPr>
            <w:tcW w:w="2988" w:type="dxa"/>
          </w:tcPr>
          <w:p w14:paraId="6CAF14EA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13C254D7" w14:textId="77777777" w:rsidR="00810B20" w:rsidRPr="008566FF" w:rsidRDefault="00810B20" w:rsidP="00795987">
            <w:pPr>
              <w:pStyle w:val="Tabelazwyky"/>
            </w:pPr>
            <w:r w:rsidRPr="008566FF">
              <w:t>Hurtownia danych Administracji Celnej.</w:t>
            </w:r>
          </w:p>
        </w:tc>
      </w:tr>
      <w:tr w:rsidR="00810B20" w:rsidRPr="00970DD3" w14:paraId="29790559" w14:textId="77777777" w:rsidTr="00D46C9B">
        <w:tc>
          <w:tcPr>
            <w:tcW w:w="2988" w:type="dxa"/>
          </w:tcPr>
          <w:p w14:paraId="4C42008F" w14:textId="77777777" w:rsidR="00810B20" w:rsidRPr="00D46C9B" w:rsidRDefault="00810B20" w:rsidP="00795987">
            <w:pPr>
              <w:pStyle w:val="Tabelazwyky"/>
              <w:rPr>
                <w:lang w:val="en-GB"/>
              </w:rPr>
            </w:pPr>
            <w:r w:rsidRPr="00D46C9B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1B1C586D" w14:textId="77777777" w:rsidR="00810B20" w:rsidRPr="008566FF" w:rsidRDefault="00810B20" w:rsidP="00795987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8566FF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810B20" w:rsidRPr="00970DD3" w14:paraId="3107F488" w14:textId="77777777" w:rsidTr="00D46C9B">
        <w:tc>
          <w:tcPr>
            <w:tcW w:w="2988" w:type="dxa"/>
          </w:tcPr>
          <w:p w14:paraId="22CEE034" w14:textId="77777777" w:rsidR="00810B20" w:rsidRPr="00D46C9B" w:rsidRDefault="00810B20" w:rsidP="00795987">
            <w:pPr>
              <w:pStyle w:val="Tabelazwyky"/>
              <w:rPr>
                <w:lang w:val="en-GB"/>
              </w:rPr>
            </w:pPr>
            <w:r w:rsidRPr="00D46C9B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757BFF8F" w14:textId="77777777" w:rsidR="00810B20" w:rsidRPr="008566FF" w:rsidRDefault="00810B20" w:rsidP="00795987">
            <w:pPr>
              <w:pStyle w:val="Tabelazwyky"/>
              <w:rPr>
                <w:lang w:val="fr-FR"/>
              </w:rPr>
            </w:pPr>
            <w:r w:rsidRPr="0022303E">
              <w:rPr>
                <w:i/>
                <w:lang w:val="en-GB"/>
              </w:rPr>
              <w:t>EU Customs Information Portal</w:t>
            </w:r>
            <w:r w:rsidRPr="008566FF">
              <w:rPr>
                <w:i/>
                <w:lang w:val="fr-FR"/>
              </w:rPr>
              <w:t xml:space="preserve"> </w:t>
            </w:r>
            <w:r w:rsidRPr="008566FF">
              <w:rPr>
                <w:lang w:val="fr-FR"/>
              </w:rPr>
              <w:t>– Europejski</w:t>
            </w:r>
            <w:r w:rsidRPr="008566FF">
              <w:rPr>
                <w:i/>
                <w:lang w:val="fr-FR"/>
              </w:rPr>
              <w:t xml:space="preserve"> </w:t>
            </w:r>
            <w:r w:rsidRPr="008566FF">
              <w:rPr>
                <w:lang w:val="fr-FR"/>
              </w:rPr>
              <w:t xml:space="preserve">Portal Informacji Celnej. </w:t>
            </w:r>
          </w:p>
        </w:tc>
      </w:tr>
      <w:tr w:rsidR="00810B20" w:rsidRPr="00970DD3" w14:paraId="3BF77B38" w14:textId="77777777" w:rsidTr="00D46C9B">
        <w:tc>
          <w:tcPr>
            <w:tcW w:w="2988" w:type="dxa"/>
          </w:tcPr>
          <w:p w14:paraId="193CC852" w14:textId="77777777" w:rsidR="00810B20" w:rsidRPr="00D46C9B" w:rsidRDefault="00810B20" w:rsidP="00795987">
            <w:pPr>
              <w:pStyle w:val="Tabelazwyky"/>
              <w:rPr>
                <w:lang w:val="en-GB"/>
              </w:rPr>
            </w:pPr>
            <w:r w:rsidRPr="00D46C9B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4BDDAD22" w14:textId="77777777" w:rsidR="00810B20" w:rsidRPr="008566FF" w:rsidRDefault="00810B20" w:rsidP="00795987">
            <w:pPr>
              <w:pStyle w:val="Tabelazwyky"/>
            </w:pPr>
            <w:proofErr w:type="spellStart"/>
            <w:r w:rsidRPr="0031739A">
              <w:rPr>
                <w:i/>
              </w:rPr>
              <w:t>European</w:t>
            </w:r>
            <w:proofErr w:type="spellEnd"/>
            <w:r w:rsidRPr="0031739A">
              <w:rPr>
                <w:i/>
              </w:rPr>
              <w:t xml:space="preserve"> </w:t>
            </w:r>
            <w:proofErr w:type="spellStart"/>
            <w:r w:rsidRPr="0031739A">
              <w:rPr>
                <w:i/>
              </w:rPr>
              <w:t>Customs</w:t>
            </w:r>
            <w:proofErr w:type="spellEnd"/>
            <w:r w:rsidRPr="0031739A">
              <w:rPr>
                <w:i/>
              </w:rPr>
              <w:t xml:space="preserve"> Information Portal</w:t>
            </w:r>
            <w:r w:rsidRPr="008566FF">
              <w:t xml:space="preserve"> - Europejski Informacyjny Portal Celny</w:t>
            </w:r>
          </w:p>
          <w:p w14:paraId="1247C5CD" w14:textId="77777777" w:rsidR="00810B20" w:rsidRPr="008566FF" w:rsidRDefault="00810B20" w:rsidP="00795987">
            <w:pPr>
              <w:pStyle w:val="Tabelazwyky"/>
            </w:pPr>
            <w:r w:rsidRPr="0031739A">
              <w:rPr>
                <w:i/>
              </w:rPr>
              <w:t xml:space="preserve">Single </w:t>
            </w:r>
            <w:proofErr w:type="spellStart"/>
            <w:r w:rsidRPr="0031739A">
              <w:rPr>
                <w:i/>
              </w:rPr>
              <w:t>Electronic</w:t>
            </w:r>
            <w:proofErr w:type="spellEnd"/>
            <w:r w:rsidRPr="0031739A">
              <w:rPr>
                <w:i/>
              </w:rPr>
              <w:t xml:space="preserve"> Access Point</w:t>
            </w:r>
            <w:r w:rsidRPr="008566FF">
              <w:t xml:space="preserve"> - Pojedynczy Elektroniczny Punkt Dostępu</w:t>
            </w:r>
          </w:p>
          <w:p w14:paraId="667BF1C8" w14:textId="77777777" w:rsidR="00810B20" w:rsidRPr="008566FF" w:rsidRDefault="00810B20" w:rsidP="00795987">
            <w:pPr>
              <w:pStyle w:val="Tabelazwyky"/>
            </w:pPr>
            <w:r w:rsidRPr="008566FF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970DD3" w14:paraId="32963C1B" w14:textId="77777777" w:rsidTr="00D46C9B">
        <w:tc>
          <w:tcPr>
            <w:tcW w:w="2988" w:type="dxa"/>
          </w:tcPr>
          <w:p w14:paraId="203EECF6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29155623" w14:textId="77777777" w:rsidR="00810B20" w:rsidRPr="008566FF" w:rsidRDefault="00810B20" w:rsidP="00795987">
            <w:pPr>
              <w:pStyle w:val="Tabelazwyky"/>
            </w:pPr>
            <w:r w:rsidRPr="008566FF">
              <w:rPr>
                <w:i/>
              </w:rPr>
              <w:t>Enterprise Service Bus</w:t>
            </w:r>
            <w:r w:rsidRPr="008566FF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970DD3" w14:paraId="398B44CC" w14:textId="77777777" w:rsidTr="00D46C9B">
        <w:tc>
          <w:tcPr>
            <w:tcW w:w="2988" w:type="dxa"/>
          </w:tcPr>
          <w:p w14:paraId="488CA4E9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569F54F6" w14:textId="77777777" w:rsidR="00810B20" w:rsidRPr="008566FF" w:rsidRDefault="00810B20" w:rsidP="00795987">
            <w:pPr>
              <w:pStyle w:val="Tabelazwyky"/>
            </w:pPr>
            <w:r w:rsidRPr="008566FF">
              <w:t xml:space="preserve">Ewidencja Spraw Karnych Skarbowych - system informatyczny usprawniający pracę </w:t>
            </w:r>
            <w:r w:rsidR="002849B0" w:rsidRPr="008566FF">
              <w:t xml:space="preserve">Administracji Skarbowej </w:t>
            </w:r>
            <w:r w:rsidRPr="008566FF">
              <w:t xml:space="preserve">w zakresie rejestracji spraw o przestępstwa </w:t>
            </w:r>
            <w:r w:rsidRPr="008566FF">
              <w:br/>
              <w:t xml:space="preserve">i wykroczenia skarbowe oraz ewidencjonowania grzywien </w:t>
            </w:r>
            <w:r w:rsidRPr="008566FF">
              <w:lastRenderedPageBreak/>
              <w:t xml:space="preserve">nakładanych </w:t>
            </w:r>
            <w:r w:rsidRPr="008566FF">
              <w:br/>
              <w:t>w drodze mandatu karnego.</w:t>
            </w:r>
          </w:p>
        </w:tc>
      </w:tr>
      <w:tr w:rsidR="00810B20" w:rsidRPr="00970DD3" w14:paraId="2AFDE597" w14:textId="77777777" w:rsidTr="00D46C9B">
        <w:tc>
          <w:tcPr>
            <w:tcW w:w="2988" w:type="dxa"/>
          </w:tcPr>
          <w:p w14:paraId="2EDB2160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lastRenderedPageBreak/>
              <w:t>HERMES2</w:t>
            </w:r>
          </w:p>
        </w:tc>
        <w:tc>
          <w:tcPr>
            <w:tcW w:w="6240" w:type="dxa"/>
          </w:tcPr>
          <w:p w14:paraId="279C1C7E" w14:textId="77777777" w:rsidR="00810B20" w:rsidRPr="008566FF" w:rsidRDefault="00810B20" w:rsidP="00795987">
            <w:pPr>
              <w:pStyle w:val="Tabelazwyky"/>
            </w:pPr>
            <w:r w:rsidRPr="008566FF">
              <w:t>Projekt „Programu e-Cło” obejmujący wdrożenie Systemu Zarządzania Zasobami Ludzkimi.</w:t>
            </w:r>
          </w:p>
        </w:tc>
      </w:tr>
      <w:tr w:rsidR="00810B20" w:rsidRPr="00970DD3" w14:paraId="736FF430" w14:textId="77777777" w:rsidTr="00D46C9B">
        <w:tc>
          <w:tcPr>
            <w:tcW w:w="2988" w:type="dxa"/>
          </w:tcPr>
          <w:p w14:paraId="695DA732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48E42518" w14:textId="77777777" w:rsidR="00810B20" w:rsidRPr="008566FF" w:rsidRDefault="00810B20" w:rsidP="00795987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31739A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31739A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31739A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8566FF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810B20" w:rsidRPr="00970DD3" w14:paraId="202EF269" w14:textId="77777777" w:rsidTr="00D46C9B">
        <w:tc>
          <w:tcPr>
            <w:tcW w:w="2988" w:type="dxa"/>
          </w:tcPr>
          <w:p w14:paraId="28F7D9EA" w14:textId="77777777" w:rsidR="00810B20" w:rsidRPr="00D46C9B" w:rsidRDefault="00810B20" w:rsidP="00795987">
            <w:pPr>
              <w:pStyle w:val="Tabelazwyky"/>
              <w:rPr>
                <w:lang w:val="en-GB"/>
              </w:rPr>
            </w:pPr>
            <w:r w:rsidRPr="00D46C9B">
              <w:rPr>
                <w:lang w:val="en-GB"/>
              </w:rPr>
              <w:t>ISZTAR</w:t>
            </w:r>
          </w:p>
        </w:tc>
        <w:tc>
          <w:tcPr>
            <w:tcW w:w="6240" w:type="dxa"/>
          </w:tcPr>
          <w:p w14:paraId="476F9EE1" w14:textId="77777777" w:rsidR="00810B20" w:rsidRPr="008566FF" w:rsidRDefault="00810B20" w:rsidP="00795987">
            <w:pPr>
              <w:pStyle w:val="Tabelazwyky"/>
            </w:pPr>
            <w:r w:rsidRPr="008566FF">
              <w:t xml:space="preserve">System Zintegrowanej Taryfy Celnej. </w:t>
            </w:r>
          </w:p>
        </w:tc>
      </w:tr>
      <w:tr w:rsidR="00810B20" w:rsidRPr="00970DD3" w14:paraId="43EE1380" w14:textId="77777777" w:rsidTr="00D46C9B">
        <w:tc>
          <w:tcPr>
            <w:tcW w:w="2988" w:type="dxa"/>
          </w:tcPr>
          <w:p w14:paraId="4416635C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29EEA99F" w14:textId="1AE6749D" w:rsidR="00810B20" w:rsidRPr="008566FF" w:rsidRDefault="00810B20" w:rsidP="00795987">
            <w:pPr>
              <w:pStyle w:val="Tabelazwyky"/>
            </w:pPr>
            <w:r w:rsidRPr="008566FF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31739A">
              <w:t>Integrated</w:t>
            </w:r>
            <w:proofErr w:type="spellEnd"/>
            <w:r w:rsidRPr="0031739A">
              <w:t xml:space="preserve"> </w:t>
            </w:r>
            <w:proofErr w:type="spellStart"/>
            <w:r w:rsidRPr="0031739A">
              <w:t>Tariff</w:t>
            </w:r>
            <w:proofErr w:type="spellEnd"/>
            <w:r w:rsidRPr="0031739A">
              <w:t xml:space="preserve"> Environment i TARIC</w:t>
            </w:r>
            <w:r w:rsidRPr="008566FF">
              <w:t xml:space="preserve"> oraz opracowane testy regresywne i </w:t>
            </w:r>
            <w:r w:rsidR="0022303E" w:rsidRPr="008566FF">
              <w:t>przebudowę,</w:t>
            </w:r>
            <w:r w:rsidRPr="008566FF">
              <w:t xml:space="preserve"> i integrację EBTI PL z portalem ECIP PL. Projekt Programu e-Cło.</w:t>
            </w:r>
          </w:p>
        </w:tc>
      </w:tr>
      <w:tr w:rsidR="00810B20" w:rsidRPr="00970DD3" w14:paraId="5CDDAB0A" w14:textId="77777777" w:rsidTr="00D46C9B">
        <w:tc>
          <w:tcPr>
            <w:tcW w:w="2988" w:type="dxa"/>
          </w:tcPr>
          <w:p w14:paraId="1F6EEE11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7DAFD079" w14:textId="77777777" w:rsidR="00810B20" w:rsidRPr="008566FF" w:rsidRDefault="00810B20" w:rsidP="00795987">
            <w:pPr>
              <w:pStyle w:val="Tabelazwyky"/>
            </w:pPr>
            <w:r w:rsidRPr="008566FF">
              <w:rPr>
                <w:color w:val="000000"/>
              </w:rPr>
              <w:t>P</w:t>
            </w:r>
            <w:r w:rsidRPr="008566FF">
              <w:t>rojekt „Programu e-Cło” Zintegrowany System Obsługi Zabezpieczeń.</w:t>
            </w:r>
          </w:p>
        </w:tc>
      </w:tr>
      <w:tr w:rsidR="00810B20" w:rsidRPr="00970DD3" w14:paraId="642AFB23" w14:textId="77777777" w:rsidTr="00D46C9B">
        <w:tc>
          <w:tcPr>
            <w:tcW w:w="2988" w:type="dxa"/>
          </w:tcPr>
          <w:p w14:paraId="3EF78CDA" w14:textId="77777777" w:rsidR="00810B20" w:rsidRPr="00D46C9B" w:rsidRDefault="00810B20" w:rsidP="00795987">
            <w:pPr>
              <w:pStyle w:val="Tabelazwyky"/>
              <w:rPr>
                <w:lang w:val="en-GB"/>
              </w:rPr>
            </w:pPr>
            <w:r w:rsidRPr="00D46C9B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39E36874" w14:textId="77777777" w:rsidR="00810B20" w:rsidRPr="008566FF" w:rsidRDefault="00810B20" w:rsidP="00795987">
            <w:pPr>
              <w:pStyle w:val="Tabelazwyky"/>
            </w:pPr>
            <w:proofErr w:type="spellStart"/>
            <w:r w:rsidRPr="0031739A">
              <w:rPr>
                <w:i/>
              </w:rPr>
              <w:t>OWNRESources</w:t>
            </w:r>
            <w:proofErr w:type="spellEnd"/>
            <w:r w:rsidRPr="008566FF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970DD3" w14:paraId="6CD46F93" w14:textId="77777777" w:rsidTr="00D46C9B">
        <w:tc>
          <w:tcPr>
            <w:tcW w:w="2988" w:type="dxa"/>
          </w:tcPr>
          <w:p w14:paraId="5FF1551D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485B2CDA" w14:textId="27CE76EB" w:rsidR="00810B20" w:rsidRPr="008566FF" w:rsidRDefault="00810B20" w:rsidP="00795987">
            <w:pPr>
              <w:pStyle w:val="Tabelazwyky"/>
            </w:pPr>
            <w:r w:rsidRPr="008566FF">
              <w:t xml:space="preserve">Podsystem Danych Referencyjnych – komponenty funkcjonalne do utrzymywania i udostępniania danych referencyjnych w systemach operacyjnych administracji celnej. Również </w:t>
            </w:r>
            <w:r w:rsidR="0022303E" w:rsidRPr="008566FF">
              <w:t>rozumiany</w:t>
            </w:r>
            <w:r w:rsidRPr="008566FF">
              <w:t xml:space="preserve"> jako system danych referencyjnych PDR, będący produktem projektu PDR, realizowanego w ramach Programu e-Cło.</w:t>
            </w:r>
          </w:p>
        </w:tc>
      </w:tr>
      <w:tr w:rsidR="00810B20" w:rsidRPr="00970DD3" w14:paraId="411BA967" w14:textId="77777777" w:rsidTr="00D46C9B">
        <w:tc>
          <w:tcPr>
            <w:tcW w:w="2988" w:type="dxa"/>
          </w:tcPr>
          <w:p w14:paraId="2CC94613" w14:textId="77777777" w:rsidR="00810B20" w:rsidRPr="00D46C9B" w:rsidRDefault="00810B20" w:rsidP="00795987">
            <w:pPr>
              <w:pStyle w:val="Tabelazwyky"/>
              <w:rPr>
                <w:lang w:val="en-GB"/>
              </w:rPr>
            </w:pPr>
            <w:r w:rsidRPr="00D46C9B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4092217E" w14:textId="36B4ED6A" w:rsidR="00810B20" w:rsidRPr="008566FF" w:rsidRDefault="00810B20" w:rsidP="00795987">
            <w:pPr>
              <w:pStyle w:val="Tabelazwyky"/>
            </w:pPr>
            <w:r w:rsidRPr="008566FF">
              <w:t xml:space="preserve">Projekt Programu e-Cło przewidujący stworzenie jednolitego podsystemu uwierzytelniania dla wszystkich systemów i użytkowników wewnętrznych  wraz  z </w:t>
            </w:r>
            <w:r w:rsidRPr="0031739A">
              <w:rPr>
                <w:i/>
              </w:rPr>
              <w:t xml:space="preserve">Public </w:t>
            </w:r>
            <w:proofErr w:type="spellStart"/>
            <w:r w:rsidRPr="0031739A">
              <w:rPr>
                <w:i/>
              </w:rPr>
              <w:t>Key</w:t>
            </w:r>
            <w:proofErr w:type="spellEnd"/>
            <w:r w:rsidRPr="0031739A">
              <w:rPr>
                <w:i/>
              </w:rPr>
              <w:t xml:space="preserve"> </w:t>
            </w:r>
            <w:proofErr w:type="spellStart"/>
            <w:r w:rsidRPr="0031739A">
              <w:rPr>
                <w:i/>
              </w:rPr>
              <w:t>Infrastructure</w:t>
            </w:r>
            <w:proofErr w:type="spellEnd"/>
            <w:r w:rsidRPr="008566FF">
              <w:t xml:space="preserve"> i funkcjonalnością/technologią jednokrotnego uwierzytelniania </w:t>
            </w:r>
            <w:r w:rsidRPr="0031739A">
              <w:rPr>
                <w:i/>
              </w:rPr>
              <w:t xml:space="preserve">Single </w:t>
            </w:r>
            <w:proofErr w:type="spellStart"/>
            <w:r w:rsidRPr="0031739A">
              <w:rPr>
                <w:i/>
              </w:rPr>
              <w:t>Sign</w:t>
            </w:r>
            <w:proofErr w:type="spellEnd"/>
            <w:r w:rsidRPr="0031739A">
              <w:rPr>
                <w:i/>
              </w:rPr>
              <w:t xml:space="preserve"> On</w:t>
            </w:r>
            <w:r w:rsidRPr="0031739A">
              <w:t xml:space="preserve"> (SSO)</w:t>
            </w:r>
            <w:r w:rsidRPr="008566FF">
              <w:t>.</w:t>
            </w:r>
          </w:p>
        </w:tc>
      </w:tr>
      <w:tr w:rsidR="00810B20" w:rsidRPr="00970DD3" w14:paraId="2BD5E582" w14:textId="77777777" w:rsidTr="00D46C9B">
        <w:tc>
          <w:tcPr>
            <w:tcW w:w="2988" w:type="dxa"/>
          </w:tcPr>
          <w:p w14:paraId="5D3EAAF5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240" w:type="dxa"/>
          </w:tcPr>
          <w:p w14:paraId="48317157" w14:textId="77777777" w:rsidR="00810B20" w:rsidRPr="008566FF" w:rsidRDefault="00810B20" w:rsidP="00795987">
            <w:pPr>
              <w:pStyle w:val="Tabelazwyky"/>
            </w:pPr>
            <w:r w:rsidRPr="008566FF"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970DD3" w14:paraId="79A44038" w14:textId="77777777" w:rsidTr="00D46C9B">
        <w:tc>
          <w:tcPr>
            <w:tcW w:w="2988" w:type="dxa"/>
          </w:tcPr>
          <w:p w14:paraId="47D269F8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lastRenderedPageBreak/>
              <w:t>SK</w:t>
            </w:r>
          </w:p>
        </w:tc>
        <w:tc>
          <w:tcPr>
            <w:tcW w:w="6240" w:type="dxa"/>
          </w:tcPr>
          <w:p w14:paraId="6E381C58" w14:textId="77777777" w:rsidR="00810B20" w:rsidRPr="008566FF" w:rsidRDefault="00810B20" w:rsidP="0079598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566FF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810B20" w:rsidRPr="00970DD3" w14:paraId="3508407B" w14:textId="77777777" w:rsidTr="00D46C9B">
        <w:tc>
          <w:tcPr>
            <w:tcW w:w="2988" w:type="dxa"/>
          </w:tcPr>
          <w:p w14:paraId="2D40A60C" w14:textId="77777777" w:rsidR="00810B20" w:rsidRPr="00D46C9B" w:rsidRDefault="00810B20" w:rsidP="00795987">
            <w:pPr>
              <w:pStyle w:val="Tabelazwyky"/>
              <w:rPr>
                <w:lang w:val="en-GB"/>
              </w:rPr>
            </w:pPr>
            <w:r w:rsidRPr="00D46C9B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242EDE06" w14:textId="77777777" w:rsidR="00810B20" w:rsidRPr="008566FF" w:rsidRDefault="00810B20" w:rsidP="00795987">
            <w:pPr>
              <w:pStyle w:val="Tabelazwyky"/>
            </w:pPr>
            <w:r w:rsidRPr="008566FF">
              <w:t xml:space="preserve">Architektura oparta na usługach (ang. </w:t>
            </w:r>
            <w:r w:rsidRPr="0031739A">
              <w:t>Service-</w:t>
            </w:r>
            <w:proofErr w:type="spellStart"/>
            <w:r w:rsidRPr="0031739A">
              <w:t>Oriented</w:t>
            </w:r>
            <w:proofErr w:type="spellEnd"/>
            <w:r w:rsidRPr="0031739A">
              <w:t xml:space="preserve"> Architecture</w:t>
            </w:r>
            <w:r w:rsidRPr="008566FF"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810B20" w:rsidRPr="00970DD3" w14:paraId="4CD12C1D" w14:textId="77777777" w:rsidTr="00D46C9B">
        <w:tc>
          <w:tcPr>
            <w:tcW w:w="2988" w:type="dxa"/>
          </w:tcPr>
          <w:p w14:paraId="189E8049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SOAP</w:t>
            </w:r>
          </w:p>
        </w:tc>
        <w:tc>
          <w:tcPr>
            <w:tcW w:w="6240" w:type="dxa"/>
          </w:tcPr>
          <w:p w14:paraId="13AC1C95" w14:textId="77777777" w:rsidR="00810B20" w:rsidRPr="008566FF" w:rsidRDefault="00810B20" w:rsidP="00795987">
            <w:pPr>
              <w:pStyle w:val="Tabelazwyky"/>
            </w:pPr>
            <w:r w:rsidRPr="0031739A">
              <w:rPr>
                <w:i/>
              </w:rPr>
              <w:t xml:space="preserve">Simple Object Access </w:t>
            </w:r>
            <w:proofErr w:type="spellStart"/>
            <w:r w:rsidRPr="0031739A">
              <w:rPr>
                <w:i/>
              </w:rPr>
              <w:t>Protocol</w:t>
            </w:r>
            <w:proofErr w:type="spellEnd"/>
            <w:r w:rsidRPr="008566FF">
              <w:t xml:space="preserve"> – protokół wywoływania zdalnego dostępu do obiektów, wykorzystujący XML do kodowania wywołań.</w:t>
            </w:r>
          </w:p>
        </w:tc>
      </w:tr>
      <w:tr w:rsidR="00810B20" w:rsidRPr="00970DD3" w14:paraId="4986015A" w14:textId="77777777" w:rsidTr="00D46C9B">
        <w:tc>
          <w:tcPr>
            <w:tcW w:w="2988" w:type="dxa"/>
          </w:tcPr>
          <w:p w14:paraId="0F961FEB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0D532383" w14:textId="77777777" w:rsidR="00810B20" w:rsidRPr="008566FF" w:rsidRDefault="00810B20" w:rsidP="00795987">
            <w:pPr>
              <w:pStyle w:val="Tabelazwyky"/>
            </w:pPr>
            <w:r w:rsidRPr="0031739A">
              <w:rPr>
                <w:i/>
              </w:rPr>
              <w:t xml:space="preserve">Single </w:t>
            </w:r>
            <w:proofErr w:type="spellStart"/>
            <w:r w:rsidRPr="0031739A">
              <w:rPr>
                <w:i/>
              </w:rPr>
              <w:t>Sign</w:t>
            </w:r>
            <w:proofErr w:type="spellEnd"/>
            <w:r w:rsidRPr="0031739A">
              <w:rPr>
                <w:i/>
              </w:rPr>
              <w:t xml:space="preserve"> On</w:t>
            </w:r>
            <w:r w:rsidRPr="008566FF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970DD3" w14:paraId="659AF2EF" w14:textId="77777777" w:rsidTr="00D46C9B">
        <w:tc>
          <w:tcPr>
            <w:tcW w:w="2988" w:type="dxa"/>
          </w:tcPr>
          <w:p w14:paraId="34EEAC58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43566CDB" w14:textId="77777777" w:rsidR="00810B20" w:rsidRPr="008566FF" w:rsidRDefault="00810B20" w:rsidP="00795987">
            <w:pPr>
              <w:pStyle w:val="Tabelazwyky"/>
            </w:pPr>
            <w:r w:rsidRPr="008566FF">
              <w:t>System Zintegrowanej Rejestracji Przedsiębiorców. Projekt „Programu e-Cło”.</w:t>
            </w:r>
          </w:p>
        </w:tc>
      </w:tr>
      <w:tr w:rsidR="00810B20" w:rsidRPr="00970DD3" w14:paraId="53F5AFD1" w14:textId="77777777" w:rsidTr="00D46C9B">
        <w:tc>
          <w:tcPr>
            <w:tcW w:w="2988" w:type="dxa"/>
          </w:tcPr>
          <w:p w14:paraId="0466B1D0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72C03D1E" w14:textId="77777777" w:rsidR="00810B20" w:rsidRPr="008566FF" w:rsidRDefault="00810B20" w:rsidP="00795987">
            <w:pPr>
              <w:pStyle w:val="Tabelazwyky"/>
            </w:pPr>
            <w:r w:rsidRPr="008566FF">
              <w:t>Informatyczny System Obsługi Budżetu Państwa.</w:t>
            </w:r>
          </w:p>
        </w:tc>
      </w:tr>
      <w:tr w:rsidR="00810B20" w:rsidRPr="00970DD3" w14:paraId="5AFCECC6" w14:textId="77777777" w:rsidTr="00D46C9B">
        <w:tc>
          <w:tcPr>
            <w:tcW w:w="2988" w:type="dxa"/>
          </w:tcPr>
          <w:p w14:paraId="1366D1F3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6A9115C4" w14:textId="77777777" w:rsidR="00810B20" w:rsidRPr="008566FF" w:rsidRDefault="00810B20" w:rsidP="0079598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566FF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31739A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8566FF">
              <w:rPr>
                <w:rFonts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31739A">
              <w:rPr>
                <w:rFonts w:cs="Arial"/>
                <w:sz w:val="20"/>
                <w:szCs w:val="20"/>
              </w:rPr>
              <w:t xml:space="preserve">Business </w:t>
            </w:r>
            <w:proofErr w:type="spellStart"/>
            <w:r w:rsidRPr="0031739A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31739A">
              <w:rPr>
                <w:rFonts w:cs="Arial"/>
                <w:sz w:val="20"/>
                <w:szCs w:val="20"/>
              </w:rPr>
              <w:t xml:space="preserve"> Management, BPM</w:t>
            </w:r>
            <w:r w:rsidRPr="008566FF">
              <w:rPr>
                <w:rFonts w:cs="Arial"/>
                <w:sz w:val="20"/>
                <w:szCs w:val="20"/>
              </w:rPr>
              <w:t>).</w:t>
            </w:r>
          </w:p>
        </w:tc>
      </w:tr>
      <w:tr w:rsidR="00810B20" w:rsidRPr="00970DD3" w14:paraId="1B0D6882" w14:textId="77777777" w:rsidTr="00D46C9B">
        <w:tc>
          <w:tcPr>
            <w:tcW w:w="2988" w:type="dxa"/>
          </w:tcPr>
          <w:p w14:paraId="34144956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094E472E" w14:textId="77777777" w:rsidR="00810B20" w:rsidRPr="008566FF" w:rsidRDefault="00810B20" w:rsidP="00795987">
            <w:pPr>
              <w:pStyle w:val="Tabelazwyky"/>
            </w:pPr>
            <w:r w:rsidRPr="0031739A">
              <w:rPr>
                <w:i/>
              </w:rPr>
              <w:t>Write-Off Management and Information System</w:t>
            </w:r>
            <w:r w:rsidRPr="008566FF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970DD3" w14:paraId="6DC65428" w14:textId="77777777" w:rsidTr="00D46C9B">
        <w:tc>
          <w:tcPr>
            <w:tcW w:w="2988" w:type="dxa"/>
          </w:tcPr>
          <w:p w14:paraId="6C6F10ED" w14:textId="77777777" w:rsidR="00810B20" w:rsidRPr="00D46C9B" w:rsidRDefault="00810B2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D46C9B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7BE93BCC" w14:textId="77777777" w:rsidR="00810B20" w:rsidRPr="008566FF" w:rsidRDefault="00810B2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</w:t>
            </w:r>
            <w:r w:rsidRPr="008566F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3DA7E9EF" w14:textId="77777777" w:rsidR="00810B20" w:rsidRPr="008566FF" w:rsidRDefault="00810B2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970DD3" w14:paraId="505025E7" w14:textId="77777777" w:rsidTr="00D46C9B">
        <w:tc>
          <w:tcPr>
            <w:tcW w:w="2988" w:type="dxa"/>
          </w:tcPr>
          <w:p w14:paraId="6C9776AB" w14:textId="77777777" w:rsidR="00810B20" w:rsidRPr="00D46C9B" w:rsidRDefault="00810B2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D46C9B">
              <w:rPr>
                <w:rFonts w:ascii="Lato" w:hAnsi="Lato" w:cs="Arial"/>
                <w:sz w:val="20"/>
                <w:szCs w:val="20"/>
                <w:lang w:val="en-GB" w:eastAsia="pl-PL"/>
              </w:rPr>
              <w:lastRenderedPageBreak/>
              <w:t>XML</w:t>
            </w:r>
          </w:p>
        </w:tc>
        <w:tc>
          <w:tcPr>
            <w:tcW w:w="6240" w:type="dxa"/>
          </w:tcPr>
          <w:p w14:paraId="09B06CF2" w14:textId="77777777" w:rsidR="00810B20" w:rsidRPr="008566FF" w:rsidRDefault="00810B2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</w:t>
            </w:r>
            <w:r w:rsidRPr="008566F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970DD3" w14:paraId="49A7F80E" w14:textId="77777777" w:rsidTr="00D46C9B">
        <w:tc>
          <w:tcPr>
            <w:tcW w:w="2988" w:type="dxa"/>
          </w:tcPr>
          <w:p w14:paraId="2DCAEC48" w14:textId="77777777" w:rsidR="00810B20" w:rsidRPr="00D46C9B" w:rsidRDefault="00810B2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D46C9B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240" w:type="dxa"/>
          </w:tcPr>
          <w:p w14:paraId="5CD74612" w14:textId="77777777" w:rsidR="00810B20" w:rsidRPr="008566FF" w:rsidRDefault="00810B2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566F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970DD3" w14:paraId="05C63136" w14:textId="77777777" w:rsidTr="00D46C9B">
        <w:tc>
          <w:tcPr>
            <w:tcW w:w="2988" w:type="dxa"/>
          </w:tcPr>
          <w:p w14:paraId="4BE410EB" w14:textId="77777777" w:rsidR="00810B20" w:rsidRPr="00D46C9B" w:rsidRDefault="00810B2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D46C9B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0769ED6D" w14:textId="77777777" w:rsidR="00810B20" w:rsidRPr="008566FF" w:rsidRDefault="00810B2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</w:t>
            </w:r>
            <w:r w:rsidRPr="008566FF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 - plik zawierający definicje </w:t>
            </w:r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31739A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8566FF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810B20" w:rsidRPr="00970DD3" w14:paraId="518B06EE" w14:textId="77777777" w:rsidTr="00D46C9B">
        <w:tc>
          <w:tcPr>
            <w:tcW w:w="2988" w:type="dxa"/>
          </w:tcPr>
          <w:p w14:paraId="1F5AAA74" w14:textId="77777777" w:rsidR="00810B20" w:rsidRPr="00D46C9B" w:rsidRDefault="00810B20" w:rsidP="00795987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D46C9B">
              <w:rPr>
                <w:rFonts w:cs="Arial"/>
                <w:sz w:val="20"/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7449E2B4" w14:textId="77777777" w:rsidR="00810B20" w:rsidRPr="008566FF" w:rsidRDefault="00810B20" w:rsidP="0079598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8566FF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5D95B5E5" w14:textId="77777777" w:rsidR="003F3585" w:rsidRPr="00970DD3" w:rsidRDefault="00C43119" w:rsidP="00795987">
      <w:pPr>
        <w:pStyle w:val="Nagwek3"/>
      </w:pPr>
      <w:bookmarkStart w:id="40" w:name="_Toc349568560"/>
      <w:bookmarkStart w:id="41" w:name="_Toc182913211"/>
      <w:r w:rsidRPr="00970DD3">
        <w:t>Terminy</w:t>
      </w:r>
      <w:bookmarkEnd w:id="40"/>
      <w:bookmarkEnd w:id="41"/>
    </w:p>
    <w:p w14:paraId="536FFF70" w14:textId="02BEBA13" w:rsidR="00034C39" w:rsidRPr="00970DD3" w:rsidRDefault="00034C39" w:rsidP="00795987">
      <w:pPr>
        <w:pStyle w:val="Z2PodpisRysunkuTabeli"/>
      </w:pPr>
      <w:bookmarkStart w:id="42" w:name="_Toc182913221"/>
      <w:r w:rsidRPr="00970DD3">
        <w:t xml:space="preserve">Tabela </w:t>
      </w:r>
      <w:fldSimple w:instr=" SEQ Tabela \* ARABIC ">
        <w:r w:rsidR="00594690">
          <w:rPr>
            <w:noProof/>
          </w:rPr>
          <w:t>6</w:t>
        </w:r>
      </w:fldSimple>
      <w:r w:rsidRPr="00970DD3">
        <w:t>. Wykaz definicji</w:t>
      </w:r>
      <w:bookmarkEnd w:id="4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970DD3" w14:paraId="28903C46" w14:textId="77777777" w:rsidTr="00CD25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0AA73F16" w14:textId="77777777" w:rsidR="00034C39" w:rsidRPr="00CD2568" w:rsidRDefault="00034C39" w:rsidP="0079598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CD2568">
              <w:rPr>
                <w:rFonts w:ascii="Lato" w:hAnsi="Lato" w:cs="Arial"/>
                <w:b/>
                <w:bCs/>
                <w:szCs w:val="18"/>
              </w:rPr>
              <w:t>Termin</w:t>
            </w:r>
          </w:p>
        </w:tc>
        <w:tc>
          <w:tcPr>
            <w:tcW w:w="6476" w:type="dxa"/>
          </w:tcPr>
          <w:p w14:paraId="4D2BE8D6" w14:textId="77777777" w:rsidR="00034C39" w:rsidRPr="00CD2568" w:rsidRDefault="00034C39" w:rsidP="00795987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CD2568">
              <w:rPr>
                <w:rFonts w:ascii="Lato" w:hAnsi="Lato" w:cs="Arial"/>
                <w:b/>
                <w:bCs/>
                <w:szCs w:val="18"/>
              </w:rPr>
              <w:t>Definicja</w:t>
            </w:r>
          </w:p>
        </w:tc>
      </w:tr>
      <w:tr w:rsidR="00D64ACB" w:rsidRPr="00970DD3" w14:paraId="47ADFD08" w14:textId="77777777" w:rsidTr="00CD2568">
        <w:tc>
          <w:tcPr>
            <w:tcW w:w="2988" w:type="dxa"/>
          </w:tcPr>
          <w:p w14:paraId="40651DCD" w14:textId="77777777" w:rsidR="00D64ACB" w:rsidRPr="00250047" w:rsidRDefault="00716456" w:rsidP="00795987">
            <w:pPr>
              <w:rPr>
                <w:rFonts w:cs="Arial"/>
                <w:sz w:val="20"/>
                <w:szCs w:val="20"/>
              </w:rPr>
            </w:pPr>
            <w:r w:rsidRPr="00250047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235092F" w14:textId="77777777" w:rsidR="00D64ACB" w:rsidRPr="00250047" w:rsidRDefault="00716456" w:rsidP="00795987">
            <w:pPr>
              <w:rPr>
                <w:rFonts w:cs="Arial"/>
                <w:sz w:val="20"/>
                <w:szCs w:val="20"/>
              </w:rPr>
            </w:pPr>
            <w:r w:rsidRPr="00250047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970DD3" w14:paraId="1D13AC16" w14:textId="77777777" w:rsidTr="00CD2568">
        <w:tc>
          <w:tcPr>
            <w:tcW w:w="2988" w:type="dxa"/>
          </w:tcPr>
          <w:p w14:paraId="78D0F525" w14:textId="77777777" w:rsidR="00D64ACB" w:rsidRPr="00250047" w:rsidRDefault="002336F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250047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03598A1A" w14:textId="77777777" w:rsidR="00D64ACB" w:rsidRPr="00250047" w:rsidRDefault="002336F0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250047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970DD3" w14:paraId="65163A0F" w14:textId="77777777" w:rsidTr="00CD2568">
        <w:tc>
          <w:tcPr>
            <w:tcW w:w="2988" w:type="dxa"/>
          </w:tcPr>
          <w:p w14:paraId="16BD9B04" w14:textId="77777777" w:rsidR="00D64ACB" w:rsidRPr="0022303E" w:rsidRDefault="00983089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22303E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02F0A5D3" w14:textId="77777777" w:rsidR="00D64ACB" w:rsidRPr="00250047" w:rsidRDefault="00983089" w:rsidP="0079598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250047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0BE4A50" w14:textId="77777777" w:rsidR="008304F5" w:rsidRPr="00970DD3" w:rsidRDefault="008304F5" w:rsidP="00795987">
      <w:pPr>
        <w:pStyle w:val="Nagwek1"/>
      </w:pPr>
      <w:bookmarkStart w:id="43" w:name="_Toc349568561"/>
      <w:bookmarkStart w:id="44" w:name="_Toc182913212"/>
      <w:r w:rsidRPr="00970DD3">
        <w:rPr>
          <w:lang w:val="pl-PL"/>
        </w:rPr>
        <w:lastRenderedPageBreak/>
        <w:t>Zawartość merytoryczna dokumentu</w:t>
      </w:r>
      <w:bookmarkEnd w:id="43"/>
      <w:bookmarkEnd w:id="44"/>
    </w:p>
    <w:p w14:paraId="3F35A904" w14:textId="77777777" w:rsidR="00654129" w:rsidRPr="00970DD3" w:rsidRDefault="00D64ACB" w:rsidP="00CB4FFC">
      <w:r w:rsidRPr="00970DD3">
        <w:t xml:space="preserve">Dokument zawiera </w:t>
      </w:r>
      <w:r w:rsidR="005E6523" w:rsidRPr="00970DD3">
        <w:t>definicje struktury i zawartości informacyjnej dokumentu XML (zwanej tutaj także komunikatem) deklaracji o wysokości akcyzy pobranej i wpłaconej przez płatnika AKC-P.</w:t>
      </w:r>
    </w:p>
    <w:p w14:paraId="08A1E303" w14:textId="5604BF64" w:rsidR="00D64ACB" w:rsidRPr="00970DD3" w:rsidRDefault="00D64ACB" w:rsidP="00CB4FFC">
      <w:pPr>
        <w:rPr>
          <w:rFonts w:cs="Arial"/>
          <w:sz w:val="18"/>
          <w:szCs w:val="18"/>
        </w:rPr>
      </w:pPr>
      <w:r w:rsidRPr="00970DD3">
        <w:t>Struktury danych wspólne dla wszystkich zestawów u</w:t>
      </w:r>
      <w:r w:rsidR="00237AB5" w:rsidRPr="00970DD3">
        <w:t>sług zostały umieszczone w plikach</w:t>
      </w:r>
      <w:r w:rsidRPr="00970DD3">
        <w:t xml:space="preserve"> </w:t>
      </w:r>
      <w:r w:rsidR="00897644" w:rsidRPr="0031739A">
        <w:t>Types.xsd, Trader.xsd</w:t>
      </w:r>
      <w:r w:rsidR="00897644" w:rsidRPr="00970DD3">
        <w:t>.</w:t>
      </w:r>
    </w:p>
    <w:p w14:paraId="458E946D" w14:textId="2E2F3FA1" w:rsidR="00D64ACB" w:rsidRPr="00970DD3" w:rsidRDefault="00D64ACB" w:rsidP="00795987">
      <w:pPr>
        <w:pStyle w:val="Z2PodpisRysunkuTabeli"/>
      </w:pPr>
      <w:bookmarkStart w:id="45" w:name="_Toc348954995"/>
      <w:bookmarkStart w:id="46" w:name="_Toc182913222"/>
      <w:r w:rsidRPr="00970DD3">
        <w:t xml:space="preserve">Tabela </w:t>
      </w:r>
      <w:fldSimple w:instr=" SEQ Tabela \* ARABIC ">
        <w:r w:rsidR="00594690">
          <w:rPr>
            <w:noProof/>
          </w:rPr>
          <w:t>7</w:t>
        </w:r>
      </w:fldSimple>
      <w:r w:rsidRPr="00970DD3">
        <w:t xml:space="preserve">. </w:t>
      </w:r>
      <w:r w:rsidR="00847416" w:rsidRPr="00970DD3">
        <w:t>Powiązanie plików</w:t>
      </w:r>
      <w:r w:rsidRPr="00970DD3">
        <w:t xml:space="preserve"> XSD</w:t>
      </w:r>
      <w:bookmarkEnd w:id="45"/>
      <w:bookmarkEnd w:id="46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1627"/>
        <w:gridCol w:w="7653"/>
      </w:tblGrid>
      <w:tr w:rsidR="00847416" w:rsidRPr="00970DD3" w14:paraId="35345EB2" w14:textId="77777777" w:rsidTr="00CD25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27" w:type="dxa"/>
          </w:tcPr>
          <w:p w14:paraId="09E0E521" w14:textId="77777777" w:rsidR="00847416" w:rsidRPr="00CD2568" w:rsidRDefault="00847416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CD2568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7653" w:type="dxa"/>
          </w:tcPr>
          <w:p w14:paraId="13C2DA10" w14:textId="77777777" w:rsidR="00847416" w:rsidRPr="00CD2568" w:rsidRDefault="00847416" w:rsidP="00795987">
            <w:pPr>
              <w:pStyle w:val="Z2Nagwektabeli"/>
              <w:rPr>
                <w:rFonts w:ascii="Lato" w:hAnsi="Lato"/>
                <w:b/>
                <w:bCs/>
              </w:rPr>
            </w:pPr>
            <w:r w:rsidRPr="00CD2568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970DD3" w14:paraId="4D4A70AE" w14:textId="77777777" w:rsidTr="00CD2568">
        <w:tc>
          <w:tcPr>
            <w:tcW w:w="1627" w:type="dxa"/>
          </w:tcPr>
          <w:p w14:paraId="3521A60F" w14:textId="77777777" w:rsidR="00847416" w:rsidRPr="004636BA" w:rsidRDefault="00847416" w:rsidP="00795987">
            <w:pPr>
              <w:rPr>
                <w:rFonts w:cs="Arial"/>
                <w:sz w:val="20"/>
                <w:szCs w:val="20"/>
                <w:lang w:val="en-GB"/>
              </w:rPr>
            </w:pPr>
            <w:r w:rsidRPr="004636BA">
              <w:rPr>
                <w:rFonts w:cs="Arial"/>
                <w:sz w:val="20"/>
                <w:szCs w:val="20"/>
                <w:lang w:val="en-GB"/>
              </w:rPr>
              <w:t xml:space="preserve">Types.xsd, </w:t>
            </w:r>
          </w:p>
          <w:p w14:paraId="66EC6DA8" w14:textId="77777777" w:rsidR="007B6312" w:rsidRPr="004636BA" w:rsidRDefault="00427278" w:rsidP="00795987">
            <w:pPr>
              <w:rPr>
                <w:rFonts w:cs="Arial"/>
                <w:sz w:val="20"/>
                <w:szCs w:val="20"/>
                <w:lang w:val="en-GB"/>
              </w:rPr>
            </w:pPr>
            <w:r w:rsidRPr="004636BA">
              <w:rPr>
                <w:rFonts w:cs="Arial"/>
                <w:sz w:val="20"/>
                <w:szCs w:val="20"/>
                <w:lang w:val="en-GB"/>
              </w:rPr>
              <w:t>Trader.xsd.</w:t>
            </w:r>
          </w:p>
        </w:tc>
        <w:tc>
          <w:tcPr>
            <w:tcW w:w="7653" w:type="dxa"/>
          </w:tcPr>
          <w:p w14:paraId="1737A891" w14:textId="77777777" w:rsidR="00847416" w:rsidRPr="000948AD" w:rsidRDefault="00847416" w:rsidP="00795987">
            <w:pPr>
              <w:rPr>
                <w:rFonts w:cs="Arial"/>
                <w:sz w:val="20"/>
                <w:szCs w:val="20"/>
              </w:rPr>
            </w:pPr>
            <w:r w:rsidRPr="000948AD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0948AD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970DD3" w14:paraId="4A52238F" w14:textId="77777777" w:rsidTr="00CD2568">
        <w:tc>
          <w:tcPr>
            <w:tcW w:w="1627" w:type="dxa"/>
          </w:tcPr>
          <w:p w14:paraId="3BD1B148" w14:textId="77777777" w:rsidR="00847416" w:rsidRPr="004636BA" w:rsidRDefault="00022515" w:rsidP="00795987">
            <w:pPr>
              <w:rPr>
                <w:rFonts w:cs="Arial"/>
                <w:sz w:val="20"/>
                <w:szCs w:val="20"/>
                <w:lang w:val="en-GB"/>
              </w:rPr>
            </w:pPr>
            <w:r w:rsidRPr="004636BA">
              <w:rPr>
                <w:rFonts w:cs="Arial"/>
                <w:sz w:val="20"/>
                <w:szCs w:val="20"/>
                <w:lang w:val="en-GB"/>
              </w:rPr>
              <w:t>AKC_P</w:t>
            </w:r>
            <w:r w:rsidR="00847416" w:rsidRPr="004636BA">
              <w:rPr>
                <w:rFonts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653" w:type="dxa"/>
          </w:tcPr>
          <w:p w14:paraId="768AEA79" w14:textId="77777777" w:rsidR="00847416" w:rsidRPr="000948AD" w:rsidRDefault="00897644" w:rsidP="00795987">
            <w:pPr>
              <w:rPr>
                <w:rFonts w:cs="Arial"/>
                <w:sz w:val="20"/>
                <w:szCs w:val="20"/>
              </w:rPr>
            </w:pPr>
            <w:r w:rsidRPr="000948AD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2A6BC6D0" w14:textId="77777777" w:rsidR="004E2C82" w:rsidRPr="00970DD3" w:rsidRDefault="007B6312" w:rsidP="00795987">
      <w:pPr>
        <w:pStyle w:val="Nagwek1"/>
        <w:ind w:left="431" w:hanging="431"/>
      </w:pPr>
      <w:bookmarkStart w:id="47" w:name="_Toc182913213"/>
      <w:r w:rsidRPr="00970DD3">
        <w:rPr>
          <w:lang w:val="pl-PL"/>
        </w:rPr>
        <w:lastRenderedPageBreak/>
        <w:t>Specyfikacja deklaracji AKC_</w:t>
      </w:r>
      <w:r w:rsidR="00097986" w:rsidRPr="00970DD3">
        <w:rPr>
          <w:lang w:val="pl-PL"/>
        </w:rPr>
        <w:t>P</w:t>
      </w:r>
      <w:bookmarkEnd w:id="47"/>
    </w:p>
    <w:p w14:paraId="03B6E0AC" w14:textId="77777777" w:rsidR="00CA300B" w:rsidRPr="00970DD3" w:rsidRDefault="00667866" w:rsidP="00CB4FFC">
      <w:r w:rsidRPr="00970DD3">
        <w:t>Struktury typu</w:t>
      </w:r>
      <w:r w:rsidR="00A812AD" w:rsidRPr="00970DD3">
        <w:t xml:space="preserve"> </w:t>
      </w:r>
      <w:proofErr w:type="spellStart"/>
      <w:r w:rsidR="00A812AD" w:rsidRPr="0098788E">
        <w:rPr>
          <w:lang w:val="en-GB"/>
        </w:rPr>
        <w:t>ZIdentification</w:t>
      </w:r>
      <w:proofErr w:type="spellEnd"/>
      <w:r w:rsidR="00A812AD" w:rsidRPr="0098788E">
        <w:rPr>
          <w:lang w:val="en-GB"/>
        </w:rPr>
        <w:t>,</w:t>
      </w:r>
      <w:r w:rsidR="00BF033E" w:rsidRPr="0098788E">
        <w:rPr>
          <w:lang w:val="en-GB"/>
        </w:rPr>
        <w:t xml:space="preserve"> </w:t>
      </w:r>
      <w:proofErr w:type="spellStart"/>
      <w:r w:rsidR="00BF033E" w:rsidRPr="0098788E">
        <w:rPr>
          <w:lang w:val="en-GB"/>
        </w:rPr>
        <w:t>Z</w:t>
      </w:r>
      <w:r w:rsidR="00A812AD" w:rsidRPr="0098788E">
        <w:rPr>
          <w:lang w:val="en-GB"/>
        </w:rPr>
        <w:t>C</w:t>
      </w:r>
      <w:r w:rsidR="00BF033E" w:rsidRPr="0098788E">
        <w:rPr>
          <w:lang w:val="en-GB"/>
        </w:rPr>
        <w:t>ustomsOffice</w:t>
      </w:r>
      <w:proofErr w:type="spellEnd"/>
      <w:r w:rsidR="00BF033E" w:rsidRPr="0098788E">
        <w:rPr>
          <w:lang w:val="en-GB"/>
        </w:rPr>
        <w:t>,</w:t>
      </w:r>
      <w:r w:rsidRPr="0098788E">
        <w:rPr>
          <w:lang w:val="en-GB"/>
        </w:rPr>
        <w:t xml:space="preserve"> </w:t>
      </w:r>
      <w:proofErr w:type="spellStart"/>
      <w:r w:rsidR="00942D6B" w:rsidRPr="0098788E">
        <w:rPr>
          <w:lang w:val="en-GB"/>
        </w:rPr>
        <w:t>ZCorporate</w:t>
      </w:r>
      <w:proofErr w:type="spellEnd"/>
      <w:r w:rsidR="00942D6B" w:rsidRPr="0098788E">
        <w:rPr>
          <w:lang w:val="en-GB"/>
        </w:rPr>
        <w:t xml:space="preserve">, </w:t>
      </w:r>
      <w:proofErr w:type="spellStart"/>
      <w:r w:rsidR="002D03E2" w:rsidRPr="0098788E">
        <w:rPr>
          <w:lang w:val="en-GB"/>
        </w:rPr>
        <w:t>ZCarDetails</w:t>
      </w:r>
      <w:proofErr w:type="spellEnd"/>
      <w:r w:rsidR="002D03E2" w:rsidRPr="0098788E">
        <w:rPr>
          <w:lang w:val="en-GB"/>
        </w:rPr>
        <w:t>,</w:t>
      </w:r>
      <w:r w:rsidR="00AA2D51" w:rsidRPr="0098788E">
        <w:rPr>
          <w:lang w:val="en-GB"/>
        </w:rPr>
        <w:t xml:space="preserve"> </w:t>
      </w:r>
      <w:proofErr w:type="spellStart"/>
      <w:r w:rsidR="00AA2D51" w:rsidRPr="0098788E">
        <w:rPr>
          <w:lang w:val="en-GB"/>
        </w:rPr>
        <w:t>Z</w:t>
      </w:r>
      <w:r w:rsidR="008E4224" w:rsidRPr="0098788E">
        <w:rPr>
          <w:lang w:val="en-GB"/>
        </w:rPr>
        <w:t>Ext</w:t>
      </w:r>
      <w:r w:rsidR="00AA2D51" w:rsidRPr="0098788E">
        <w:rPr>
          <w:lang w:val="en-GB"/>
        </w:rPr>
        <w:t>Statement</w:t>
      </w:r>
      <w:proofErr w:type="spellEnd"/>
      <w:r w:rsidR="00AA2D51" w:rsidRPr="0098788E">
        <w:rPr>
          <w:lang w:val="en-GB"/>
        </w:rPr>
        <w:t>,</w:t>
      </w:r>
      <w:r w:rsidR="00BF033E" w:rsidRPr="0098788E">
        <w:rPr>
          <w:lang w:val="en-GB"/>
        </w:rPr>
        <w:t xml:space="preserve"> </w:t>
      </w:r>
      <w:proofErr w:type="spellStart"/>
      <w:r w:rsidR="00241767" w:rsidRPr="0098788E">
        <w:rPr>
          <w:lang w:val="en-GB"/>
        </w:rPr>
        <w:t>ZNumeric</w:t>
      </w:r>
      <w:proofErr w:type="spellEnd"/>
      <w:r w:rsidR="00241767" w:rsidRPr="0098788E">
        <w:rPr>
          <w:lang w:val="en-GB"/>
        </w:rPr>
        <w:t xml:space="preserve">, </w:t>
      </w:r>
      <w:proofErr w:type="spellStart"/>
      <w:r w:rsidR="00BF033E" w:rsidRPr="0098788E">
        <w:rPr>
          <w:lang w:val="en-GB"/>
        </w:rPr>
        <w:t>ZAmountC</w:t>
      </w:r>
      <w:proofErr w:type="spellEnd"/>
      <w:r w:rsidR="00BF033E" w:rsidRPr="0098788E">
        <w:rPr>
          <w:lang w:val="en-GB"/>
        </w:rPr>
        <w:t>,</w:t>
      </w:r>
      <w:r w:rsidR="00AA2D51" w:rsidRPr="0098788E">
        <w:rPr>
          <w:lang w:val="en-GB"/>
        </w:rPr>
        <w:t xml:space="preserve"> </w:t>
      </w:r>
      <w:proofErr w:type="spellStart"/>
      <w:r w:rsidR="00BF033E" w:rsidRPr="0098788E">
        <w:rPr>
          <w:lang w:val="en-GB"/>
        </w:rPr>
        <w:t>ZPercentage</w:t>
      </w:r>
      <w:proofErr w:type="spellEnd"/>
      <w:r w:rsidR="00BF033E" w:rsidRPr="0098788E">
        <w:rPr>
          <w:lang w:val="en-GB"/>
        </w:rPr>
        <w:t>,</w:t>
      </w:r>
      <w:r w:rsidR="002D03E2" w:rsidRPr="0098788E">
        <w:rPr>
          <w:lang w:val="en-GB"/>
        </w:rPr>
        <w:t xml:space="preserve"> </w:t>
      </w:r>
      <w:proofErr w:type="spellStart"/>
      <w:r w:rsidR="00916898" w:rsidRPr="0098788E">
        <w:rPr>
          <w:lang w:val="en-GB"/>
        </w:rPr>
        <w:t>SignatureType</w:t>
      </w:r>
      <w:proofErr w:type="spellEnd"/>
      <w:r w:rsidR="00543269" w:rsidRPr="00970DD3">
        <w:t xml:space="preserve"> </w:t>
      </w:r>
      <w:r w:rsidRPr="00970DD3">
        <w:t xml:space="preserve">zostały zdefiniowane w dokumencie </w:t>
      </w:r>
      <w:r w:rsidR="004E63A3" w:rsidRPr="00970DD3">
        <w:fldChar w:fldCharType="begin"/>
      </w:r>
      <w:r w:rsidR="004E63A3" w:rsidRPr="00970DD3">
        <w:instrText xml:space="preserve"> REF _Ref361653747 \r \h </w:instrText>
      </w:r>
      <w:r w:rsidR="005D3C54" w:rsidRPr="00970DD3">
        <w:instrText xml:space="preserve"> \* MERGEFORMAT </w:instrText>
      </w:r>
      <w:r w:rsidR="004E63A3" w:rsidRPr="00970DD3">
        <w:fldChar w:fldCharType="separate"/>
      </w:r>
      <w:r w:rsidR="001E7D1D" w:rsidRPr="00970DD3">
        <w:t>A1</w:t>
      </w:r>
      <w:r w:rsidR="004E63A3" w:rsidRPr="00970DD3">
        <w:fldChar w:fldCharType="end"/>
      </w:r>
      <w:r w:rsidRPr="00970DD3">
        <w:t xml:space="preserve"> </w:t>
      </w:r>
      <w:r w:rsidR="00B507E4" w:rsidRPr="00970DD3">
        <w:t>i</w:t>
      </w:r>
      <w:r w:rsidRPr="00970DD3">
        <w:t xml:space="preserve"> nie będą tutaj szczegółowo omawiane.</w:t>
      </w:r>
    </w:p>
    <w:p w14:paraId="6635534F" w14:textId="264F8F6C" w:rsidR="00594690" w:rsidRDefault="00594690" w:rsidP="00795987">
      <w:pPr>
        <w:pStyle w:val="Legenda"/>
        <w:keepNext/>
      </w:pPr>
      <w:bookmarkStart w:id="48" w:name="_Toc182913223"/>
      <w:r>
        <w:t xml:space="preserve">Tabela </w:t>
      </w:r>
      <w:fldSimple w:instr=" SEQ Tabela \* ARABIC ">
        <w:r>
          <w:rPr>
            <w:noProof/>
          </w:rPr>
          <w:t>8</w:t>
        </w:r>
      </w:fldSimple>
      <w:r>
        <w:t xml:space="preserve">. </w:t>
      </w:r>
      <w:r w:rsidRPr="0070112C">
        <w:t>Dane ogólne w ramach struktury deklaracji AKC-P</w:t>
      </w:r>
      <w:bookmarkEnd w:id="48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970DD3" w14:paraId="04B3D6B2" w14:textId="77777777" w:rsidTr="00D374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13ED248B" w14:textId="77777777" w:rsidR="00AE58FB" w:rsidRPr="00594690" w:rsidRDefault="00AE58FB" w:rsidP="00795987">
            <w:pPr>
              <w:snapToGrid w:val="0"/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B9F98C1" w14:textId="77777777" w:rsidR="00AE58FB" w:rsidRPr="00594690" w:rsidRDefault="0089300F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Deklaracja o wysokości akcyzy pobranej i wpłaconej przez płatnika AKC-P</w:t>
            </w:r>
          </w:p>
        </w:tc>
      </w:tr>
      <w:tr w:rsidR="00AE58FB" w:rsidRPr="00970DD3" w14:paraId="0BFFA71F" w14:textId="77777777" w:rsidTr="0098788E">
        <w:tc>
          <w:tcPr>
            <w:tcW w:w="2738" w:type="dxa"/>
          </w:tcPr>
          <w:p w14:paraId="02400F15" w14:textId="77777777" w:rsidR="00AE58FB" w:rsidRPr="00594690" w:rsidRDefault="00AE58FB" w:rsidP="00795987">
            <w:pPr>
              <w:snapToGrid w:val="0"/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6E8F56BE" w14:textId="77777777" w:rsidR="00AE58FB" w:rsidRPr="00594690" w:rsidRDefault="00AE58FB" w:rsidP="00795987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970DD3" w14:paraId="7DBF2A75" w14:textId="77777777" w:rsidTr="0098788E">
        <w:tc>
          <w:tcPr>
            <w:tcW w:w="2738" w:type="dxa"/>
          </w:tcPr>
          <w:p w14:paraId="69BB109F" w14:textId="77777777" w:rsidR="00AE58FB" w:rsidRPr="00594690" w:rsidRDefault="00D41F2E" w:rsidP="00795987">
            <w:pPr>
              <w:snapToGrid w:val="0"/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4879A516" w14:textId="77777777" w:rsidR="00AE58FB" w:rsidRPr="00594690" w:rsidRDefault="00AE58F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0.1</w:t>
            </w:r>
          </w:p>
        </w:tc>
      </w:tr>
      <w:tr w:rsidR="00AE58FB" w:rsidRPr="00970DD3" w14:paraId="42682AE3" w14:textId="77777777" w:rsidTr="0098788E">
        <w:tc>
          <w:tcPr>
            <w:tcW w:w="2738" w:type="dxa"/>
          </w:tcPr>
          <w:p w14:paraId="29CCD92B" w14:textId="77777777" w:rsidR="00AE58FB" w:rsidRPr="00594690" w:rsidRDefault="00D41F2E" w:rsidP="00795987">
            <w:pPr>
              <w:snapToGrid w:val="0"/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594690">
              <w:rPr>
                <w:rFonts w:cs="Arial"/>
                <w:sz w:val="20"/>
                <w:szCs w:val="20"/>
              </w:rPr>
              <w:t>a</w:t>
            </w:r>
            <w:r w:rsidRPr="00594690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32B41A78" w14:textId="77777777" w:rsidR="00AE58FB" w:rsidRPr="00594690" w:rsidRDefault="00AE58FB" w:rsidP="00795987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970DD3" w14:paraId="45EEFB84" w14:textId="77777777" w:rsidTr="0098788E">
        <w:tc>
          <w:tcPr>
            <w:tcW w:w="2738" w:type="dxa"/>
          </w:tcPr>
          <w:p w14:paraId="31421045" w14:textId="77777777" w:rsidR="00AE58FB" w:rsidRPr="00594690" w:rsidRDefault="00AE58FB" w:rsidP="00795987">
            <w:pPr>
              <w:snapToGrid w:val="0"/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4E76FDAF" w14:textId="77777777" w:rsidR="00AE58FB" w:rsidRPr="00594690" w:rsidRDefault="009F6ED6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970DD3" w14:paraId="44D53750" w14:textId="77777777" w:rsidTr="0098788E">
        <w:tc>
          <w:tcPr>
            <w:tcW w:w="2738" w:type="dxa"/>
          </w:tcPr>
          <w:p w14:paraId="7C33C1BA" w14:textId="77777777" w:rsidR="00AE58FB" w:rsidRPr="00594690" w:rsidRDefault="00AE58FB" w:rsidP="00795987">
            <w:pPr>
              <w:snapToGrid w:val="0"/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89C0769" w14:textId="77777777" w:rsidR="00AE58FB" w:rsidRPr="00594690" w:rsidRDefault="00AE58FB" w:rsidP="00795987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970DD3" w14:paraId="06A51CF3" w14:textId="77777777" w:rsidTr="0098788E">
        <w:tc>
          <w:tcPr>
            <w:tcW w:w="2738" w:type="dxa"/>
          </w:tcPr>
          <w:p w14:paraId="42B7CEAE" w14:textId="77777777" w:rsidR="00AE58FB" w:rsidRPr="00594690" w:rsidRDefault="00AE58FB" w:rsidP="00795987">
            <w:pPr>
              <w:snapToGrid w:val="0"/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080C227" w14:textId="77777777" w:rsidR="00AE58FB" w:rsidRPr="00594690" w:rsidRDefault="00B5046C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B329C6" w14:paraId="41C581E6" w14:textId="77777777" w:rsidTr="0098788E">
        <w:tc>
          <w:tcPr>
            <w:tcW w:w="2738" w:type="dxa"/>
          </w:tcPr>
          <w:p w14:paraId="07545466" w14:textId="77777777" w:rsidR="00AE58FB" w:rsidRPr="00D3747D" w:rsidRDefault="00AE58FB" w:rsidP="00795987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D3747D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936706C" w14:textId="2F37908B" w:rsidR="00B5046C" w:rsidRPr="0031739A" w:rsidRDefault="00117850" w:rsidP="00795987">
            <w:pPr>
              <w:rPr>
                <w:rFonts w:cs="Arial"/>
                <w:sz w:val="20"/>
                <w:szCs w:val="20"/>
                <w:lang w:val="en-GB"/>
              </w:rPr>
            </w:pPr>
            <w:r w:rsidRPr="0031739A">
              <w:rPr>
                <w:rFonts w:cs="Arial"/>
                <w:sz w:val="20"/>
                <w:szCs w:val="20"/>
                <w:lang w:val="en-GB"/>
              </w:rPr>
              <w:t xml:space="preserve">http://www.w3.org/2000/09/xmldsig# </w:t>
            </w:r>
          </w:p>
          <w:p w14:paraId="4883AEE2" w14:textId="77777777" w:rsidR="00117850" w:rsidRPr="0031739A" w:rsidRDefault="009C6A6B" w:rsidP="00795987">
            <w:pPr>
              <w:rPr>
                <w:rFonts w:cs="Arial"/>
                <w:sz w:val="20"/>
                <w:szCs w:val="20"/>
                <w:lang w:val="en-GB"/>
              </w:rPr>
            </w:pPr>
            <w:r w:rsidRPr="0031739A">
              <w:rPr>
                <w:rFonts w:cs="Arial"/>
                <w:sz w:val="20"/>
                <w:szCs w:val="20"/>
                <w:lang w:val="en-GB"/>
              </w:rPr>
              <w:t>http://www.e-clo.pl/ZEFIR2/eZefir2/xsd/v3_0/AKC_P.xsd</w:t>
            </w:r>
          </w:p>
          <w:p w14:paraId="7ED8F129" w14:textId="7DDD9DA0" w:rsidR="009C6A6B" w:rsidRPr="0031739A" w:rsidRDefault="009C6A6B" w:rsidP="00795987">
            <w:pPr>
              <w:rPr>
                <w:rFonts w:cs="Arial"/>
                <w:sz w:val="20"/>
                <w:szCs w:val="20"/>
                <w:lang w:val="en-GB"/>
              </w:rPr>
            </w:pPr>
            <w:r w:rsidRPr="0031739A">
              <w:rPr>
                <w:rFonts w:cs="Arial"/>
                <w:sz w:val="20"/>
                <w:szCs w:val="20"/>
                <w:lang w:val="en-GB"/>
              </w:rPr>
              <w:t>http://www.e-clo.pl/ZEFIR2/eZefir2/xsd/v3_0/Types.xsd</w:t>
            </w:r>
          </w:p>
          <w:p w14:paraId="63A8A2A9" w14:textId="77777777" w:rsidR="009C6A6B" w:rsidRPr="0031739A" w:rsidRDefault="009C6A6B" w:rsidP="00795987">
            <w:pPr>
              <w:rPr>
                <w:rFonts w:cs="Arial"/>
                <w:sz w:val="20"/>
                <w:szCs w:val="20"/>
                <w:lang w:val="en-GB"/>
              </w:rPr>
            </w:pPr>
            <w:r w:rsidRPr="0031739A">
              <w:rPr>
                <w:rFonts w:cs="Arial"/>
                <w:sz w:val="20"/>
                <w:szCs w:val="20"/>
                <w:lang w:val="en-GB"/>
              </w:rPr>
              <w:t>http://www.e-clo.pl/ZEFIR2/eZefir2/xsd/v2_0/Trader.xsd</w:t>
            </w:r>
          </w:p>
          <w:p w14:paraId="57751578" w14:textId="77777777" w:rsidR="00A10A4D" w:rsidRPr="0031739A" w:rsidRDefault="009C6A6B" w:rsidP="00795987">
            <w:pPr>
              <w:rPr>
                <w:rFonts w:cs="Arial"/>
                <w:sz w:val="20"/>
                <w:szCs w:val="20"/>
                <w:lang w:val="en-GB"/>
              </w:rPr>
            </w:pPr>
            <w:r w:rsidRPr="0031739A">
              <w:rPr>
                <w:rFonts w:cs="Arial"/>
                <w:sz w:val="20"/>
                <w:szCs w:val="20"/>
                <w:lang w:val="en-GB"/>
              </w:rPr>
              <w:t>http://www.e-clo.pl/ZEFIR2/eZefir2/xsd/v2_0/Authentication.xsd</w:t>
            </w:r>
          </w:p>
        </w:tc>
      </w:tr>
      <w:tr w:rsidR="00AE58FB" w:rsidRPr="00970DD3" w14:paraId="2DA832CB" w14:textId="77777777" w:rsidTr="0098788E">
        <w:tc>
          <w:tcPr>
            <w:tcW w:w="2738" w:type="dxa"/>
          </w:tcPr>
          <w:p w14:paraId="51151E35" w14:textId="77777777" w:rsidR="00AE58FB" w:rsidRPr="00594690" w:rsidRDefault="00AE58FB" w:rsidP="00795987">
            <w:pPr>
              <w:snapToGrid w:val="0"/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3234C64C" w14:textId="77777777" w:rsidR="00AE58FB" w:rsidRPr="00594690" w:rsidRDefault="002F2EC1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akc_</w:t>
            </w:r>
            <w:r w:rsidR="003B2A2A" w:rsidRPr="00594690">
              <w:rPr>
                <w:rFonts w:cs="Arial"/>
                <w:sz w:val="20"/>
                <w:szCs w:val="20"/>
              </w:rPr>
              <w:t>p</w:t>
            </w:r>
            <w:r w:rsidR="00AE58FB" w:rsidRPr="00594690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55270A1E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lastRenderedPageBreak/>
        <w:t>(</w:t>
      </w:r>
      <w:proofErr w:type="spellStart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AKCPType</w:t>
      </w:r>
      <w:proofErr w:type="spellEnd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55BC05FA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293E22EF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ZCorporate</w:t>
      </w:r>
      <w:proofErr w:type="spellEnd"/>
    </w:p>
    <w:p w14:paraId="4FCEFFDE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AmountPayableType</w:t>
      </w:r>
      <w:proofErr w:type="spellEnd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533AC7B5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CalcAmountPayableType</w:t>
      </w:r>
      <w:proofErr w:type="spellEnd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110C3F5A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- - - (ItemType)</w:t>
      </w:r>
    </w:p>
    <w:p w14:paraId="1DE715F2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 xml:space="preserve">- - - - </w:t>
      </w:r>
      <w:proofErr w:type="spellStart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ZCarDetails</w:t>
      </w:r>
      <w:proofErr w:type="spellEnd"/>
    </w:p>
    <w:p w14:paraId="4541ABDF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036B6461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AuthenticationType</w:t>
      </w:r>
      <w:proofErr w:type="spellEnd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49F692F6" w14:textId="77777777" w:rsidR="00D3747D" w:rsidRPr="00E239CE" w:rsidRDefault="00D3747D" w:rsidP="00795987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 xml:space="preserve">- </w:t>
      </w:r>
      <w:proofErr w:type="spellStart"/>
      <w:r w:rsidRPr="00E239CE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6698D142" w14:textId="59C894FC" w:rsidR="00594690" w:rsidRDefault="00594690" w:rsidP="00795987">
      <w:pPr>
        <w:pStyle w:val="Legenda"/>
        <w:keepNext/>
      </w:pPr>
      <w:bookmarkStart w:id="49" w:name="_Toc182913224"/>
      <w:r>
        <w:t xml:space="preserve">Tabela </w:t>
      </w:r>
      <w:fldSimple w:instr=" SEQ Tabela \* ARABIC ">
        <w:r>
          <w:rPr>
            <w:noProof/>
          </w:rPr>
          <w:t>9</w:t>
        </w:r>
      </w:fldSimple>
      <w:r>
        <w:t xml:space="preserve">. </w:t>
      </w:r>
      <w:r w:rsidRPr="00642B6E">
        <w:t xml:space="preserve">Struktura elementu </w:t>
      </w:r>
      <w:proofErr w:type="spellStart"/>
      <w:r w:rsidRPr="00642B6E">
        <w:t>AKCPType</w:t>
      </w:r>
      <w:bookmarkEnd w:id="49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2"/>
        <w:gridCol w:w="3057"/>
        <w:gridCol w:w="811"/>
        <w:gridCol w:w="2132"/>
        <w:gridCol w:w="1192"/>
      </w:tblGrid>
      <w:tr w:rsidR="00725C5B" w:rsidRPr="00970DD3" w14:paraId="4FB4E190" w14:textId="77777777" w:rsidTr="00197E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62" w:type="dxa"/>
          </w:tcPr>
          <w:p w14:paraId="2CF7D045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057" w:type="dxa"/>
          </w:tcPr>
          <w:p w14:paraId="39FDA3C2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1" w:type="dxa"/>
          </w:tcPr>
          <w:p w14:paraId="52802843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32" w:type="dxa"/>
          </w:tcPr>
          <w:p w14:paraId="19956391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13196142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725C5B" w:rsidRPr="00970DD3" w14:paraId="54932258" w14:textId="77777777" w:rsidTr="00197E60">
        <w:trPr>
          <w:trHeight w:val="213"/>
        </w:trPr>
        <w:tc>
          <w:tcPr>
            <w:tcW w:w="1862" w:type="dxa"/>
          </w:tcPr>
          <w:p w14:paraId="693E412E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057" w:type="dxa"/>
          </w:tcPr>
          <w:p w14:paraId="145762D2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Nagłówek </w:t>
            </w:r>
          </w:p>
        </w:tc>
        <w:tc>
          <w:tcPr>
            <w:tcW w:w="811" w:type="dxa"/>
          </w:tcPr>
          <w:p w14:paraId="7776D559" w14:textId="77777777" w:rsidR="00725C5B" w:rsidRPr="00594690" w:rsidRDefault="0068640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24E3A6FA" w14:textId="77777777" w:rsidR="00725C5B" w:rsidRPr="00594690" w:rsidRDefault="00C43E68" w:rsidP="0079598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HeaderType\h  \* MERGEFORMAT </w:instrTex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1E7D1D" w:rsidRPr="00594690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4C89912C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1F0F58" w:rsidRPr="00970DD3" w14:paraId="37AAC21D" w14:textId="77777777" w:rsidTr="00197E60">
        <w:trPr>
          <w:trHeight w:val="213"/>
        </w:trPr>
        <w:tc>
          <w:tcPr>
            <w:tcW w:w="1862" w:type="dxa"/>
          </w:tcPr>
          <w:p w14:paraId="2B99703F" w14:textId="77777777" w:rsidR="001F0F58" w:rsidRPr="00594690" w:rsidRDefault="001F0F58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Authentication</w:t>
            </w:r>
          </w:p>
        </w:tc>
        <w:tc>
          <w:tcPr>
            <w:tcW w:w="3057" w:type="dxa"/>
          </w:tcPr>
          <w:p w14:paraId="3873F867" w14:textId="77777777" w:rsidR="001F0F58" w:rsidRPr="00594690" w:rsidRDefault="001F0F5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811" w:type="dxa"/>
          </w:tcPr>
          <w:p w14:paraId="540D6740" w14:textId="77777777" w:rsidR="001F0F58" w:rsidRPr="00594690" w:rsidRDefault="001F0F5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213EE84E" w14:textId="77777777" w:rsidR="001F0F58" w:rsidRPr="00594690" w:rsidRDefault="00C43E68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92" w:type="dxa"/>
          </w:tcPr>
          <w:p w14:paraId="0562BAF3" w14:textId="77777777" w:rsidR="001F0F58" w:rsidRPr="00594690" w:rsidRDefault="001F0F5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725C5B" w:rsidRPr="00970DD3" w14:paraId="1EB251D4" w14:textId="77777777" w:rsidTr="00197E60">
        <w:trPr>
          <w:trHeight w:val="213"/>
        </w:trPr>
        <w:tc>
          <w:tcPr>
            <w:tcW w:w="1862" w:type="dxa"/>
          </w:tcPr>
          <w:p w14:paraId="2CE5911A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057" w:type="dxa"/>
          </w:tcPr>
          <w:p w14:paraId="7DFC5F9E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11" w:type="dxa"/>
          </w:tcPr>
          <w:p w14:paraId="55ED340C" w14:textId="77777777" w:rsidR="00725C5B" w:rsidRPr="00594690" w:rsidRDefault="0068640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07F28FBF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7F814EA0" w14:textId="77777777" w:rsidR="00725C5B" w:rsidRPr="00594690" w:rsidRDefault="009C3E59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</w:t>
            </w:r>
            <w:r w:rsidR="00725C5B" w:rsidRPr="00594690">
              <w:rPr>
                <w:rFonts w:cs="Arial"/>
                <w:sz w:val="20"/>
                <w:szCs w:val="20"/>
              </w:rPr>
              <w:t>..1</w:t>
            </w:r>
          </w:p>
        </w:tc>
      </w:tr>
      <w:tr w:rsidR="00AC17D3" w:rsidRPr="00970DD3" w14:paraId="1E2A6672" w14:textId="77777777" w:rsidTr="00197E60">
        <w:trPr>
          <w:trHeight w:val="213"/>
        </w:trPr>
        <w:tc>
          <w:tcPr>
            <w:tcW w:w="1862" w:type="dxa"/>
          </w:tcPr>
          <w:p w14:paraId="39F9F5AD" w14:textId="77777777" w:rsidR="00AC17D3" w:rsidRPr="00594690" w:rsidRDefault="00AC17D3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057" w:type="dxa"/>
          </w:tcPr>
          <w:p w14:paraId="4552C883" w14:textId="77777777" w:rsidR="00AC17D3" w:rsidRPr="00594690" w:rsidRDefault="00AC17D3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Wersja schematu, z którą zgodny jest komunikat. Atrybut jest opcjonalny, w przypadku jego braku należy przyjąć wartość "</w:t>
            </w:r>
            <w:r w:rsidR="005E71AF" w:rsidRPr="00594690">
              <w:rPr>
                <w:rFonts w:cs="Arial"/>
                <w:sz w:val="20"/>
                <w:szCs w:val="20"/>
              </w:rPr>
              <w:t>3</w:t>
            </w:r>
            <w:r w:rsidRPr="00594690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811" w:type="dxa"/>
          </w:tcPr>
          <w:p w14:paraId="13E31B31" w14:textId="77777777" w:rsidR="00AC17D3" w:rsidRPr="00594690" w:rsidRDefault="00AC17D3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0A96D2DD" w14:textId="77777777" w:rsidR="00AC17D3" w:rsidRPr="00594690" w:rsidRDefault="00AC17D3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57241444" w14:textId="77777777" w:rsidR="00AC17D3" w:rsidRPr="00594690" w:rsidRDefault="00AC17D3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54B5E5E2" w14:textId="645A4402" w:rsidR="00594690" w:rsidRDefault="00594690" w:rsidP="00795987">
      <w:pPr>
        <w:pStyle w:val="Legenda"/>
        <w:keepNext/>
      </w:pPr>
      <w:bookmarkStart w:id="50" w:name="_Toc182913225"/>
      <w:r>
        <w:lastRenderedPageBreak/>
        <w:t xml:space="preserve">Tabela </w:t>
      </w:r>
      <w:fldSimple w:instr=" SEQ Tabela \* ARABIC ">
        <w:r>
          <w:rPr>
            <w:noProof/>
          </w:rPr>
          <w:t>10</w:t>
        </w:r>
      </w:fldSimple>
      <w:r>
        <w:t xml:space="preserve">. </w:t>
      </w:r>
      <w:r w:rsidRPr="00245C93">
        <w:t xml:space="preserve">Struktura elementu </w:t>
      </w:r>
      <w:proofErr w:type="spellStart"/>
      <w:r w:rsidRPr="0022303E">
        <w:rPr>
          <w:lang w:val="en-GB"/>
        </w:rPr>
        <w:t>HeaderType</w:t>
      </w:r>
      <w:bookmarkEnd w:id="5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840"/>
        <w:gridCol w:w="2095"/>
        <w:gridCol w:w="1197"/>
      </w:tblGrid>
      <w:tr w:rsidR="00725C5B" w:rsidRPr="00970DD3" w14:paraId="39EC452F" w14:textId="77777777" w:rsidTr="00197E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8" w:type="dxa"/>
          </w:tcPr>
          <w:p w14:paraId="27C4B9F7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</w:tcPr>
          <w:p w14:paraId="411EFEB7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D1E7EFB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5FA4E7A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EA1A2B9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725C5B" w:rsidRPr="00970DD3" w14:paraId="5CA01C3F" w14:textId="77777777" w:rsidTr="00197E60">
        <w:trPr>
          <w:trHeight w:val="213"/>
        </w:trPr>
        <w:tc>
          <w:tcPr>
            <w:tcW w:w="1908" w:type="dxa"/>
          </w:tcPr>
          <w:p w14:paraId="3826FBD5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40" w:type="dxa"/>
          </w:tcPr>
          <w:p w14:paraId="4A97F976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Pole na wprowadzenie NIP</w:t>
            </w:r>
          </w:p>
        </w:tc>
        <w:tc>
          <w:tcPr>
            <w:tcW w:w="840" w:type="dxa"/>
          </w:tcPr>
          <w:p w14:paraId="434A10F7" w14:textId="77777777" w:rsidR="00725C5B" w:rsidRPr="00594690" w:rsidRDefault="0068640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0B799931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52F6AEE3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0119ED8C" w14:textId="77777777" w:rsidTr="00197E60">
        <w:trPr>
          <w:trHeight w:val="213"/>
        </w:trPr>
        <w:tc>
          <w:tcPr>
            <w:tcW w:w="1908" w:type="dxa"/>
          </w:tcPr>
          <w:p w14:paraId="0568784E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240" w:type="dxa"/>
          </w:tcPr>
          <w:p w14:paraId="13DBEC88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770DC69D" w14:textId="77777777" w:rsidR="00725C5B" w:rsidRPr="00594690" w:rsidRDefault="0068640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6689717D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ZPeriod</w:t>
            </w:r>
          </w:p>
          <w:p w14:paraId="41D3BD60" w14:textId="77777777" w:rsidR="00E1691B" w:rsidRPr="00594690" w:rsidRDefault="00E1691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Patrz reguła R13</w:t>
            </w:r>
          </w:p>
        </w:tc>
        <w:tc>
          <w:tcPr>
            <w:tcW w:w="1197" w:type="dxa"/>
          </w:tcPr>
          <w:p w14:paraId="7314D41A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543D33EC" w14:textId="77777777" w:rsidTr="00197E60">
        <w:trPr>
          <w:trHeight w:val="213"/>
        </w:trPr>
        <w:tc>
          <w:tcPr>
            <w:tcW w:w="1908" w:type="dxa"/>
          </w:tcPr>
          <w:p w14:paraId="5ABAD053" w14:textId="77777777" w:rsidR="00725C5B" w:rsidRPr="00594690" w:rsidRDefault="009C6A6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725C5B" w:rsidRPr="00594690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3240" w:type="dxa"/>
          </w:tcPr>
          <w:p w14:paraId="4BD6F065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Urząd </w:t>
            </w:r>
            <w:r w:rsidR="009C6A6B" w:rsidRPr="00594690">
              <w:rPr>
                <w:rFonts w:cs="Arial"/>
                <w:sz w:val="20"/>
                <w:szCs w:val="20"/>
              </w:rPr>
              <w:t>skarbowy</w:t>
            </w:r>
            <w:r w:rsidRPr="00594690">
              <w:rPr>
                <w:rFonts w:cs="Arial"/>
                <w:sz w:val="20"/>
                <w:szCs w:val="20"/>
              </w:rPr>
              <w:t>, do którego adresowana jest deklaracja</w:t>
            </w:r>
          </w:p>
          <w:p w14:paraId="0FD13BBE" w14:textId="77777777" w:rsidR="005E71AF" w:rsidRPr="00594690" w:rsidRDefault="005E71AF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Zgodny ze słownikiem </w:t>
            </w:r>
            <w:r w:rsidR="003579C4" w:rsidRPr="00594690">
              <w:rPr>
                <w:rFonts w:cs="Arial"/>
                <w:sz w:val="20"/>
                <w:szCs w:val="20"/>
              </w:rPr>
              <w:t>3090</w:t>
            </w:r>
            <w:r w:rsidRPr="00594690">
              <w:rPr>
                <w:rFonts w:cs="Arial"/>
                <w:sz w:val="20"/>
                <w:szCs w:val="20"/>
              </w:rPr>
              <w:t>, dostępnym pod adresem:</w:t>
            </w:r>
          </w:p>
          <w:p w14:paraId="68EDB4D3" w14:textId="77777777" w:rsidR="00393B62" w:rsidRPr="00594690" w:rsidRDefault="005E71AF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3579C4" w:rsidRPr="00594690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840" w:type="dxa"/>
          </w:tcPr>
          <w:p w14:paraId="023EE377" w14:textId="77777777" w:rsidR="00725C5B" w:rsidRPr="00594690" w:rsidRDefault="0068640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41A8F36B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9C6A6B" w:rsidRPr="00594690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594690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197" w:type="dxa"/>
          </w:tcPr>
          <w:p w14:paraId="098F29A4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706C05FC" w14:textId="77777777" w:rsidTr="00197E60">
        <w:trPr>
          <w:trHeight w:val="213"/>
        </w:trPr>
        <w:tc>
          <w:tcPr>
            <w:tcW w:w="1908" w:type="dxa"/>
          </w:tcPr>
          <w:p w14:paraId="4AFDB92E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1" w:name="submissionAim"/>
            <w:r w:rsidRPr="00594690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51"/>
          </w:p>
        </w:tc>
        <w:tc>
          <w:tcPr>
            <w:tcW w:w="3240" w:type="dxa"/>
          </w:tcPr>
          <w:p w14:paraId="02B5E864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840" w:type="dxa"/>
          </w:tcPr>
          <w:p w14:paraId="17A0ED2B" w14:textId="77777777" w:rsidR="00725C5B" w:rsidRPr="00594690" w:rsidRDefault="0068640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13B73DE1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77CD8E24" w14:textId="77777777" w:rsidR="00725C5B" w:rsidRPr="00594690" w:rsidRDefault="0091342D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Patrz reguła </w:t>
            </w:r>
            <w:r w:rsidRPr="00594690">
              <w:rPr>
                <w:rFonts w:cs="Arial"/>
                <w:sz w:val="20"/>
                <w:szCs w:val="20"/>
              </w:rPr>
              <w:fldChar w:fldCharType="begin"/>
            </w:r>
            <w:r w:rsidRPr="00594690">
              <w:rPr>
                <w:rFonts w:cs="Arial"/>
                <w:sz w:val="20"/>
                <w:szCs w:val="20"/>
              </w:rPr>
              <w:instrText xml:space="preserve"> REF R3 </w:instrText>
            </w:r>
            <w:r w:rsidR="002732F5" w:rsidRPr="00594690">
              <w:rPr>
                <w:rFonts w:cs="Arial"/>
                <w:sz w:val="20"/>
                <w:szCs w:val="20"/>
              </w:rPr>
              <w:instrText>\h</w:instrText>
            </w:r>
            <w:r w:rsidR="00C43E68" w:rsidRPr="00594690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94690">
              <w:rPr>
                <w:rFonts w:cs="Arial"/>
                <w:sz w:val="20"/>
                <w:szCs w:val="20"/>
              </w:rPr>
            </w:r>
            <w:r w:rsidRPr="00594690">
              <w:rPr>
                <w:rFonts w:cs="Arial"/>
                <w:sz w:val="20"/>
                <w:szCs w:val="20"/>
              </w:rPr>
              <w:fldChar w:fldCharType="separate"/>
            </w:r>
            <w:r w:rsidR="001E7D1D" w:rsidRPr="00594690">
              <w:rPr>
                <w:rFonts w:cs="Arial"/>
                <w:sz w:val="20"/>
                <w:szCs w:val="20"/>
              </w:rPr>
              <w:t>R3</w:t>
            </w:r>
            <w:r w:rsidRPr="0059469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3D2FE21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347EBDC0" w14:textId="77777777" w:rsidTr="00197E60">
        <w:trPr>
          <w:trHeight w:val="213"/>
        </w:trPr>
        <w:tc>
          <w:tcPr>
            <w:tcW w:w="1908" w:type="dxa"/>
          </w:tcPr>
          <w:p w14:paraId="7B2E981E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240" w:type="dxa"/>
          </w:tcPr>
          <w:p w14:paraId="458EB59A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40" w:type="dxa"/>
          </w:tcPr>
          <w:p w14:paraId="0ED9B4C8" w14:textId="77777777" w:rsidR="00725C5B" w:rsidRPr="00594690" w:rsidRDefault="0068640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50F91C58" w14:textId="77777777" w:rsidR="00725C5B" w:rsidRPr="00594690" w:rsidRDefault="00F67916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197" w:type="dxa"/>
          </w:tcPr>
          <w:p w14:paraId="7FC144F1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725C5B" w:rsidRPr="00970DD3" w14:paraId="3224D505" w14:textId="77777777" w:rsidTr="00197E60">
        <w:trPr>
          <w:trHeight w:val="213"/>
        </w:trPr>
        <w:tc>
          <w:tcPr>
            <w:tcW w:w="1908" w:type="dxa"/>
          </w:tcPr>
          <w:p w14:paraId="7D422D50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</w:p>
        </w:tc>
        <w:tc>
          <w:tcPr>
            <w:tcW w:w="3240" w:type="dxa"/>
          </w:tcPr>
          <w:p w14:paraId="6ED14999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40" w:type="dxa"/>
          </w:tcPr>
          <w:p w14:paraId="6E017661" w14:textId="77777777" w:rsidR="00725C5B" w:rsidRPr="00594690" w:rsidRDefault="0068640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927548F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04E3CC64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725C5B" w:rsidRPr="00970DD3" w14:paraId="4AADDD20" w14:textId="77777777" w:rsidTr="00197E60">
        <w:trPr>
          <w:trHeight w:val="213"/>
        </w:trPr>
        <w:tc>
          <w:tcPr>
            <w:tcW w:w="1908" w:type="dxa"/>
          </w:tcPr>
          <w:p w14:paraId="4A0CFF9A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2" w:name="Trader"/>
            <w:r w:rsidRPr="00594690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52"/>
          </w:p>
        </w:tc>
        <w:tc>
          <w:tcPr>
            <w:tcW w:w="3240" w:type="dxa"/>
          </w:tcPr>
          <w:p w14:paraId="6FB6882A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Dane płatnika</w:t>
            </w:r>
          </w:p>
        </w:tc>
        <w:tc>
          <w:tcPr>
            <w:tcW w:w="840" w:type="dxa"/>
          </w:tcPr>
          <w:p w14:paraId="4892AF90" w14:textId="77777777" w:rsidR="00725C5B" w:rsidRPr="00594690" w:rsidRDefault="005D7E75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3E660E57" w14:textId="77777777" w:rsidR="00725C5B" w:rsidRPr="00594690" w:rsidRDefault="0095536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TraderType</w:t>
            </w:r>
          </w:p>
          <w:p w14:paraId="6C40F013" w14:textId="49B60127" w:rsidR="007F4722" w:rsidRPr="00594690" w:rsidRDefault="0091342D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Patrz reguła </w:t>
            </w:r>
            <w:r w:rsidRPr="00594690">
              <w:rPr>
                <w:rFonts w:cs="Arial"/>
                <w:sz w:val="20"/>
                <w:szCs w:val="20"/>
              </w:rPr>
              <w:fldChar w:fldCharType="begin"/>
            </w:r>
            <w:r w:rsidRPr="00594690">
              <w:rPr>
                <w:rFonts w:cs="Arial"/>
                <w:sz w:val="20"/>
                <w:szCs w:val="20"/>
              </w:rPr>
              <w:instrText xml:space="preserve"> REF R4 </w:instrText>
            </w:r>
            <w:r w:rsidR="002732F5" w:rsidRPr="00594690">
              <w:rPr>
                <w:rFonts w:cs="Arial"/>
                <w:sz w:val="20"/>
                <w:szCs w:val="20"/>
              </w:rPr>
              <w:instrText>\h</w:instrText>
            </w:r>
            <w:r w:rsidR="00970DD3" w:rsidRPr="00594690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94690">
              <w:rPr>
                <w:rFonts w:cs="Arial"/>
                <w:sz w:val="20"/>
                <w:szCs w:val="20"/>
              </w:rPr>
            </w:r>
            <w:r w:rsidRPr="00594690">
              <w:rPr>
                <w:rFonts w:cs="Arial"/>
                <w:sz w:val="20"/>
                <w:szCs w:val="20"/>
              </w:rPr>
              <w:fldChar w:fldCharType="separate"/>
            </w:r>
            <w:r w:rsidR="001E7D1D" w:rsidRPr="00594690">
              <w:rPr>
                <w:rFonts w:cs="Arial"/>
                <w:sz w:val="20"/>
                <w:szCs w:val="20"/>
              </w:rPr>
              <w:t>R4</w:t>
            </w:r>
            <w:r w:rsidRPr="0059469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2470C41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4E4A1432" w14:textId="77777777" w:rsidTr="00197E60">
        <w:trPr>
          <w:trHeight w:val="213"/>
        </w:trPr>
        <w:tc>
          <w:tcPr>
            <w:tcW w:w="1908" w:type="dxa"/>
          </w:tcPr>
          <w:p w14:paraId="0B08E15B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240" w:type="dxa"/>
          </w:tcPr>
          <w:p w14:paraId="6EBA1388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Kwota przedpłaty akcyzy</w:t>
            </w:r>
          </w:p>
        </w:tc>
        <w:tc>
          <w:tcPr>
            <w:tcW w:w="840" w:type="dxa"/>
          </w:tcPr>
          <w:p w14:paraId="738C4070" w14:textId="77777777" w:rsidR="00725C5B" w:rsidRPr="00594690" w:rsidRDefault="005D7E75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66910897" w14:textId="77777777" w:rsidR="00725C5B" w:rsidRPr="00594690" w:rsidRDefault="0095536B" w:rsidP="0079598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AmountPayableType\h  \* MERGEFORMAT </w:instrTex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1E7D1D" w:rsidRPr="00594690">
              <w:rPr>
                <w:rStyle w:val="poleodsylacz"/>
                <w:rFonts w:ascii="Lato" w:hAnsi="Lato"/>
                <w:sz w:val="20"/>
                <w:szCs w:val="20"/>
              </w:rPr>
              <w:t>AmountPayableType</w: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5036517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6BA1D18B" w14:textId="77777777" w:rsidTr="00197E60">
        <w:trPr>
          <w:trHeight w:val="213"/>
        </w:trPr>
        <w:tc>
          <w:tcPr>
            <w:tcW w:w="1908" w:type="dxa"/>
          </w:tcPr>
          <w:p w14:paraId="0AF5B123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lastRenderedPageBreak/>
              <w:t>CalcAmountPayable</w:t>
            </w:r>
          </w:p>
        </w:tc>
        <w:tc>
          <w:tcPr>
            <w:tcW w:w="3240" w:type="dxa"/>
          </w:tcPr>
          <w:p w14:paraId="0E993F92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Obliczenie kwoty przedpłaty akcyzy</w:t>
            </w:r>
          </w:p>
        </w:tc>
        <w:tc>
          <w:tcPr>
            <w:tcW w:w="840" w:type="dxa"/>
          </w:tcPr>
          <w:p w14:paraId="28286BD4" w14:textId="77777777" w:rsidR="00725C5B" w:rsidRPr="00594690" w:rsidRDefault="005D7E75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31BD68CD" w14:textId="77777777" w:rsidR="00725C5B" w:rsidRPr="00594690" w:rsidRDefault="0095536B" w:rsidP="0079598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CalcAmountPayableType\h  \* MERGEFORMAT </w:instrTex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1E7D1D" w:rsidRPr="00594690">
              <w:rPr>
                <w:rStyle w:val="poleodsylacz"/>
                <w:rFonts w:ascii="Lato" w:hAnsi="Lato"/>
                <w:sz w:val="20"/>
                <w:szCs w:val="20"/>
              </w:rPr>
              <w:t>CalcAmountPayableType</w: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A6A5092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762AA1EC" w14:textId="77777777" w:rsidTr="00197E60">
        <w:trPr>
          <w:trHeight w:val="213"/>
        </w:trPr>
        <w:tc>
          <w:tcPr>
            <w:tcW w:w="1908" w:type="dxa"/>
          </w:tcPr>
          <w:p w14:paraId="39F0BFE7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240" w:type="dxa"/>
          </w:tcPr>
          <w:p w14:paraId="63FEC4E0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840" w:type="dxa"/>
          </w:tcPr>
          <w:p w14:paraId="3FD3BBE9" w14:textId="77777777" w:rsidR="00725C5B" w:rsidRPr="00594690" w:rsidRDefault="005D7E75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E</w:t>
            </w:r>
          </w:p>
          <w:p w14:paraId="38DCC11F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07E9962F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9025A8" w:rsidRPr="00594690">
              <w:rPr>
                <w:rStyle w:val="pole"/>
                <w:rFonts w:ascii="Lato" w:hAnsi="Lato"/>
                <w:sz w:val="20"/>
                <w:szCs w:val="20"/>
              </w:rPr>
              <w:t>Ext</w:t>
            </w:r>
            <w:r w:rsidRPr="00594690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1197" w:type="dxa"/>
          </w:tcPr>
          <w:p w14:paraId="27334D56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C17D3" w:rsidRPr="00970DD3" w14:paraId="70ABCE1D" w14:textId="77777777" w:rsidTr="00197E60">
        <w:trPr>
          <w:trHeight w:val="213"/>
        </w:trPr>
        <w:tc>
          <w:tcPr>
            <w:tcW w:w="1908" w:type="dxa"/>
          </w:tcPr>
          <w:p w14:paraId="5C92D817" w14:textId="77777777" w:rsidR="00AC17D3" w:rsidRPr="00594690" w:rsidRDefault="00AC17D3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240" w:type="dxa"/>
          </w:tcPr>
          <w:p w14:paraId="0878BFDA" w14:textId="77777777" w:rsidR="00AC17D3" w:rsidRPr="00594690" w:rsidRDefault="00AC17D3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840" w:type="dxa"/>
          </w:tcPr>
          <w:p w14:paraId="1B64CB57" w14:textId="77777777" w:rsidR="00AC17D3" w:rsidRPr="00594690" w:rsidRDefault="00AC17D3" w:rsidP="0079598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04D9847A" w14:textId="77777777" w:rsidR="00AC17D3" w:rsidRPr="00594690" w:rsidRDefault="00AC17D3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27BBF4D1" w14:textId="77777777" w:rsidR="00AC17D3" w:rsidRPr="00594690" w:rsidRDefault="00AC17D3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5572A3A2" w14:textId="69700800" w:rsidR="00594690" w:rsidRDefault="00594690" w:rsidP="00795987">
      <w:pPr>
        <w:pStyle w:val="Legenda"/>
        <w:keepNext/>
      </w:pPr>
      <w:bookmarkStart w:id="53" w:name="_Toc182913226"/>
      <w:r>
        <w:t xml:space="preserve">Tabela </w:t>
      </w:r>
      <w:fldSimple w:instr=" SEQ Tabela \* ARABIC ">
        <w:r>
          <w:rPr>
            <w:noProof/>
          </w:rPr>
          <w:t>11</w:t>
        </w:r>
      </w:fldSimple>
      <w:r>
        <w:t xml:space="preserve">. </w:t>
      </w:r>
      <w:r w:rsidRPr="00AC7033">
        <w:t xml:space="preserve">Struktura elementu </w:t>
      </w:r>
      <w:proofErr w:type="spellStart"/>
      <w:r w:rsidRPr="0022303E">
        <w:rPr>
          <w:lang w:val="en-GB"/>
        </w:rPr>
        <w:t>AmountPayableType</w:t>
      </w:r>
      <w:bookmarkEnd w:id="53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9"/>
        <w:gridCol w:w="3145"/>
        <w:gridCol w:w="826"/>
        <w:gridCol w:w="1947"/>
        <w:gridCol w:w="1287"/>
      </w:tblGrid>
      <w:tr w:rsidR="00725C5B" w:rsidRPr="00970DD3" w14:paraId="77C9DB33" w14:textId="77777777" w:rsidTr="00EC4F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49" w:type="dxa"/>
          </w:tcPr>
          <w:p w14:paraId="65DE4799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145" w:type="dxa"/>
          </w:tcPr>
          <w:p w14:paraId="1B6D9486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6" w:type="dxa"/>
          </w:tcPr>
          <w:p w14:paraId="55E78749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7" w:type="dxa"/>
          </w:tcPr>
          <w:p w14:paraId="2E3DD49C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287" w:type="dxa"/>
          </w:tcPr>
          <w:p w14:paraId="15123D64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725C5B" w:rsidRPr="00970DD3" w14:paraId="55C14C10" w14:textId="77777777" w:rsidTr="00EC4F0E">
        <w:trPr>
          <w:trHeight w:val="213"/>
        </w:trPr>
        <w:tc>
          <w:tcPr>
            <w:tcW w:w="1849" w:type="dxa"/>
          </w:tcPr>
          <w:p w14:paraId="15EB245F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4" w:name="toPay"/>
            <w:r w:rsidRPr="00594690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54"/>
          </w:p>
        </w:tc>
        <w:tc>
          <w:tcPr>
            <w:tcW w:w="3145" w:type="dxa"/>
          </w:tcPr>
          <w:p w14:paraId="78DF1944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Kwota podatku akcyzowego do zapłaty będąca przeniesieniem wyniku obliczenia podatku w polu „Razem kwota podatku”</w:t>
            </w:r>
          </w:p>
        </w:tc>
        <w:tc>
          <w:tcPr>
            <w:tcW w:w="826" w:type="dxa"/>
          </w:tcPr>
          <w:p w14:paraId="21D92DDB" w14:textId="77777777" w:rsidR="00725C5B" w:rsidRPr="00594690" w:rsidRDefault="005D7E75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1947" w:type="dxa"/>
          </w:tcPr>
          <w:p w14:paraId="23C0F09E" w14:textId="77777777" w:rsidR="00725C5B" w:rsidRPr="00594690" w:rsidRDefault="00D30567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3BDBB0DE" w14:textId="66570D35" w:rsidR="00725C5B" w:rsidRPr="00594690" w:rsidRDefault="0091342D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Patrz reguła </w:t>
            </w:r>
            <w:r w:rsidRPr="00594690">
              <w:rPr>
                <w:rFonts w:cs="Arial"/>
                <w:sz w:val="20"/>
                <w:szCs w:val="20"/>
              </w:rPr>
              <w:fldChar w:fldCharType="begin"/>
            </w:r>
            <w:r w:rsidRPr="00594690">
              <w:rPr>
                <w:rFonts w:cs="Arial"/>
                <w:sz w:val="20"/>
                <w:szCs w:val="20"/>
              </w:rPr>
              <w:instrText xml:space="preserve"> REF R6 </w:instrText>
            </w:r>
            <w:r w:rsidR="002732F5" w:rsidRPr="00594690">
              <w:rPr>
                <w:rFonts w:cs="Arial"/>
                <w:sz w:val="20"/>
                <w:szCs w:val="20"/>
              </w:rPr>
              <w:instrText>\h</w:instrText>
            </w:r>
            <w:r w:rsidR="00970DD3" w:rsidRPr="00594690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94690">
              <w:rPr>
                <w:rFonts w:cs="Arial"/>
                <w:sz w:val="20"/>
                <w:szCs w:val="20"/>
              </w:rPr>
            </w:r>
            <w:r w:rsidRPr="00594690">
              <w:rPr>
                <w:rFonts w:cs="Arial"/>
                <w:sz w:val="20"/>
                <w:szCs w:val="20"/>
              </w:rPr>
              <w:fldChar w:fldCharType="separate"/>
            </w:r>
            <w:r w:rsidR="001E7D1D" w:rsidRPr="00594690">
              <w:rPr>
                <w:rFonts w:cs="Arial"/>
                <w:sz w:val="20"/>
                <w:szCs w:val="20"/>
              </w:rPr>
              <w:t>R6</w:t>
            </w:r>
            <w:r w:rsidRPr="0059469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87" w:type="dxa"/>
          </w:tcPr>
          <w:p w14:paraId="761D1BD2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1226CF78" w14:textId="06E8D261" w:rsidR="00594690" w:rsidRDefault="00594690" w:rsidP="00795987">
      <w:pPr>
        <w:pStyle w:val="Legenda"/>
        <w:keepNext/>
      </w:pPr>
      <w:bookmarkStart w:id="55" w:name="_Toc182913227"/>
      <w:r>
        <w:t xml:space="preserve">Tabela </w:t>
      </w:r>
      <w:fldSimple w:instr=" SEQ Tabela \* ARABIC ">
        <w:r>
          <w:rPr>
            <w:noProof/>
          </w:rPr>
          <w:t>12</w:t>
        </w:r>
      </w:fldSimple>
      <w:r>
        <w:t xml:space="preserve">. </w:t>
      </w:r>
      <w:r w:rsidRPr="00E064B0">
        <w:t xml:space="preserve">Struktura elementu </w:t>
      </w:r>
      <w:proofErr w:type="spellStart"/>
      <w:r w:rsidRPr="0022303E">
        <w:rPr>
          <w:lang w:val="en-GB"/>
        </w:rPr>
        <w:t>CalcAmountPayableType</w:t>
      </w:r>
      <w:bookmarkEnd w:id="5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8"/>
        <w:gridCol w:w="3147"/>
        <w:gridCol w:w="823"/>
        <w:gridCol w:w="2044"/>
        <w:gridCol w:w="1192"/>
      </w:tblGrid>
      <w:tr w:rsidR="00725C5B" w:rsidRPr="00970DD3" w14:paraId="5F68E98F" w14:textId="77777777" w:rsidTr="00526A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48" w:type="dxa"/>
          </w:tcPr>
          <w:p w14:paraId="79FC6FE3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147" w:type="dxa"/>
          </w:tcPr>
          <w:p w14:paraId="645D5199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3" w:type="dxa"/>
          </w:tcPr>
          <w:p w14:paraId="6B10376A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4" w:type="dxa"/>
          </w:tcPr>
          <w:p w14:paraId="682ADFBB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4FD5FD72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725C5B" w:rsidRPr="00970DD3" w14:paraId="62435A59" w14:textId="77777777" w:rsidTr="00526A5C">
        <w:trPr>
          <w:trHeight w:val="213"/>
        </w:trPr>
        <w:tc>
          <w:tcPr>
            <w:tcW w:w="1848" w:type="dxa"/>
          </w:tcPr>
          <w:p w14:paraId="56D50969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147" w:type="dxa"/>
          </w:tcPr>
          <w:p w14:paraId="45D6E1A7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Kwota akcyzy od poszczególnych wyrobów</w:t>
            </w:r>
          </w:p>
        </w:tc>
        <w:tc>
          <w:tcPr>
            <w:tcW w:w="823" w:type="dxa"/>
          </w:tcPr>
          <w:p w14:paraId="5F9B9BB5" w14:textId="77777777" w:rsidR="00725C5B" w:rsidRPr="00594690" w:rsidRDefault="00DE7167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44" w:type="dxa"/>
          </w:tcPr>
          <w:p w14:paraId="6FB15900" w14:textId="77777777" w:rsidR="00725C5B" w:rsidRPr="00594690" w:rsidRDefault="0095536B" w:rsidP="0079598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ItemType\h  \* MERGEFORMAT </w:instrTex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1E7D1D" w:rsidRPr="00594690">
              <w:rPr>
                <w:rStyle w:val="poleodsylacz"/>
                <w:rFonts w:ascii="Lato" w:hAnsi="Lato"/>
                <w:sz w:val="20"/>
                <w:szCs w:val="20"/>
              </w:rPr>
              <w:t>ItemType</w: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01B04493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0..</w:t>
            </w:r>
            <w:r w:rsidR="001959E0" w:rsidRPr="00594690">
              <w:rPr>
                <w:rFonts w:cs="Arial"/>
                <w:sz w:val="20"/>
                <w:szCs w:val="20"/>
              </w:rPr>
              <w:t>*</w:t>
            </w:r>
          </w:p>
        </w:tc>
      </w:tr>
      <w:tr w:rsidR="00725C5B" w:rsidRPr="00970DD3" w14:paraId="2E0ADC36" w14:textId="77777777" w:rsidTr="00526A5C">
        <w:trPr>
          <w:trHeight w:val="213"/>
        </w:trPr>
        <w:tc>
          <w:tcPr>
            <w:tcW w:w="1848" w:type="dxa"/>
          </w:tcPr>
          <w:p w14:paraId="4CEDE2D9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6" w:name="sum"/>
            <w:r w:rsidRPr="00594690">
              <w:rPr>
                <w:rStyle w:val="pole"/>
                <w:rFonts w:ascii="Lato" w:hAnsi="Lato"/>
                <w:sz w:val="20"/>
                <w:szCs w:val="20"/>
              </w:rPr>
              <w:t>sum</w:t>
            </w:r>
            <w:bookmarkEnd w:id="56"/>
          </w:p>
        </w:tc>
        <w:tc>
          <w:tcPr>
            <w:tcW w:w="3147" w:type="dxa"/>
          </w:tcPr>
          <w:p w14:paraId="5D24797E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Razem kwota podatku sumująca wszystkie wartości w kolejnych polach „Kwota podatku”</w:t>
            </w:r>
          </w:p>
        </w:tc>
        <w:tc>
          <w:tcPr>
            <w:tcW w:w="823" w:type="dxa"/>
          </w:tcPr>
          <w:p w14:paraId="5B55CEBB" w14:textId="77777777" w:rsidR="00725C5B" w:rsidRPr="00594690" w:rsidRDefault="00D06B02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2044" w:type="dxa"/>
          </w:tcPr>
          <w:p w14:paraId="05E8D4B9" w14:textId="77777777" w:rsidR="00725C5B" w:rsidRPr="00594690" w:rsidRDefault="009A5039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50356930" w14:textId="34A29481" w:rsidR="00725C5B" w:rsidRPr="00594690" w:rsidRDefault="0091342D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Patrz reguła </w:t>
            </w:r>
            <w:r w:rsidRPr="00594690">
              <w:rPr>
                <w:rFonts w:cs="Arial"/>
                <w:sz w:val="20"/>
                <w:szCs w:val="20"/>
              </w:rPr>
              <w:fldChar w:fldCharType="begin"/>
            </w:r>
            <w:r w:rsidRPr="00594690">
              <w:rPr>
                <w:rFonts w:cs="Arial"/>
                <w:sz w:val="20"/>
                <w:szCs w:val="20"/>
              </w:rPr>
              <w:instrText xml:space="preserve"> REF R7 </w:instrText>
            </w:r>
            <w:r w:rsidR="002732F5" w:rsidRPr="00594690">
              <w:rPr>
                <w:rFonts w:cs="Arial"/>
                <w:sz w:val="20"/>
                <w:szCs w:val="20"/>
              </w:rPr>
              <w:instrText>\h</w:instrText>
            </w:r>
            <w:r w:rsidR="00970DD3" w:rsidRPr="00594690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94690">
              <w:rPr>
                <w:rFonts w:cs="Arial"/>
                <w:sz w:val="20"/>
                <w:szCs w:val="20"/>
              </w:rPr>
            </w:r>
            <w:r w:rsidRPr="00594690">
              <w:rPr>
                <w:rFonts w:cs="Arial"/>
                <w:sz w:val="20"/>
                <w:szCs w:val="20"/>
              </w:rPr>
              <w:fldChar w:fldCharType="separate"/>
            </w:r>
            <w:r w:rsidR="001E7D1D" w:rsidRPr="00594690">
              <w:rPr>
                <w:rFonts w:cs="Arial"/>
                <w:sz w:val="20"/>
                <w:szCs w:val="20"/>
              </w:rPr>
              <w:t>R7</w:t>
            </w:r>
            <w:r w:rsidRPr="0059469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2C11482E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1946E121" w14:textId="77777777" w:rsidR="00526A5C" w:rsidRDefault="00526A5C">
      <w:pPr>
        <w:spacing w:before="0" w:after="0" w:line="240" w:lineRule="auto"/>
        <w:rPr>
          <w:b/>
          <w:bCs/>
          <w:sz w:val="18"/>
          <w:szCs w:val="20"/>
        </w:rPr>
      </w:pPr>
      <w:r>
        <w:br w:type="page"/>
      </w:r>
    </w:p>
    <w:p w14:paraId="08F3CC54" w14:textId="438D2811" w:rsidR="00594690" w:rsidRDefault="00594690" w:rsidP="00795987">
      <w:pPr>
        <w:pStyle w:val="Legenda"/>
        <w:keepNext/>
      </w:pPr>
      <w:bookmarkStart w:id="57" w:name="_Toc182913228"/>
      <w:r>
        <w:lastRenderedPageBreak/>
        <w:t xml:space="preserve">Tabela </w:t>
      </w:r>
      <w:fldSimple w:instr=" SEQ Tabela \* ARABIC ">
        <w:r>
          <w:rPr>
            <w:noProof/>
          </w:rPr>
          <w:t>13</w:t>
        </w:r>
      </w:fldSimple>
      <w:r>
        <w:t xml:space="preserve">. </w:t>
      </w:r>
      <w:r w:rsidRPr="00125986">
        <w:t xml:space="preserve">Struktura elementu </w:t>
      </w:r>
      <w:r w:rsidRPr="0022303E">
        <w:rPr>
          <w:lang w:val="en-GB"/>
        </w:rPr>
        <w:t>ItemType</w:t>
      </w:r>
      <w:bookmarkEnd w:id="5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903"/>
        <w:gridCol w:w="3131"/>
        <w:gridCol w:w="812"/>
        <w:gridCol w:w="2020"/>
        <w:gridCol w:w="1188"/>
      </w:tblGrid>
      <w:tr w:rsidR="00725C5B" w:rsidRPr="00970DD3" w14:paraId="7FBC2611" w14:textId="77777777" w:rsidTr="006A6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3" w:type="dxa"/>
          </w:tcPr>
          <w:p w14:paraId="576C09C2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131" w:type="dxa"/>
          </w:tcPr>
          <w:p w14:paraId="66BF4A57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2" w:type="dxa"/>
          </w:tcPr>
          <w:p w14:paraId="5393D6E7" w14:textId="77777777" w:rsidR="00725C5B" w:rsidRPr="00970DD3" w:rsidRDefault="00725C5B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20" w:type="dxa"/>
          </w:tcPr>
          <w:p w14:paraId="69A839F3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88" w:type="dxa"/>
          </w:tcPr>
          <w:p w14:paraId="75C41DE7" w14:textId="77777777" w:rsidR="00725C5B" w:rsidRPr="00970DD3" w:rsidRDefault="00725C5B" w:rsidP="00795987">
            <w:pPr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725C5B" w:rsidRPr="00970DD3" w14:paraId="2347F297" w14:textId="77777777" w:rsidTr="006A64D8">
        <w:trPr>
          <w:trHeight w:val="213"/>
        </w:trPr>
        <w:tc>
          <w:tcPr>
            <w:tcW w:w="1903" w:type="dxa"/>
          </w:tcPr>
          <w:p w14:paraId="700D63D1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131" w:type="dxa"/>
          </w:tcPr>
          <w:p w14:paraId="4CBB3CB1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Liczba porządkowa.</w:t>
            </w:r>
          </w:p>
        </w:tc>
        <w:tc>
          <w:tcPr>
            <w:tcW w:w="812" w:type="dxa"/>
          </w:tcPr>
          <w:p w14:paraId="46141E34" w14:textId="77777777" w:rsidR="00725C5B" w:rsidRPr="00594690" w:rsidRDefault="00DE7167" w:rsidP="00795987">
            <w:pPr>
              <w:rPr>
                <w:rFonts w:cs="Arial"/>
                <w:sz w:val="20"/>
                <w:szCs w:val="20"/>
              </w:rPr>
            </w:pPr>
            <w:proofErr w:type="spellStart"/>
            <w:r w:rsidRPr="00594690">
              <w:rPr>
                <w:rFonts w:cs="Arial"/>
                <w:sz w:val="20"/>
                <w:szCs w:val="20"/>
              </w:rPr>
              <w:t>D.a</w:t>
            </w:r>
            <w:proofErr w:type="spellEnd"/>
          </w:p>
        </w:tc>
        <w:tc>
          <w:tcPr>
            <w:tcW w:w="2020" w:type="dxa"/>
          </w:tcPr>
          <w:p w14:paraId="0CD78ACF" w14:textId="77777777" w:rsidR="00725C5B" w:rsidRPr="00594690" w:rsidRDefault="00C17084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ZN</w:t>
            </w:r>
            <w:r w:rsidR="007E2A6E" w:rsidRPr="00594690">
              <w:rPr>
                <w:rStyle w:val="pole"/>
                <w:rFonts w:ascii="Lato" w:hAnsi="Lato"/>
                <w:sz w:val="20"/>
                <w:szCs w:val="20"/>
              </w:rPr>
              <w:t>umeric</w:t>
            </w:r>
          </w:p>
        </w:tc>
        <w:tc>
          <w:tcPr>
            <w:tcW w:w="1188" w:type="dxa"/>
          </w:tcPr>
          <w:p w14:paraId="43F4D97A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5706B1D4" w14:textId="77777777" w:rsidTr="006A64D8">
        <w:trPr>
          <w:trHeight w:val="213"/>
        </w:trPr>
        <w:tc>
          <w:tcPr>
            <w:tcW w:w="1903" w:type="dxa"/>
          </w:tcPr>
          <w:p w14:paraId="1A325975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carDetails</w:t>
            </w:r>
          </w:p>
        </w:tc>
        <w:tc>
          <w:tcPr>
            <w:tcW w:w="3131" w:type="dxa"/>
          </w:tcPr>
          <w:p w14:paraId="189EA5BD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Pole zawierające dostęp do danych samochodu.</w:t>
            </w:r>
          </w:p>
        </w:tc>
        <w:tc>
          <w:tcPr>
            <w:tcW w:w="812" w:type="dxa"/>
          </w:tcPr>
          <w:p w14:paraId="1948FB09" w14:textId="77777777" w:rsidR="00725C5B" w:rsidRPr="00594690" w:rsidRDefault="00DE7167" w:rsidP="00795987">
            <w:pPr>
              <w:rPr>
                <w:rFonts w:cs="Arial"/>
                <w:sz w:val="20"/>
                <w:szCs w:val="20"/>
              </w:rPr>
            </w:pPr>
            <w:proofErr w:type="spellStart"/>
            <w:r w:rsidRPr="00594690">
              <w:rPr>
                <w:rFonts w:cs="Arial"/>
                <w:sz w:val="20"/>
                <w:szCs w:val="20"/>
              </w:rPr>
              <w:t>D.b</w:t>
            </w:r>
            <w:proofErr w:type="spellEnd"/>
          </w:p>
        </w:tc>
        <w:tc>
          <w:tcPr>
            <w:tcW w:w="2020" w:type="dxa"/>
          </w:tcPr>
          <w:p w14:paraId="1FD344AA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ZCarDetails</w:t>
            </w:r>
          </w:p>
        </w:tc>
        <w:tc>
          <w:tcPr>
            <w:tcW w:w="1188" w:type="dxa"/>
          </w:tcPr>
          <w:p w14:paraId="06FDF0AC" w14:textId="77777777" w:rsidR="00725C5B" w:rsidRPr="00594690" w:rsidRDefault="00DB18B0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0</w:t>
            </w:r>
            <w:r w:rsidR="00725C5B" w:rsidRPr="00594690">
              <w:rPr>
                <w:rFonts w:cs="Arial"/>
                <w:sz w:val="20"/>
                <w:szCs w:val="20"/>
              </w:rPr>
              <w:t>..1</w:t>
            </w:r>
          </w:p>
        </w:tc>
      </w:tr>
      <w:tr w:rsidR="00725C5B" w:rsidRPr="00970DD3" w14:paraId="5428BB60" w14:textId="77777777" w:rsidTr="006A64D8">
        <w:trPr>
          <w:trHeight w:val="213"/>
        </w:trPr>
        <w:tc>
          <w:tcPr>
            <w:tcW w:w="1903" w:type="dxa"/>
          </w:tcPr>
          <w:p w14:paraId="36E0E676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dateOfSale</w:t>
            </w:r>
          </w:p>
        </w:tc>
        <w:tc>
          <w:tcPr>
            <w:tcW w:w="3131" w:type="dxa"/>
          </w:tcPr>
          <w:p w14:paraId="6CF60B8A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Pole na wprowadzenie daty sprzedaży samochodu</w:t>
            </w:r>
          </w:p>
        </w:tc>
        <w:tc>
          <w:tcPr>
            <w:tcW w:w="812" w:type="dxa"/>
          </w:tcPr>
          <w:p w14:paraId="3625A2B2" w14:textId="77777777" w:rsidR="00725C5B" w:rsidRPr="00594690" w:rsidRDefault="00DE7167" w:rsidP="00795987">
            <w:pPr>
              <w:rPr>
                <w:rFonts w:cs="Arial"/>
                <w:sz w:val="20"/>
                <w:szCs w:val="20"/>
              </w:rPr>
            </w:pPr>
            <w:proofErr w:type="spellStart"/>
            <w:r w:rsidRPr="00594690">
              <w:rPr>
                <w:rFonts w:cs="Arial"/>
                <w:sz w:val="20"/>
                <w:szCs w:val="20"/>
              </w:rPr>
              <w:t>D.c</w:t>
            </w:r>
            <w:proofErr w:type="spellEnd"/>
          </w:p>
        </w:tc>
        <w:tc>
          <w:tcPr>
            <w:tcW w:w="2020" w:type="dxa"/>
          </w:tcPr>
          <w:p w14:paraId="5CDF605A" w14:textId="77777777" w:rsidR="00725C5B" w:rsidRPr="00594690" w:rsidRDefault="003C2B43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date</w:t>
            </w:r>
          </w:p>
        </w:tc>
        <w:tc>
          <w:tcPr>
            <w:tcW w:w="1188" w:type="dxa"/>
          </w:tcPr>
          <w:p w14:paraId="008046CC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4133396A" w14:textId="77777777" w:rsidTr="006A64D8">
        <w:trPr>
          <w:trHeight w:val="213"/>
        </w:trPr>
        <w:tc>
          <w:tcPr>
            <w:tcW w:w="1903" w:type="dxa"/>
          </w:tcPr>
          <w:p w14:paraId="39A945B7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131" w:type="dxa"/>
          </w:tcPr>
          <w:p w14:paraId="2DE45BBE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Pole pozwalające na wpisanie ośmiocyfrowego kodu CN towaru.</w:t>
            </w:r>
          </w:p>
        </w:tc>
        <w:tc>
          <w:tcPr>
            <w:tcW w:w="812" w:type="dxa"/>
          </w:tcPr>
          <w:p w14:paraId="2CA04ED5" w14:textId="77777777" w:rsidR="00725C5B" w:rsidRPr="00594690" w:rsidRDefault="00DE7167" w:rsidP="00795987">
            <w:pPr>
              <w:rPr>
                <w:rFonts w:cs="Arial"/>
                <w:sz w:val="20"/>
                <w:szCs w:val="20"/>
              </w:rPr>
            </w:pPr>
            <w:proofErr w:type="spellStart"/>
            <w:r w:rsidRPr="00594690">
              <w:rPr>
                <w:rFonts w:cs="Arial"/>
                <w:sz w:val="20"/>
                <w:szCs w:val="20"/>
              </w:rPr>
              <w:t>D.d</w:t>
            </w:r>
            <w:proofErr w:type="spellEnd"/>
          </w:p>
        </w:tc>
        <w:tc>
          <w:tcPr>
            <w:tcW w:w="2020" w:type="dxa"/>
          </w:tcPr>
          <w:p w14:paraId="1CFD0DCF" w14:textId="77777777" w:rsidR="00725C5B" w:rsidRPr="00594690" w:rsidRDefault="00733A4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88" w:type="dxa"/>
          </w:tcPr>
          <w:p w14:paraId="33077C2B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6DB374D4" w14:textId="77777777" w:rsidTr="006A64D8">
        <w:trPr>
          <w:trHeight w:val="213"/>
        </w:trPr>
        <w:tc>
          <w:tcPr>
            <w:tcW w:w="1903" w:type="dxa"/>
          </w:tcPr>
          <w:p w14:paraId="652E6F66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valueOfGoods</w:t>
            </w:r>
          </w:p>
        </w:tc>
        <w:tc>
          <w:tcPr>
            <w:tcW w:w="3131" w:type="dxa"/>
          </w:tcPr>
          <w:p w14:paraId="4174785E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Podstawa obliczenia podatku w zł</w:t>
            </w:r>
          </w:p>
        </w:tc>
        <w:tc>
          <w:tcPr>
            <w:tcW w:w="812" w:type="dxa"/>
          </w:tcPr>
          <w:p w14:paraId="2C3A7F99" w14:textId="77777777" w:rsidR="00725C5B" w:rsidRPr="00594690" w:rsidRDefault="00DE7167" w:rsidP="00795987">
            <w:pPr>
              <w:rPr>
                <w:rFonts w:cs="Arial"/>
                <w:sz w:val="20"/>
                <w:szCs w:val="20"/>
              </w:rPr>
            </w:pPr>
            <w:proofErr w:type="spellStart"/>
            <w:r w:rsidRPr="00594690">
              <w:rPr>
                <w:rFonts w:cs="Arial"/>
                <w:sz w:val="20"/>
                <w:szCs w:val="20"/>
              </w:rPr>
              <w:t>D.e</w:t>
            </w:r>
            <w:proofErr w:type="spellEnd"/>
          </w:p>
        </w:tc>
        <w:tc>
          <w:tcPr>
            <w:tcW w:w="2020" w:type="dxa"/>
          </w:tcPr>
          <w:p w14:paraId="5B3DD511" w14:textId="77777777" w:rsidR="00725C5B" w:rsidRPr="00594690" w:rsidRDefault="00D30567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</w:tc>
        <w:tc>
          <w:tcPr>
            <w:tcW w:w="1188" w:type="dxa"/>
          </w:tcPr>
          <w:p w14:paraId="6E23C7C3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970DD3" w14:paraId="088A3535" w14:textId="77777777" w:rsidTr="006A64D8">
        <w:trPr>
          <w:trHeight w:val="213"/>
        </w:trPr>
        <w:tc>
          <w:tcPr>
            <w:tcW w:w="1903" w:type="dxa"/>
          </w:tcPr>
          <w:p w14:paraId="1895E5EC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131" w:type="dxa"/>
          </w:tcPr>
          <w:p w14:paraId="49A260C8" w14:textId="77777777" w:rsidR="00725C5B" w:rsidRPr="00594690" w:rsidRDefault="00C055E4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12" w:type="dxa"/>
          </w:tcPr>
          <w:p w14:paraId="7567AE85" w14:textId="77777777" w:rsidR="00725C5B" w:rsidRPr="00594690" w:rsidRDefault="00DE7167" w:rsidP="00795987">
            <w:pPr>
              <w:rPr>
                <w:rFonts w:cs="Arial"/>
                <w:sz w:val="20"/>
                <w:szCs w:val="20"/>
              </w:rPr>
            </w:pPr>
            <w:proofErr w:type="spellStart"/>
            <w:r w:rsidRPr="00594690">
              <w:rPr>
                <w:rFonts w:cs="Arial"/>
                <w:sz w:val="20"/>
                <w:szCs w:val="20"/>
              </w:rPr>
              <w:t>D.f</w:t>
            </w:r>
            <w:proofErr w:type="spellEnd"/>
          </w:p>
        </w:tc>
        <w:tc>
          <w:tcPr>
            <w:tcW w:w="2020" w:type="dxa"/>
          </w:tcPr>
          <w:p w14:paraId="259F2AAA" w14:textId="77777777" w:rsidR="00725C5B" w:rsidRPr="00594690" w:rsidRDefault="00725C5B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88" w:type="dxa"/>
          </w:tcPr>
          <w:p w14:paraId="66348975" w14:textId="77777777" w:rsidR="00725C5B" w:rsidRPr="00594690" w:rsidRDefault="00725C5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9233C" w:rsidRPr="00970DD3" w14:paraId="43FF3C6A" w14:textId="77777777" w:rsidTr="006A64D8">
        <w:trPr>
          <w:trHeight w:val="213"/>
        </w:trPr>
        <w:tc>
          <w:tcPr>
            <w:tcW w:w="1903" w:type="dxa"/>
          </w:tcPr>
          <w:p w14:paraId="3927F4B7" w14:textId="77777777" w:rsidR="0089233C" w:rsidRPr="00594690" w:rsidRDefault="0089233C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131" w:type="dxa"/>
          </w:tcPr>
          <w:p w14:paraId="4CE3EEBD" w14:textId="77777777" w:rsidR="0089233C" w:rsidRPr="00594690" w:rsidRDefault="0089233C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12" w:type="dxa"/>
          </w:tcPr>
          <w:p w14:paraId="5F4AB5D4" w14:textId="77777777" w:rsidR="0089233C" w:rsidRPr="00594690" w:rsidRDefault="0089233C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20" w:type="dxa"/>
          </w:tcPr>
          <w:p w14:paraId="502E78CE" w14:textId="77777777" w:rsidR="0089233C" w:rsidRPr="00594690" w:rsidRDefault="0089233C" w:rsidP="00795987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88" w:type="dxa"/>
          </w:tcPr>
          <w:p w14:paraId="21DD5B2B" w14:textId="77777777" w:rsidR="0089233C" w:rsidRPr="00594690" w:rsidRDefault="0089233C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9233C" w:rsidRPr="00970DD3" w14:paraId="483F24EC" w14:textId="77777777" w:rsidTr="006A64D8">
        <w:trPr>
          <w:trHeight w:val="213"/>
        </w:trPr>
        <w:tc>
          <w:tcPr>
            <w:tcW w:w="1903" w:type="dxa"/>
          </w:tcPr>
          <w:p w14:paraId="31BD8666" w14:textId="77777777" w:rsidR="0089233C" w:rsidRPr="00594690" w:rsidRDefault="0089233C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8" w:name="amountOfTax"/>
            <w:r w:rsidRPr="00594690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58"/>
          </w:p>
        </w:tc>
        <w:tc>
          <w:tcPr>
            <w:tcW w:w="3131" w:type="dxa"/>
          </w:tcPr>
          <w:p w14:paraId="4ED9D35E" w14:textId="77777777" w:rsidR="0089233C" w:rsidRPr="00594690" w:rsidRDefault="0089233C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Kwota podatku wyliczona wg wzoru: wartość w polu: „Podstawa obliczenia podatku” pomnożona przez wartość w polu „Stawka podatku”.</w:t>
            </w:r>
          </w:p>
        </w:tc>
        <w:tc>
          <w:tcPr>
            <w:tcW w:w="812" w:type="dxa"/>
          </w:tcPr>
          <w:p w14:paraId="158E8E99" w14:textId="77777777" w:rsidR="0089233C" w:rsidRPr="00594690" w:rsidRDefault="0089233C" w:rsidP="00795987">
            <w:pPr>
              <w:rPr>
                <w:rFonts w:cs="Arial"/>
                <w:sz w:val="20"/>
                <w:szCs w:val="20"/>
              </w:rPr>
            </w:pPr>
            <w:proofErr w:type="spellStart"/>
            <w:r w:rsidRPr="00594690">
              <w:rPr>
                <w:rFonts w:cs="Arial"/>
                <w:sz w:val="20"/>
                <w:szCs w:val="20"/>
              </w:rPr>
              <w:t>D.g</w:t>
            </w:r>
            <w:proofErr w:type="spellEnd"/>
          </w:p>
        </w:tc>
        <w:tc>
          <w:tcPr>
            <w:tcW w:w="2020" w:type="dxa"/>
          </w:tcPr>
          <w:p w14:paraId="19014812" w14:textId="77777777" w:rsidR="0089233C" w:rsidRPr="00594690" w:rsidRDefault="0089233C" w:rsidP="0079598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94690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61368EC3" w14:textId="5C27E211" w:rsidR="0089233C" w:rsidRPr="00594690" w:rsidRDefault="0091342D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Patrz reguła </w:t>
            </w:r>
            <w:r w:rsidRPr="00594690">
              <w:rPr>
                <w:rFonts w:cs="Arial"/>
                <w:sz w:val="20"/>
                <w:szCs w:val="20"/>
              </w:rPr>
              <w:fldChar w:fldCharType="begin"/>
            </w:r>
            <w:r w:rsidRPr="00594690">
              <w:rPr>
                <w:rFonts w:cs="Arial"/>
                <w:sz w:val="20"/>
                <w:szCs w:val="20"/>
              </w:rPr>
              <w:instrText xml:space="preserve"> REF R12 </w:instrText>
            </w:r>
            <w:r w:rsidR="002732F5" w:rsidRPr="00594690">
              <w:rPr>
                <w:rFonts w:cs="Arial"/>
                <w:sz w:val="20"/>
                <w:szCs w:val="20"/>
              </w:rPr>
              <w:instrText>\h</w:instrText>
            </w:r>
            <w:r w:rsidR="00970DD3" w:rsidRPr="00594690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594690">
              <w:rPr>
                <w:rFonts w:cs="Arial"/>
                <w:sz w:val="20"/>
                <w:szCs w:val="20"/>
              </w:rPr>
            </w:r>
            <w:r w:rsidRPr="00594690">
              <w:rPr>
                <w:rFonts w:cs="Arial"/>
                <w:sz w:val="20"/>
                <w:szCs w:val="20"/>
              </w:rPr>
              <w:fldChar w:fldCharType="separate"/>
            </w:r>
            <w:r w:rsidR="001E7D1D" w:rsidRPr="00594690">
              <w:rPr>
                <w:rFonts w:cs="Arial"/>
                <w:sz w:val="20"/>
                <w:szCs w:val="20"/>
              </w:rPr>
              <w:t>R12</w:t>
            </w:r>
            <w:r w:rsidRPr="0059469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88" w:type="dxa"/>
          </w:tcPr>
          <w:p w14:paraId="050FBFD6" w14:textId="77777777" w:rsidR="0089233C" w:rsidRPr="00594690" w:rsidRDefault="0089233C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55CA45A7" w14:textId="77777777" w:rsidR="00805EC9" w:rsidRPr="00970DD3" w:rsidRDefault="00805EC9" w:rsidP="00795987">
      <w:pPr>
        <w:pStyle w:val="Nagwek3"/>
      </w:pPr>
      <w:bookmarkStart w:id="59" w:name="_Toc182913214"/>
      <w:r w:rsidRPr="00970DD3">
        <w:lastRenderedPageBreak/>
        <w:t>Reguły</w:t>
      </w:r>
      <w:bookmarkEnd w:id="59"/>
    </w:p>
    <w:p w14:paraId="3BC4A274" w14:textId="1F5E36BF" w:rsidR="00594690" w:rsidRDefault="00594690" w:rsidP="00795987">
      <w:pPr>
        <w:pStyle w:val="Legenda"/>
        <w:keepNext/>
      </w:pPr>
      <w:bookmarkStart w:id="60" w:name="_Toc182913229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 xml:space="preserve">. </w:t>
      </w:r>
      <w:r w:rsidRPr="00BF10B0">
        <w:t>Reguły dotyczące deklaracji AKC-P</w:t>
      </w:r>
      <w:bookmarkEnd w:id="6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805EC9" w:rsidRPr="00970DD3" w14:paraId="3DD9D0F7" w14:textId="77777777" w:rsidTr="006A6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4BDEFBC6" w14:textId="77777777" w:rsidR="00805EC9" w:rsidRPr="00970DD3" w:rsidRDefault="00805EC9" w:rsidP="00795987">
            <w:pPr>
              <w:keepNext/>
              <w:rPr>
                <w:rFonts w:cs="Arial"/>
                <w:b w:val="0"/>
                <w:sz w:val="18"/>
                <w:szCs w:val="18"/>
              </w:rPr>
            </w:pPr>
            <w:r w:rsidRPr="00970DD3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446DA82E" w14:textId="77777777" w:rsidR="00805EC9" w:rsidRPr="00970DD3" w:rsidRDefault="00805EC9" w:rsidP="00795987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970DD3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D33BE" w:rsidRPr="00970DD3" w14:paraId="3B32D08A" w14:textId="77777777" w:rsidTr="006A64D8">
        <w:trPr>
          <w:trHeight w:val="213"/>
        </w:trPr>
        <w:tc>
          <w:tcPr>
            <w:tcW w:w="944" w:type="dxa"/>
          </w:tcPr>
          <w:p w14:paraId="68326EEB" w14:textId="77777777" w:rsidR="001D33BE" w:rsidRPr="00594690" w:rsidRDefault="001D33BE" w:rsidP="00795987">
            <w:pPr>
              <w:rPr>
                <w:rFonts w:cs="Arial"/>
                <w:sz w:val="20"/>
                <w:szCs w:val="20"/>
              </w:rPr>
            </w:pPr>
            <w:bookmarkStart w:id="61" w:name="R3"/>
            <w:r w:rsidRPr="00594690">
              <w:rPr>
                <w:rFonts w:cs="Arial"/>
                <w:sz w:val="20"/>
                <w:szCs w:val="20"/>
              </w:rPr>
              <w:t>R3</w:t>
            </w:r>
            <w:bookmarkEnd w:id="61"/>
          </w:p>
        </w:tc>
        <w:tc>
          <w:tcPr>
            <w:tcW w:w="8110" w:type="dxa"/>
          </w:tcPr>
          <w:p w14:paraId="71D60961" w14:textId="77777777" w:rsidR="001D33BE" w:rsidRPr="00594690" w:rsidRDefault="001D33BE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Pole tekstowe </w:t>
            </w:r>
            <w:r w:rsidR="002732F5"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2732F5" w:rsidRPr="0059469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2732F5" w:rsidRPr="00594690">
              <w:rPr>
                <w:rStyle w:val="poleodsylacz"/>
                <w:rFonts w:ascii="Lato" w:hAnsi="Lato"/>
                <w:sz w:val="20"/>
                <w:szCs w:val="20"/>
              </w:rPr>
            </w:r>
            <w:r w:rsidR="002732F5"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1E7D1D" w:rsidRPr="0059469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2732F5"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2732F5" w:rsidRPr="00594690">
              <w:rPr>
                <w:rFonts w:cs="Arial"/>
                <w:sz w:val="20"/>
                <w:szCs w:val="20"/>
              </w:rPr>
              <w:t xml:space="preserve"> </w:t>
            </w:r>
            <w:r w:rsidRPr="00594690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3C32C9" w:rsidRPr="00B329C6" w14:paraId="6D35BB5F" w14:textId="77777777" w:rsidTr="006A64D8">
        <w:trPr>
          <w:trHeight w:val="213"/>
        </w:trPr>
        <w:tc>
          <w:tcPr>
            <w:tcW w:w="944" w:type="dxa"/>
          </w:tcPr>
          <w:p w14:paraId="2777132E" w14:textId="77777777" w:rsidR="003C32C9" w:rsidRPr="00594690" w:rsidRDefault="003C32C9" w:rsidP="00795987">
            <w:pPr>
              <w:rPr>
                <w:rFonts w:cs="Arial"/>
                <w:sz w:val="20"/>
                <w:szCs w:val="20"/>
              </w:rPr>
            </w:pPr>
            <w:bookmarkStart w:id="62" w:name="R4"/>
            <w:r w:rsidRPr="00594690">
              <w:rPr>
                <w:rFonts w:cs="Arial"/>
                <w:sz w:val="20"/>
                <w:szCs w:val="20"/>
              </w:rPr>
              <w:t>R4</w:t>
            </w:r>
            <w:bookmarkEnd w:id="62"/>
          </w:p>
        </w:tc>
        <w:tc>
          <w:tcPr>
            <w:tcW w:w="8110" w:type="dxa"/>
          </w:tcPr>
          <w:p w14:paraId="1E278568" w14:textId="77777777" w:rsidR="003C32C9" w:rsidRPr="0031739A" w:rsidRDefault="003C32C9" w:rsidP="00795987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31739A">
              <w:rPr>
                <w:rFonts w:cs="Arial"/>
                <w:sz w:val="20"/>
                <w:szCs w:val="20"/>
                <w:lang w:val="en-GB"/>
              </w:rPr>
              <w:t>Muszą</w:t>
            </w:r>
            <w:proofErr w:type="spellEnd"/>
            <w:r w:rsidRPr="0031739A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1739A">
              <w:rPr>
                <w:rFonts w:cs="Arial"/>
                <w:sz w:val="20"/>
                <w:szCs w:val="20"/>
                <w:lang w:val="en-GB"/>
              </w:rPr>
              <w:t>być</w:t>
            </w:r>
            <w:proofErr w:type="spellEnd"/>
            <w:r w:rsidRPr="0031739A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1739A">
              <w:rPr>
                <w:rFonts w:cs="Arial"/>
                <w:sz w:val="20"/>
                <w:szCs w:val="20"/>
                <w:lang w:val="en-GB"/>
              </w:rPr>
              <w:t>wypełnione</w:t>
            </w:r>
            <w:proofErr w:type="spellEnd"/>
            <w:r w:rsidRPr="0031739A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1739A">
              <w:rPr>
                <w:rFonts w:cs="Arial"/>
                <w:sz w:val="20"/>
                <w:szCs w:val="20"/>
                <w:lang w:val="en-GB"/>
              </w:rPr>
              <w:t>pola</w:t>
            </w:r>
            <w:proofErr w:type="spellEnd"/>
            <w:r w:rsidR="002732F5" w:rsidRPr="0031739A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2732F5" w:rsidRPr="002230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="002732F5" w:rsidRPr="002230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instrText xml:space="preserve"> REF Trader \h </w:instrText>
            </w:r>
            <w:r w:rsidR="00CC7EBB" w:rsidRPr="002230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instrText xml:space="preserve"> \* MERGEFORMAT </w:instrText>
            </w:r>
            <w:r w:rsidR="002732F5" w:rsidRPr="002230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r>
            <w:r w:rsidR="002732F5" w:rsidRPr="002230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1E7D1D" w:rsidRPr="002230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t>Trader</w:t>
            </w:r>
            <w:r w:rsidR="002732F5" w:rsidRPr="0022303E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fldChar w:fldCharType="end"/>
            </w:r>
            <w:r w:rsidR="002732F5" w:rsidRPr="0031739A">
              <w:rPr>
                <w:rFonts w:cs="Arial"/>
                <w:sz w:val="20"/>
                <w:szCs w:val="20"/>
                <w:lang w:val="en-GB"/>
              </w:rPr>
              <w:t>:</w:t>
            </w:r>
            <w:r w:rsidRPr="0031739A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31739A">
              <w:rPr>
                <w:rStyle w:val="pole"/>
                <w:rFonts w:ascii="Lato" w:hAnsi="Lato"/>
                <w:sz w:val="20"/>
                <w:szCs w:val="20"/>
                <w:lang w:val="en-GB"/>
              </w:rPr>
              <w:t>province, district, commune, houseNumber, postalCode, postalName</w:t>
            </w:r>
            <w:r w:rsidRPr="0031739A">
              <w:rPr>
                <w:rFonts w:cs="Arial"/>
                <w:sz w:val="20"/>
                <w:szCs w:val="20"/>
                <w:lang w:val="en-GB"/>
              </w:rPr>
              <w:t>.</w:t>
            </w:r>
          </w:p>
        </w:tc>
      </w:tr>
      <w:tr w:rsidR="001D33BE" w:rsidRPr="00970DD3" w14:paraId="46E54883" w14:textId="77777777" w:rsidTr="006A64D8">
        <w:trPr>
          <w:trHeight w:val="213"/>
        </w:trPr>
        <w:tc>
          <w:tcPr>
            <w:tcW w:w="944" w:type="dxa"/>
          </w:tcPr>
          <w:p w14:paraId="41622E7D" w14:textId="77777777" w:rsidR="001D33BE" w:rsidRPr="00594690" w:rsidRDefault="00EF2FF1" w:rsidP="00795987">
            <w:pPr>
              <w:rPr>
                <w:rFonts w:cs="Arial"/>
                <w:sz w:val="20"/>
                <w:szCs w:val="20"/>
              </w:rPr>
            </w:pPr>
            <w:bookmarkStart w:id="63" w:name="R6"/>
            <w:r w:rsidRPr="00594690">
              <w:rPr>
                <w:rFonts w:cs="Arial"/>
                <w:sz w:val="20"/>
                <w:szCs w:val="20"/>
              </w:rPr>
              <w:t>R6</w:t>
            </w:r>
            <w:bookmarkEnd w:id="63"/>
          </w:p>
        </w:tc>
        <w:tc>
          <w:tcPr>
            <w:tcW w:w="8110" w:type="dxa"/>
          </w:tcPr>
          <w:p w14:paraId="6E9E385D" w14:textId="77777777" w:rsidR="001D33BE" w:rsidRPr="00594690" w:rsidRDefault="0074294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P</w:t>
            </w:r>
            <w:r w:rsidR="00EF2FF1" w:rsidRPr="00594690">
              <w:rPr>
                <w:rFonts w:cs="Arial"/>
                <w:sz w:val="20"/>
                <w:szCs w:val="20"/>
              </w:rPr>
              <w:t xml:space="preserve">orównanie wartości </w:t>
            </w:r>
            <w:r w:rsidR="00013A4C" w:rsidRPr="00594690">
              <w:rPr>
                <w:rFonts w:cs="Arial"/>
                <w:sz w:val="20"/>
                <w:szCs w:val="20"/>
              </w:rPr>
              <w:t xml:space="preserve">wprowadzonej w polu </w:t>
            </w:r>
            <w:r w:rsidR="00013A4C"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13A4C" w:rsidRPr="0059469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toPay \h  \* MERGEFORMAT </w:instrText>
            </w:r>
            <w:r w:rsidR="00013A4C" w:rsidRPr="00594690">
              <w:rPr>
                <w:rStyle w:val="poleodsylacz"/>
                <w:rFonts w:ascii="Lato" w:hAnsi="Lato"/>
                <w:sz w:val="20"/>
                <w:szCs w:val="20"/>
              </w:rPr>
            </w:r>
            <w:r w:rsidR="00013A4C"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1E7D1D" w:rsidRPr="0059469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013A4C"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13A4C" w:rsidRPr="00594690">
              <w:rPr>
                <w:rFonts w:cs="Arial"/>
                <w:sz w:val="20"/>
                <w:szCs w:val="20"/>
              </w:rPr>
              <w:t xml:space="preserve"> </w:t>
            </w:r>
            <w:r w:rsidR="00EF2FF1" w:rsidRPr="00594690">
              <w:rPr>
                <w:rFonts w:cs="Arial"/>
                <w:sz w:val="20"/>
                <w:szCs w:val="20"/>
              </w:rPr>
              <w:t xml:space="preserve">z wartością wyliczoną w polu „Razem kwota podatku”. </w:t>
            </w:r>
          </w:p>
        </w:tc>
      </w:tr>
      <w:tr w:rsidR="00467542" w:rsidRPr="00970DD3" w14:paraId="7E0F50BD" w14:textId="77777777" w:rsidTr="006A64D8">
        <w:trPr>
          <w:trHeight w:val="213"/>
        </w:trPr>
        <w:tc>
          <w:tcPr>
            <w:tcW w:w="944" w:type="dxa"/>
          </w:tcPr>
          <w:p w14:paraId="651BA5D3" w14:textId="77777777" w:rsidR="00467542" w:rsidRPr="00594690" w:rsidRDefault="00467542" w:rsidP="00795987">
            <w:pPr>
              <w:rPr>
                <w:rFonts w:cs="Arial"/>
                <w:sz w:val="20"/>
                <w:szCs w:val="20"/>
              </w:rPr>
            </w:pPr>
            <w:bookmarkStart w:id="64" w:name="R7"/>
            <w:r w:rsidRPr="00594690">
              <w:rPr>
                <w:rFonts w:cs="Arial"/>
                <w:sz w:val="20"/>
                <w:szCs w:val="20"/>
              </w:rPr>
              <w:t>R7</w:t>
            </w:r>
            <w:bookmarkEnd w:id="64"/>
          </w:p>
        </w:tc>
        <w:tc>
          <w:tcPr>
            <w:tcW w:w="8110" w:type="dxa"/>
          </w:tcPr>
          <w:p w14:paraId="70B5807E" w14:textId="77777777" w:rsidR="00467542" w:rsidRPr="00594690" w:rsidRDefault="00C43E6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Wartość w</w:t>
            </w:r>
            <w:r w:rsidR="00467542" w:rsidRPr="00594690">
              <w:rPr>
                <w:rFonts w:cs="Arial"/>
                <w:sz w:val="20"/>
                <w:szCs w:val="20"/>
              </w:rPr>
              <w:t xml:space="preserve">prowadzona </w:t>
            </w:r>
            <w:r w:rsidRPr="00594690">
              <w:rPr>
                <w:rFonts w:cs="Arial"/>
                <w:sz w:val="20"/>
                <w:szCs w:val="20"/>
              </w:rPr>
              <w:t xml:space="preserve">w polu </w: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9469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sum \h  \* MERGEFORMAT </w:instrTex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1E7D1D" w:rsidRPr="0059469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sum</w: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594690">
              <w:rPr>
                <w:rFonts w:cs="Arial"/>
                <w:sz w:val="20"/>
                <w:szCs w:val="20"/>
              </w:rPr>
              <w:t xml:space="preserve"> </w:t>
            </w:r>
            <w:r w:rsidR="00467542" w:rsidRPr="00594690">
              <w:rPr>
                <w:rFonts w:cs="Arial"/>
                <w:sz w:val="20"/>
                <w:szCs w:val="20"/>
              </w:rPr>
              <w:t>powinna być równa wyliczonej sumie wszystkich wartości w kolejnych pol</w:t>
            </w:r>
            <w:r w:rsidR="001A5434" w:rsidRPr="00594690">
              <w:rPr>
                <w:rFonts w:cs="Arial"/>
                <w:sz w:val="20"/>
                <w:szCs w:val="20"/>
              </w:rPr>
              <w:t>ach „Kwota podatku”.</w:t>
            </w:r>
          </w:p>
        </w:tc>
      </w:tr>
      <w:tr w:rsidR="00805EC9" w:rsidRPr="00970DD3" w14:paraId="41CCB09C" w14:textId="77777777" w:rsidTr="006A64D8">
        <w:trPr>
          <w:trHeight w:val="213"/>
        </w:trPr>
        <w:tc>
          <w:tcPr>
            <w:tcW w:w="944" w:type="dxa"/>
          </w:tcPr>
          <w:p w14:paraId="2C996350" w14:textId="77777777" w:rsidR="00805EC9" w:rsidRPr="00594690" w:rsidRDefault="004C325D" w:rsidP="00795987">
            <w:pPr>
              <w:rPr>
                <w:rFonts w:cs="Arial"/>
                <w:sz w:val="20"/>
                <w:szCs w:val="20"/>
              </w:rPr>
            </w:pPr>
            <w:bookmarkStart w:id="65" w:name="R12"/>
            <w:r w:rsidRPr="00594690">
              <w:rPr>
                <w:rFonts w:cs="Arial"/>
                <w:sz w:val="20"/>
                <w:szCs w:val="20"/>
              </w:rPr>
              <w:t>R12</w:t>
            </w:r>
            <w:bookmarkEnd w:id="65"/>
          </w:p>
        </w:tc>
        <w:tc>
          <w:tcPr>
            <w:tcW w:w="8110" w:type="dxa"/>
          </w:tcPr>
          <w:p w14:paraId="1383C942" w14:textId="77777777" w:rsidR="00805EC9" w:rsidRPr="00594690" w:rsidRDefault="00C43E68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 xml:space="preserve">Wartość wprowadzona w polu </w: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9469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1E7D1D" w:rsidRPr="00594690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Pr="00594690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594690">
              <w:rPr>
                <w:rFonts w:cs="Arial"/>
                <w:sz w:val="20"/>
                <w:szCs w:val="20"/>
              </w:rPr>
              <w:t xml:space="preserve"> </w:t>
            </w:r>
            <w:r w:rsidR="004C325D" w:rsidRPr="00594690">
              <w:rPr>
                <w:rFonts w:cs="Arial"/>
                <w:sz w:val="20"/>
                <w:szCs w:val="20"/>
              </w:rPr>
              <w:t>powinna być równa wyliczonej zgodnie ze wzorem: wartość w polu: „Podstawa obliczenia podatku” pomnożona przez wartość w polu „Stawka podatku”.</w:t>
            </w:r>
          </w:p>
        </w:tc>
      </w:tr>
      <w:tr w:rsidR="00E1691B" w:rsidRPr="00970DD3" w14:paraId="54333069" w14:textId="77777777" w:rsidTr="006A64D8">
        <w:trPr>
          <w:trHeight w:val="213"/>
        </w:trPr>
        <w:tc>
          <w:tcPr>
            <w:tcW w:w="944" w:type="dxa"/>
          </w:tcPr>
          <w:p w14:paraId="64A01D06" w14:textId="77777777" w:rsidR="00E1691B" w:rsidRPr="00594690" w:rsidRDefault="00E1691B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R13</w:t>
            </w:r>
          </w:p>
        </w:tc>
        <w:tc>
          <w:tcPr>
            <w:tcW w:w="8110" w:type="dxa"/>
          </w:tcPr>
          <w:p w14:paraId="6D864C8A" w14:textId="77777777" w:rsidR="00E1691B" w:rsidRPr="00594690" w:rsidRDefault="00464365" w:rsidP="00795987">
            <w:pPr>
              <w:rPr>
                <w:rFonts w:cs="Arial"/>
                <w:sz w:val="20"/>
                <w:szCs w:val="20"/>
              </w:rPr>
            </w:pPr>
            <w:r w:rsidRPr="00594690">
              <w:rPr>
                <w:rFonts w:cs="Arial"/>
                <w:sz w:val="20"/>
                <w:szCs w:val="20"/>
              </w:rPr>
              <w:t>Dopuszczalnym okresem (period) za który będzie mogła być złożona deklaracja: nie może być wcześniejszy niż luty 2017 roku</w:t>
            </w:r>
            <w:r w:rsidR="00F425CE" w:rsidRPr="00594690">
              <w:rPr>
                <w:rFonts w:cs="Arial"/>
                <w:sz w:val="20"/>
                <w:szCs w:val="20"/>
              </w:rPr>
              <w:t xml:space="preserve"> i nie jest późniejszy niż </w:t>
            </w:r>
            <w:r w:rsidR="00BD285D" w:rsidRPr="00594690">
              <w:rPr>
                <w:rFonts w:cs="Arial"/>
                <w:sz w:val="20"/>
                <w:szCs w:val="20"/>
              </w:rPr>
              <w:t>maj 2021</w:t>
            </w:r>
            <w:r w:rsidR="00F425CE" w:rsidRPr="00594690">
              <w:rPr>
                <w:rFonts w:cs="Arial"/>
                <w:sz w:val="20"/>
                <w:szCs w:val="20"/>
              </w:rPr>
              <w:t xml:space="preserve"> roku</w:t>
            </w:r>
            <w:r w:rsidRPr="00594690">
              <w:rPr>
                <w:rFonts w:cs="Arial"/>
                <w:sz w:val="20"/>
                <w:szCs w:val="20"/>
              </w:rPr>
              <w:t>.</w:t>
            </w:r>
          </w:p>
        </w:tc>
      </w:tr>
    </w:tbl>
    <w:p w14:paraId="68FD2A19" w14:textId="77777777" w:rsidR="004C325D" w:rsidRPr="00970DD3" w:rsidRDefault="004C325D" w:rsidP="00795987">
      <w:pPr>
        <w:rPr>
          <w:b/>
        </w:rPr>
      </w:pPr>
      <w:r w:rsidRPr="00970DD3">
        <w:rPr>
          <w:b/>
        </w:rPr>
        <w:t>Dodatkowe reguły walidacji</w:t>
      </w:r>
    </w:p>
    <w:p w14:paraId="5344E303" w14:textId="77777777" w:rsidR="004C325D" w:rsidRPr="00970DD3" w:rsidRDefault="004C325D" w:rsidP="00CB4FFC">
      <w:r w:rsidRPr="00970DD3">
        <w:t>Weryfikacja numeru nadwozia VIN.</w:t>
      </w:r>
    </w:p>
    <w:p w14:paraId="14C5D371" w14:textId="77777777" w:rsidR="00601394" w:rsidRPr="00970DD3" w:rsidRDefault="00B34B68" w:rsidP="00CB4FFC">
      <w:r w:rsidRPr="00970DD3">
        <w:t>C</w:t>
      </w:r>
      <w:r w:rsidR="00601394" w:rsidRPr="00970DD3">
        <w:t>zy wprowadzony numer VIN składa się tylko i wyłącznie z określonych znaków. Dopuszczalne znaki:</w:t>
      </w:r>
    </w:p>
    <w:p w14:paraId="044D585E" w14:textId="6C7245A4" w:rsidR="00601394" w:rsidRPr="00970DD3" w:rsidRDefault="00601394" w:rsidP="00B329C6">
      <w:pPr>
        <w:pStyle w:val="Akapitzlist"/>
        <w:numPr>
          <w:ilvl w:val="0"/>
          <w:numId w:val="33"/>
        </w:numPr>
      </w:pPr>
      <w:r w:rsidRPr="00970DD3">
        <w:t>wielkie litery alfabetu łacińskiego, z wyłączeniem liter I, O i Q</w:t>
      </w:r>
    </w:p>
    <w:p w14:paraId="2643B81C" w14:textId="76E6A1EE" w:rsidR="00601394" w:rsidRPr="00970DD3" w:rsidRDefault="00601394" w:rsidP="00B329C6">
      <w:pPr>
        <w:pStyle w:val="Akapitzlist"/>
        <w:numPr>
          <w:ilvl w:val="0"/>
          <w:numId w:val="33"/>
        </w:numPr>
      </w:pPr>
      <w:r w:rsidRPr="00970DD3">
        <w:t>cyfry arabskie.</w:t>
      </w:r>
    </w:p>
    <w:p w14:paraId="07A9277D" w14:textId="08DF2352" w:rsidR="006A64D8" w:rsidRDefault="00601394" w:rsidP="00CB4FFC">
      <w:r w:rsidRPr="00970DD3">
        <w:t>Jeśli w polu VIN zawartość jest niezgodna lub jest pole niewypełnione – Błąd typu 2.</w:t>
      </w:r>
      <w:bookmarkStart w:id="66" w:name="_Toc361145818"/>
      <w:bookmarkStart w:id="67" w:name="_Toc349568563"/>
      <w:bookmarkStart w:id="68" w:name="_Toc341696655"/>
      <w:bookmarkStart w:id="69" w:name="_Toc341696656"/>
      <w:bookmarkStart w:id="70" w:name="_Toc349568564"/>
      <w:bookmarkStart w:id="71" w:name="_Toc348954635"/>
    </w:p>
    <w:p w14:paraId="486C2B62" w14:textId="59D62729" w:rsidR="00EF2230" w:rsidRPr="00970DD3" w:rsidRDefault="00EF2230" w:rsidP="006A64D8">
      <w:pPr>
        <w:pStyle w:val="Nagwek1"/>
      </w:pPr>
      <w:bookmarkStart w:id="72" w:name="_Toc182913215"/>
      <w:r w:rsidRPr="00970DD3">
        <w:lastRenderedPageBreak/>
        <w:t>Załączniki</w:t>
      </w:r>
      <w:bookmarkEnd w:id="66"/>
      <w:bookmarkEnd w:id="67"/>
      <w:bookmarkEnd w:id="68"/>
      <w:bookmarkEnd w:id="72"/>
    </w:p>
    <w:p w14:paraId="78C939F8" w14:textId="77777777" w:rsidR="00EF2230" w:rsidRPr="00970DD3" w:rsidRDefault="00EF2230" w:rsidP="00CB4FFC">
      <w:pPr>
        <w:pStyle w:val="Akapitzlist"/>
        <w:numPr>
          <w:ilvl w:val="0"/>
          <w:numId w:val="31"/>
        </w:numPr>
      </w:pPr>
      <w:bookmarkStart w:id="73" w:name="_Toc348954634"/>
      <w:bookmarkStart w:id="74" w:name="_Toc361145819"/>
      <w:r w:rsidRPr="00970DD3">
        <w:t>Pliki deklaracji AKC-P</w:t>
      </w:r>
      <w:bookmarkEnd w:id="73"/>
      <w:bookmarkEnd w:id="74"/>
    </w:p>
    <w:p w14:paraId="5AC1EA76" w14:textId="2E8F2F99" w:rsidR="005C3EE5" w:rsidRPr="00970DD3" w:rsidRDefault="00F07436" w:rsidP="00CB4FFC">
      <w:pPr>
        <w:pStyle w:val="Akapitzlist"/>
        <w:numPr>
          <w:ilvl w:val="0"/>
          <w:numId w:val="31"/>
        </w:numPr>
      </w:pPr>
      <w:r w:rsidRPr="00970DD3">
        <w:t xml:space="preserve">Plik </w:t>
      </w:r>
      <w:r w:rsidR="007442FB" w:rsidRPr="00970DD3">
        <w:t>akc_p</w:t>
      </w:r>
      <w:r w:rsidR="005C3EE5" w:rsidRPr="00970DD3">
        <w:t>.xsd</w:t>
      </w:r>
      <w:bookmarkEnd w:id="69"/>
      <w:bookmarkEnd w:id="70"/>
      <w:bookmarkEnd w:id="71"/>
    </w:p>
    <w:p w14:paraId="7E979D40" w14:textId="3D080438" w:rsidR="007127EE" w:rsidRPr="00970DD3" w:rsidRDefault="00F07436" w:rsidP="00CB4FFC">
      <w:pPr>
        <w:ind w:firstLine="720"/>
      </w:pPr>
      <w:r w:rsidRPr="00970DD3">
        <w:t>Plik zawierający struktury danych dla deklaracji.</w:t>
      </w:r>
    </w:p>
    <w:sectPr w:rsidR="007127EE" w:rsidRPr="00970DD3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C2C6B" w14:textId="77777777" w:rsidR="004B4271" w:rsidRDefault="004B4271" w:rsidP="007D0A84">
      <w:r>
        <w:separator/>
      </w:r>
    </w:p>
    <w:p w14:paraId="5580E348" w14:textId="77777777" w:rsidR="004B4271" w:rsidRDefault="004B4271" w:rsidP="007D0A84"/>
  </w:endnote>
  <w:endnote w:type="continuationSeparator" w:id="0">
    <w:p w14:paraId="1B01031B" w14:textId="77777777" w:rsidR="004B4271" w:rsidRDefault="004B4271" w:rsidP="007D0A84">
      <w:r>
        <w:continuationSeparator/>
      </w:r>
    </w:p>
    <w:p w14:paraId="10E0E187" w14:textId="77777777" w:rsidR="004B4271" w:rsidRDefault="004B4271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0FD7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B58FE3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FCEB" w14:textId="77777777" w:rsidR="005D7ED5" w:rsidRPr="000C42C0" w:rsidRDefault="005D7ED5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0C42C0">
      <w:rPr>
        <w:rFonts w:cs="Arial"/>
        <w:sz w:val="20"/>
        <w:szCs w:val="20"/>
      </w:rPr>
      <w:t xml:space="preserve">Strona </w:t>
    </w:r>
    <w:r w:rsidRPr="000C42C0">
      <w:rPr>
        <w:rFonts w:cs="Arial"/>
        <w:sz w:val="20"/>
        <w:szCs w:val="20"/>
      </w:rPr>
      <w:fldChar w:fldCharType="begin"/>
    </w:r>
    <w:r w:rsidRPr="000C42C0">
      <w:rPr>
        <w:rFonts w:cs="Arial"/>
        <w:sz w:val="20"/>
        <w:szCs w:val="20"/>
      </w:rPr>
      <w:instrText xml:space="preserve"> PAGE </w:instrText>
    </w:r>
    <w:r w:rsidRPr="000C42C0">
      <w:rPr>
        <w:rFonts w:cs="Arial"/>
        <w:sz w:val="20"/>
        <w:szCs w:val="20"/>
      </w:rPr>
      <w:fldChar w:fldCharType="separate"/>
    </w:r>
    <w:r w:rsidR="00C055E4" w:rsidRPr="000C42C0">
      <w:rPr>
        <w:rFonts w:cs="Arial"/>
        <w:noProof/>
        <w:sz w:val="20"/>
        <w:szCs w:val="20"/>
      </w:rPr>
      <w:t>15</w:t>
    </w:r>
    <w:r w:rsidRPr="000C42C0">
      <w:rPr>
        <w:rFonts w:cs="Arial"/>
        <w:sz w:val="20"/>
        <w:szCs w:val="20"/>
      </w:rPr>
      <w:fldChar w:fldCharType="end"/>
    </w:r>
    <w:r w:rsidRPr="000C42C0">
      <w:rPr>
        <w:rFonts w:cs="Arial"/>
        <w:sz w:val="20"/>
        <w:szCs w:val="20"/>
      </w:rPr>
      <w:t xml:space="preserve"> z </w:t>
    </w:r>
    <w:r w:rsidRPr="000C42C0">
      <w:rPr>
        <w:rFonts w:cs="Arial"/>
        <w:sz w:val="20"/>
        <w:szCs w:val="20"/>
      </w:rPr>
      <w:fldChar w:fldCharType="begin"/>
    </w:r>
    <w:r w:rsidRPr="000C42C0">
      <w:rPr>
        <w:rFonts w:cs="Arial"/>
        <w:sz w:val="20"/>
        <w:szCs w:val="20"/>
      </w:rPr>
      <w:instrText xml:space="preserve"> NUMPAGES </w:instrText>
    </w:r>
    <w:r w:rsidRPr="000C42C0">
      <w:rPr>
        <w:rFonts w:cs="Arial"/>
        <w:sz w:val="20"/>
        <w:szCs w:val="20"/>
      </w:rPr>
      <w:fldChar w:fldCharType="separate"/>
    </w:r>
    <w:r w:rsidR="00C055E4" w:rsidRPr="000C42C0">
      <w:rPr>
        <w:rFonts w:cs="Arial"/>
        <w:noProof/>
        <w:sz w:val="20"/>
        <w:szCs w:val="20"/>
      </w:rPr>
      <w:t>15</w:t>
    </w:r>
    <w:r w:rsidRPr="000C42C0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A64D" w14:textId="77777777" w:rsidR="004B4271" w:rsidRDefault="004B4271" w:rsidP="007D0A84">
      <w:r>
        <w:separator/>
      </w:r>
    </w:p>
    <w:p w14:paraId="449089CD" w14:textId="77777777" w:rsidR="004B4271" w:rsidRDefault="004B4271" w:rsidP="007D0A84"/>
  </w:footnote>
  <w:footnote w:type="continuationSeparator" w:id="0">
    <w:p w14:paraId="3205D793" w14:textId="77777777" w:rsidR="004B4271" w:rsidRDefault="004B4271" w:rsidP="007D0A84">
      <w:r>
        <w:continuationSeparator/>
      </w:r>
    </w:p>
    <w:p w14:paraId="252BE876" w14:textId="77777777" w:rsidR="004B4271" w:rsidRDefault="004B4271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EA04" w14:textId="32ED2A0B" w:rsidR="005D7ED5" w:rsidRPr="0096472A" w:rsidRDefault="000C42C0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63D94E57" wp14:editId="7290F00A">
          <wp:extent cx="3185795" cy="649605"/>
          <wp:effectExtent l="0" t="0" r="0" b="0"/>
          <wp:docPr id="55" name="Obraz 55" descr="Logotyp Krajowej Administracji Skarbowej (KAS) i Systemu Informacyjnego Skarbowo-Celnego (SISC)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86673"/>
    <w:multiLevelType w:val="hybridMultilevel"/>
    <w:tmpl w:val="41B67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84F2D68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Lato" w:hAnsi="Lato" w:hint="default"/>
        <w:b/>
        <w:i w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9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75B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BB7472"/>
    <w:multiLevelType w:val="hybridMultilevel"/>
    <w:tmpl w:val="01FEA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6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5" w15:restartNumberingAfterBreak="0">
    <w:nsid w:val="59665F40"/>
    <w:multiLevelType w:val="hybridMultilevel"/>
    <w:tmpl w:val="BC86D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597B37"/>
    <w:multiLevelType w:val="hybridMultilevel"/>
    <w:tmpl w:val="633EC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24"/>
  </w:num>
  <w:num w:numId="4">
    <w:abstractNumId w:val="1"/>
  </w:num>
  <w:num w:numId="5">
    <w:abstractNumId w:val="15"/>
  </w:num>
  <w:num w:numId="6">
    <w:abstractNumId w:val="6"/>
  </w:num>
  <w:num w:numId="7">
    <w:abstractNumId w:val="14"/>
  </w:num>
  <w:num w:numId="8">
    <w:abstractNumId w:val="20"/>
  </w:num>
  <w:num w:numId="9">
    <w:abstractNumId w:val="28"/>
  </w:num>
  <w:num w:numId="10">
    <w:abstractNumId w:val="5"/>
  </w:num>
  <w:num w:numId="11">
    <w:abstractNumId w:val="23"/>
  </w:num>
  <w:num w:numId="12">
    <w:abstractNumId w:val="0"/>
  </w:num>
  <w:num w:numId="13">
    <w:abstractNumId w:val="13"/>
  </w:num>
  <w:num w:numId="14">
    <w:abstractNumId w:val="29"/>
  </w:num>
  <w:num w:numId="15">
    <w:abstractNumId w:val="22"/>
  </w:num>
  <w:num w:numId="16">
    <w:abstractNumId w:val="21"/>
  </w:num>
  <w:num w:numId="17">
    <w:abstractNumId w:val="10"/>
  </w:num>
  <w:num w:numId="18">
    <w:abstractNumId w:val="2"/>
  </w:num>
  <w:num w:numId="19">
    <w:abstractNumId w:val="16"/>
  </w:num>
  <w:num w:numId="20">
    <w:abstractNumId w:val="7"/>
  </w:num>
  <w:num w:numId="21">
    <w:abstractNumId w:val="9"/>
  </w:num>
  <w:num w:numId="22">
    <w:abstractNumId w:val="4"/>
  </w:num>
  <w:num w:numId="23">
    <w:abstractNumId w:val="19"/>
  </w:num>
  <w:num w:numId="24">
    <w:abstractNumId w:val="18"/>
  </w:num>
  <w:num w:numId="25">
    <w:abstractNumId w:val="17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26"/>
  </w:num>
  <w:num w:numId="31">
    <w:abstractNumId w:val="12"/>
  </w:num>
  <w:num w:numId="32">
    <w:abstractNumId w:val="25"/>
  </w:num>
  <w:num w:numId="3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7C1"/>
    <w:rsid w:val="00013A4C"/>
    <w:rsid w:val="000158A1"/>
    <w:rsid w:val="000164B0"/>
    <w:rsid w:val="00016897"/>
    <w:rsid w:val="00017454"/>
    <w:rsid w:val="000174FC"/>
    <w:rsid w:val="0002049E"/>
    <w:rsid w:val="000217A5"/>
    <w:rsid w:val="00022515"/>
    <w:rsid w:val="00023F46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6759"/>
    <w:rsid w:val="00037DF7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E71"/>
    <w:rsid w:val="000532A7"/>
    <w:rsid w:val="000548F3"/>
    <w:rsid w:val="00056119"/>
    <w:rsid w:val="00056781"/>
    <w:rsid w:val="00060B0C"/>
    <w:rsid w:val="00061CE4"/>
    <w:rsid w:val="0006207D"/>
    <w:rsid w:val="00063503"/>
    <w:rsid w:val="0006364A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3E8F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5A14"/>
    <w:rsid w:val="0008651C"/>
    <w:rsid w:val="00086C72"/>
    <w:rsid w:val="00086E38"/>
    <w:rsid w:val="0008784C"/>
    <w:rsid w:val="00091144"/>
    <w:rsid w:val="00091FE8"/>
    <w:rsid w:val="00092D23"/>
    <w:rsid w:val="000948AD"/>
    <w:rsid w:val="00097986"/>
    <w:rsid w:val="00097E1F"/>
    <w:rsid w:val="000A0DD8"/>
    <w:rsid w:val="000A1D16"/>
    <w:rsid w:val="000A2072"/>
    <w:rsid w:val="000A2B35"/>
    <w:rsid w:val="000A3EDB"/>
    <w:rsid w:val="000A494E"/>
    <w:rsid w:val="000A5A02"/>
    <w:rsid w:val="000A5C28"/>
    <w:rsid w:val="000A6AF1"/>
    <w:rsid w:val="000A71C7"/>
    <w:rsid w:val="000B1B12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42C0"/>
    <w:rsid w:val="000C7663"/>
    <w:rsid w:val="000D083E"/>
    <w:rsid w:val="000D19AC"/>
    <w:rsid w:val="000D2059"/>
    <w:rsid w:val="000D2898"/>
    <w:rsid w:val="000D2AB7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09D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1A"/>
    <w:rsid w:val="00103B53"/>
    <w:rsid w:val="00103EBE"/>
    <w:rsid w:val="00106019"/>
    <w:rsid w:val="001062A8"/>
    <w:rsid w:val="0010649E"/>
    <w:rsid w:val="00106D69"/>
    <w:rsid w:val="00107697"/>
    <w:rsid w:val="00107DA2"/>
    <w:rsid w:val="0011093D"/>
    <w:rsid w:val="0011244B"/>
    <w:rsid w:val="00112619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EF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959E0"/>
    <w:rsid w:val="00197E60"/>
    <w:rsid w:val="001A095A"/>
    <w:rsid w:val="001A1306"/>
    <w:rsid w:val="001A1E5E"/>
    <w:rsid w:val="001A2A4F"/>
    <w:rsid w:val="001A2CA2"/>
    <w:rsid w:val="001A2D45"/>
    <w:rsid w:val="001A5434"/>
    <w:rsid w:val="001A66D1"/>
    <w:rsid w:val="001A6D14"/>
    <w:rsid w:val="001A7F9A"/>
    <w:rsid w:val="001B0CCD"/>
    <w:rsid w:val="001B3B84"/>
    <w:rsid w:val="001B481E"/>
    <w:rsid w:val="001B5F9A"/>
    <w:rsid w:val="001C0016"/>
    <w:rsid w:val="001C07B7"/>
    <w:rsid w:val="001C0BE0"/>
    <w:rsid w:val="001C0E6B"/>
    <w:rsid w:val="001C21DA"/>
    <w:rsid w:val="001C3A30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DC5"/>
    <w:rsid w:val="001E7D1D"/>
    <w:rsid w:val="001F0DD7"/>
    <w:rsid w:val="001F0F58"/>
    <w:rsid w:val="001F2E75"/>
    <w:rsid w:val="001F5F7F"/>
    <w:rsid w:val="001F613C"/>
    <w:rsid w:val="001F6BF4"/>
    <w:rsid w:val="001F7032"/>
    <w:rsid w:val="001F771E"/>
    <w:rsid w:val="001F77ED"/>
    <w:rsid w:val="001F7823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414"/>
    <w:rsid w:val="002138CE"/>
    <w:rsid w:val="00213F97"/>
    <w:rsid w:val="0021450A"/>
    <w:rsid w:val="002146A0"/>
    <w:rsid w:val="00217B8F"/>
    <w:rsid w:val="002208C3"/>
    <w:rsid w:val="00222C99"/>
    <w:rsid w:val="00222ED9"/>
    <w:rsid w:val="0022303E"/>
    <w:rsid w:val="002230BB"/>
    <w:rsid w:val="0022380D"/>
    <w:rsid w:val="00224180"/>
    <w:rsid w:val="0022428E"/>
    <w:rsid w:val="00224343"/>
    <w:rsid w:val="00224492"/>
    <w:rsid w:val="00224EC4"/>
    <w:rsid w:val="00225962"/>
    <w:rsid w:val="00225B07"/>
    <w:rsid w:val="00226E74"/>
    <w:rsid w:val="002321D7"/>
    <w:rsid w:val="0023220C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67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047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59FA"/>
    <w:rsid w:val="0025612E"/>
    <w:rsid w:val="002563DF"/>
    <w:rsid w:val="002566B5"/>
    <w:rsid w:val="00260CC4"/>
    <w:rsid w:val="002611C8"/>
    <w:rsid w:val="00261D79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32F5"/>
    <w:rsid w:val="00274C69"/>
    <w:rsid w:val="00274CBC"/>
    <w:rsid w:val="002758EA"/>
    <w:rsid w:val="002766D1"/>
    <w:rsid w:val="00281340"/>
    <w:rsid w:val="002813F4"/>
    <w:rsid w:val="00282B6F"/>
    <w:rsid w:val="002849B0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42F8"/>
    <w:rsid w:val="00295396"/>
    <w:rsid w:val="002958DE"/>
    <w:rsid w:val="002965B0"/>
    <w:rsid w:val="00297D19"/>
    <w:rsid w:val="002A02C3"/>
    <w:rsid w:val="002A0AE8"/>
    <w:rsid w:val="002A5161"/>
    <w:rsid w:val="002A65DF"/>
    <w:rsid w:val="002A6A58"/>
    <w:rsid w:val="002A713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B7F51"/>
    <w:rsid w:val="002C104A"/>
    <w:rsid w:val="002C1F0E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413"/>
    <w:rsid w:val="002D4A1A"/>
    <w:rsid w:val="002D4F90"/>
    <w:rsid w:val="002D5AC9"/>
    <w:rsid w:val="002D5CDB"/>
    <w:rsid w:val="002D6FD0"/>
    <w:rsid w:val="002D7865"/>
    <w:rsid w:val="002E00E4"/>
    <w:rsid w:val="002E0A10"/>
    <w:rsid w:val="002E1110"/>
    <w:rsid w:val="002E227E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67EE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1739A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24CC"/>
    <w:rsid w:val="00352716"/>
    <w:rsid w:val="0035375C"/>
    <w:rsid w:val="003548CF"/>
    <w:rsid w:val="00355571"/>
    <w:rsid w:val="0035634B"/>
    <w:rsid w:val="003579C4"/>
    <w:rsid w:val="00360054"/>
    <w:rsid w:val="00360CF0"/>
    <w:rsid w:val="003615C3"/>
    <w:rsid w:val="003619FB"/>
    <w:rsid w:val="00361E3E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67"/>
    <w:rsid w:val="00377196"/>
    <w:rsid w:val="00377A05"/>
    <w:rsid w:val="00381180"/>
    <w:rsid w:val="00383022"/>
    <w:rsid w:val="003832C4"/>
    <w:rsid w:val="003842F4"/>
    <w:rsid w:val="0038445A"/>
    <w:rsid w:val="0038491A"/>
    <w:rsid w:val="0038562D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3B62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864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B616D"/>
    <w:rsid w:val="003C02CE"/>
    <w:rsid w:val="003C07AC"/>
    <w:rsid w:val="003C07FF"/>
    <w:rsid w:val="003C12EA"/>
    <w:rsid w:val="003C17B7"/>
    <w:rsid w:val="003C199C"/>
    <w:rsid w:val="003C2B43"/>
    <w:rsid w:val="003C32C9"/>
    <w:rsid w:val="003C430D"/>
    <w:rsid w:val="003C4C7D"/>
    <w:rsid w:val="003C4E2A"/>
    <w:rsid w:val="003C5B12"/>
    <w:rsid w:val="003C63C5"/>
    <w:rsid w:val="003C66B6"/>
    <w:rsid w:val="003C7778"/>
    <w:rsid w:val="003C7FFC"/>
    <w:rsid w:val="003D02F7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0ECA"/>
    <w:rsid w:val="003E1088"/>
    <w:rsid w:val="003E1651"/>
    <w:rsid w:val="003E2FE3"/>
    <w:rsid w:val="003E3288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2CFA"/>
    <w:rsid w:val="00404706"/>
    <w:rsid w:val="0040700B"/>
    <w:rsid w:val="00407124"/>
    <w:rsid w:val="0040758B"/>
    <w:rsid w:val="0041075E"/>
    <w:rsid w:val="00410F6A"/>
    <w:rsid w:val="00412FAD"/>
    <w:rsid w:val="004136BD"/>
    <w:rsid w:val="00413CD5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2070"/>
    <w:rsid w:val="00422CE9"/>
    <w:rsid w:val="00425011"/>
    <w:rsid w:val="0042696D"/>
    <w:rsid w:val="00426EBF"/>
    <w:rsid w:val="00426F4D"/>
    <w:rsid w:val="00427278"/>
    <w:rsid w:val="00427AFA"/>
    <w:rsid w:val="00427E8B"/>
    <w:rsid w:val="0043017A"/>
    <w:rsid w:val="00430B8A"/>
    <w:rsid w:val="00432D03"/>
    <w:rsid w:val="004333D7"/>
    <w:rsid w:val="004335AE"/>
    <w:rsid w:val="00434E29"/>
    <w:rsid w:val="004363FC"/>
    <w:rsid w:val="00437081"/>
    <w:rsid w:val="00441835"/>
    <w:rsid w:val="00441B72"/>
    <w:rsid w:val="00441DDF"/>
    <w:rsid w:val="00442F89"/>
    <w:rsid w:val="00443DB2"/>
    <w:rsid w:val="00445460"/>
    <w:rsid w:val="0044583B"/>
    <w:rsid w:val="00445D16"/>
    <w:rsid w:val="00447F0F"/>
    <w:rsid w:val="00450B33"/>
    <w:rsid w:val="004516E7"/>
    <w:rsid w:val="00451BC4"/>
    <w:rsid w:val="004520B9"/>
    <w:rsid w:val="00454D72"/>
    <w:rsid w:val="0045609A"/>
    <w:rsid w:val="004564FE"/>
    <w:rsid w:val="00457BD5"/>
    <w:rsid w:val="004625E6"/>
    <w:rsid w:val="00462742"/>
    <w:rsid w:val="004633DF"/>
    <w:rsid w:val="004636BA"/>
    <w:rsid w:val="004642F5"/>
    <w:rsid w:val="00464365"/>
    <w:rsid w:val="00465090"/>
    <w:rsid w:val="0046607A"/>
    <w:rsid w:val="00466708"/>
    <w:rsid w:val="00466899"/>
    <w:rsid w:val="00466EB4"/>
    <w:rsid w:val="00467366"/>
    <w:rsid w:val="00467542"/>
    <w:rsid w:val="004704EC"/>
    <w:rsid w:val="00470BA5"/>
    <w:rsid w:val="00472699"/>
    <w:rsid w:val="00472CA7"/>
    <w:rsid w:val="00473892"/>
    <w:rsid w:val="00473EAA"/>
    <w:rsid w:val="004743CA"/>
    <w:rsid w:val="0047480B"/>
    <w:rsid w:val="004763D5"/>
    <w:rsid w:val="00477D77"/>
    <w:rsid w:val="00481104"/>
    <w:rsid w:val="004811F6"/>
    <w:rsid w:val="0048311F"/>
    <w:rsid w:val="004833BD"/>
    <w:rsid w:val="00484B96"/>
    <w:rsid w:val="00484C38"/>
    <w:rsid w:val="00486B3A"/>
    <w:rsid w:val="00486DE1"/>
    <w:rsid w:val="00491BF6"/>
    <w:rsid w:val="004947FE"/>
    <w:rsid w:val="004975A6"/>
    <w:rsid w:val="0049797F"/>
    <w:rsid w:val="004A00E7"/>
    <w:rsid w:val="004A268D"/>
    <w:rsid w:val="004A2C7E"/>
    <w:rsid w:val="004A30A3"/>
    <w:rsid w:val="004A3293"/>
    <w:rsid w:val="004A49C5"/>
    <w:rsid w:val="004A5341"/>
    <w:rsid w:val="004A6F9D"/>
    <w:rsid w:val="004A7CAC"/>
    <w:rsid w:val="004B1707"/>
    <w:rsid w:val="004B1C2E"/>
    <w:rsid w:val="004B2FCD"/>
    <w:rsid w:val="004B336F"/>
    <w:rsid w:val="004B33A9"/>
    <w:rsid w:val="004B3B72"/>
    <w:rsid w:val="004B4271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67D0"/>
    <w:rsid w:val="004D79AB"/>
    <w:rsid w:val="004E2C82"/>
    <w:rsid w:val="004E3826"/>
    <w:rsid w:val="004E40F1"/>
    <w:rsid w:val="004E4572"/>
    <w:rsid w:val="004E5F2B"/>
    <w:rsid w:val="004E63A3"/>
    <w:rsid w:val="004E66F1"/>
    <w:rsid w:val="004E7C62"/>
    <w:rsid w:val="004E7FBF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0A9D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0B0D"/>
    <w:rsid w:val="00511DE9"/>
    <w:rsid w:val="0051214A"/>
    <w:rsid w:val="00512384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1702"/>
    <w:rsid w:val="00522777"/>
    <w:rsid w:val="00524529"/>
    <w:rsid w:val="0052587D"/>
    <w:rsid w:val="00526A5C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70B18"/>
    <w:rsid w:val="00572D44"/>
    <w:rsid w:val="00575226"/>
    <w:rsid w:val="00580929"/>
    <w:rsid w:val="00581D35"/>
    <w:rsid w:val="005826A4"/>
    <w:rsid w:val="0058389C"/>
    <w:rsid w:val="0058584D"/>
    <w:rsid w:val="005873E0"/>
    <w:rsid w:val="00587420"/>
    <w:rsid w:val="005876FF"/>
    <w:rsid w:val="0058798F"/>
    <w:rsid w:val="00587CCA"/>
    <w:rsid w:val="005910E1"/>
    <w:rsid w:val="00591E6A"/>
    <w:rsid w:val="00593397"/>
    <w:rsid w:val="0059348C"/>
    <w:rsid w:val="00594690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2B5A"/>
    <w:rsid w:val="005B302E"/>
    <w:rsid w:val="005B424C"/>
    <w:rsid w:val="005B4CB8"/>
    <w:rsid w:val="005B6326"/>
    <w:rsid w:val="005B6A72"/>
    <w:rsid w:val="005B7C67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B73"/>
    <w:rsid w:val="005E6523"/>
    <w:rsid w:val="005E68F1"/>
    <w:rsid w:val="005E70A6"/>
    <w:rsid w:val="005E71AF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E25"/>
    <w:rsid w:val="00601394"/>
    <w:rsid w:val="00601EF0"/>
    <w:rsid w:val="00602461"/>
    <w:rsid w:val="00602C5E"/>
    <w:rsid w:val="00604029"/>
    <w:rsid w:val="0060418A"/>
    <w:rsid w:val="006043E3"/>
    <w:rsid w:val="00605186"/>
    <w:rsid w:val="00605E9D"/>
    <w:rsid w:val="00605FC6"/>
    <w:rsid w:val="00606E61"/>
    <w:rsid w:val="00607BF6"/>
    <w:rsid w:val="00610913"/>
    <w:rsid w:val="00610E9C"/>
    <w:rsid w:val="00610FDF"/>
    <w:rsid w:val="00611B79"/>
    <w:rsid w:val="00611D8C"/>
    <w:rsid w:val="0061275F"/>
    <w:rsid w:val="00612D10"/>
    <w:rsid w:val="006138B3"/>
    <w:rsid w:val="0061509F"/>
    <w:rsid w:val="006204E1"/>
    <w:rsid w:val="00620774"/>
    <w:rsid w:val="00622691"/>
    <w:rsid w:val="0062287E"/>
    <w:rsid w:val="00624358"/>
    <w:rsid w:val="00625F08"/>
    <w:rsid w:val="0062603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762"/>
    <w:rsid w:val="0065620A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4C5D"/>
    <w:rsid w:val="00685C27"/>
    <w:rsid w:val="00686408"/>
    <w:rsid w:val="00686795"/>
    <w:rsid w:val="00686B48"/>
    <w:rsid w:val="00686D31"/>
    <w:rsid w:val="0069075B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777C"/>
    <w:rsid w:val="00697EBE"/>
    <w:rsid w:val="006A0E17"/>
    <w:rsid w:val="006A11AF"/>
    <w:rsid w:val="006A1FD0"/>
    <w:rsid w:val="006A27E7"/>
    <w:rsid w:val="006A41C4"/>
    <w:rsid w:val="006A422A"/>
    <w:rsid w:val="006A4A88"/>
    <w:rsid w:val="006A51AB"/>
    <w:rsid w:val="006A64D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1F9E"/>
    <w:rsid w:val="006D234A"/>
    <w:rsid w:val="006D2E12"/>
    <w:rsid w:val="006D3883"/>
    <w:rsid w:val="006D3964"/>
    <w:rsid w:val="006D486F"/>
    <w:rsid w:val="006E128C"/>
    <w:rsid w:val="006E1E8F"/>
    <w:rsid w:val="006E3552"/>
    <w:rsid w:val="006E4D0D"/>
    <w:rsid w:val="006E53F6"/>
    <w:rsid w:val="006E6433"/>
    <w:rsid w:val="006E6ED8"/>
    <w:rsid w:val="006F1CEE"/>
    <w:rsid w:val="006F3DBA"/>
    <w:rsid w:val="006F49A9"/>
    <w:rsid w:val="006F4A67"/>
    <w:rsid w:val="006F4CB7"/>
    <w:rsid w:val="006F56E3"/>
    <w:rsid w:val="006F6110"/>
    <w:rsid w:val="006F6EC1"/>
    <w:rsid w:val="007024AC"/>
    <w:rsid w:val="007031EE"/>
    <w:rsid w:val="007039FF"/>
    <w:rsid w:val="00704498"/>
    <w:rsid w:val="00705AE2"/>
    <w:rsid w:val="00706783"/>
    <w:rsid w:val="007076E2"/>
    <w:rsid w:val="007078F0"/>
    <w:rsid w:val="00707F44"/>
    <w:rsid w:val="007127EE"/>
    <w:rsid w:val="007146B7"/>
    <w:rsid w:val="00715213"/>
    <w:rsid w:val="00715C54"/>
    <w:rsid w:val="007160FB"/>
    <w:rsid w:val="00716456"/>
    <w:rsid w:val="00720BDD"/>
    <w:rsid w:val="00720DFE"/>
    <w:rsid w:val="00720EE8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1249"/>
    <w:rsid w:val="00732819"/>
    <w:rsid w:val="007334DC"/>
    <w:rsid w:val="00733A4B"/>
    <w:rsid w:val="00734A32"/>
    <w:rsid w:val="00734E34"/>
    <w:rsid w:val="007350BC"/>
    <w:rsid w:val="007353A8"/>
    <w:rsid w:val="0073563B"/>
    <w:rsid w:val="007359C4"/>
    <w:rsid w:val="00735D59"/>
    <w:rsid w:val="0073660F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106D"/>
    <w:rsid w:val="00761CB8"/>
    <w:rsid w:val="00761D53"/>
    <w:rsid w:val="0076404D"/>
    <w:rsid w:val="00764231"/>
    <w:rsid w:val="007645FA"/>
    <w:rsid w:val="00764E48"/>
    <w:rsid w:val="00765BC2"/>
    <w:rsid w:val="00766059"/>
    <w:rsid w:val="00766214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4758"/>
    <w:rsid w:val="0079524B"/>
    <w:rsid w:val="00795987"/>
    <w:rsid w:val="007966D6"/>
    <w:rsid w:val="00796C3C"/>
    <w:rsid w:val="0079775A"/>
    <w:rsid w:val="00797BD9"/>
    <w:rsid w:val="007A1D7D"/>
    <w:rsid w:val="007A3211"/>
    <w:rsid w:val="007A4CA4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B75B4"/>
    <w:rsid w:val="007C0119"/>
    <w:rsid w:val="007C0C2E"/>
    <w:rsid w:val="007C165E"/>
    <w:rsid w:val="007C1BC5"/>
    <w:rsid w:val="007C2836"/>
    <w:rsid w:val="007C528C"/>
    <w:rsid w:val="007C6499"/>
    <w:rsid w:val="007D0A84"/>
    <w:rsid w:val="007D0BBE"/>
    <w:rsid w:val="007D2E18"/>
    <w:rsid w:val="007D3C82"/>
    <w:rsid w:val="007D4376"/>
    <w:rsid w:val="007D4561"/>
    <w:rsid w:val="007D54A7"/>
    <w:rsid w:val="007D6ADF"/>
    <w:rsid w:val="007D6F7F"/>
    <w:rsid w:val="007E01A9"/>
    <w:rsid w:val="007E0B12"/>
    <w:rsid w:val="007E2A6E"/>
    <w:rsid w:val="007E2C44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472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7421"/>
    <w:rsid w:val="008200AB"/>
    <w:rsid w:val="0082031F"/>
    <w:rsid w:val="0082099E"/>
    <w:rsid w:val="00821605"/>
    <w:rsid w:val="00824B4F"/>
    <w:rsid w:val="00827A26"/>
    <w:rsid w:val="008304F5"/>
    <w:rsid w:val="008312D8"/>
    <w:rsid w:val="00831414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35A9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5AD6"/>
    <w:rsid w:val="00855C28"/>
    <w:rsid w:val="00855CFA"/>
    <w:rsid w:val="008562AC"/>
    <w:rsid w:val="008566D5"/>
    <w:rsid w:val="008566FF"/>
    <w:rsid w:val="008631C2"/>
    <w:rsid w:val="00863E7F"/>
    <w:rsid w:val="008640AC"/>
    <w:rsid w:val="0086500C"/>
    <w:rsid w:val="00865FBE"/>
    <w:rsid w:val="00866592"/>
    <w:rsid w:val="00867334"/>
    <w:rsid w:val="008674F1"/>
    <w:rsid w:val="00867788"/>
    <w:rsid w:val="0087129F"/>
    <w:rsid w:val="00871934"/>
    <w:rsid w:val="00871E71"/>
    <w:rsid w:val="00872B70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903C7"/>
    <w:rsid w:val="0089233C"/>
    <w:rsid w:val="0089300F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2D49"/>
    <w:rsid w:val="008C40D6"/>
    <w:rsid w:val="008C607B"/>
    <w:rsid w:val="008C6840"/>
    <w:rsid w:val="008D05E0"/>
    <w:rsid w:val="008D1626"/>
    <w:rsid w:val="008D1BFF"/>
    <w:rsid w:val="008D222F"/>
    <w:rsid w:val="008D6B9E"/>
    <w:rsid w:val="008E108A"/>
    <w:rsid w:val="008E135C"/>
    <w:rsid w:val="008E1CEB"/>
    <w:rsid w:val="008E2030"/>
    <w:rsid w:val="008E2C06"/>
    <w:rsid w:val="008E420A"/>
    <w:rsid w:val="008E4224"/>
    <w:rsid w:val="008E57BB"/>
    <w:rsid w:val="008E62F1"/>
    <w:rsid w:val="008E75FF"/>
    <w:rsid w:val="008F0104"/>
    <w:rsid w:val="008F1ED1"/>
    <w:rsid w:val="008F2C46"/>
    <w:rsid w:val="008F33D8"/>
    <w:rsid w:val="008F3E4F"/>
    <w:rsid w:val="008F51A9"/>
    <w:rsid w:val="008F56DD"/>
    <w:rsid w:val="008F6CF6"/>
    <w:rsid w:val="008F730F"/>
    <w:rsid w:val="008F7A80"/>
    <w:rsid w:val="009011E8"/>
    <w:rsid w:val="00901BDE"/>
    <w:rsid w:val="009025A8"/>
    <w:rsid w:val="009032BA"/>
    <w:rsid w:val="009038D4"/>
    <w:rsid w:val="00905978"/>
    <w:rsid w:val="00905B7E"/>
    <w:rsid w:val="00906BDC"/>
    <w:rsid w:val="00906CAB"/>
    <w:rsid w:val="00907B1E"/>
    <w:rsid w:val="0091003C"/>
    <w:rsid w:val="009106A2"/>
    <w:rsid w:val="009126E1"/>
    <w:rsid w:val="0091342D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44C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A9"/>
    <w:rsid w:val="009330DD"/>
    <w:rsid w:val="00933AF9"/>
    <w:rsid w:val="00933BE6"/>
    <w:rsid w:val="0093517E"/>
    <w:rsid w:val="00937AD4"/>
    <w:rsid w:val="00937CA7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6DDD"/>
    <w:rsid w:val="009476A2"/>
    <w:rsid w:val="009504EB"/>
    <w:rsid w:val="0095254B"/>
    <w:rsid w:val="009531EC"/>
    <w:rsid w:val="0095425E"/>
    <w:rsid w:val="0095536B"/>
    <w:rsid w:val="00957071"/>
    <w:rsid w:val="00957609"/>
    <w:rsid w:val="009615D9"/>
    <w:rsid w:val="00961E01"/>
    <w:rsid w:val="0096215B"/>
    <w:rsid w:val="00962B65"/>
    <w:rsid w:val="009633C1"/>
    <w:rsid w:val="00963BA6"/>
    <w:rsid w:val="0096472A"/>
    <w:rsid w:val="00965B1B"/>
    <w:rsid w:val="00966F6D"/>
    <w:rsid w:val="00967FAE"/>
    <w:rsid w:val="00970DD3"/>
    <w:rsid w:val="009712D3"/>
    <w:rsid w:val="009713DC"/>
    <w:rsid w:val="00971949"/>
    <w:rsid w:val="00971A56"/>
    <w:rsid w:val="00972A34"/>
    <w:rsid w:val="00973E1E"/>
    <w:rsid w:val="00976B6A"/>
    <w:rsid w:val="00976D12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788E"/>
    <w:rsid w:val="00987A96"/>
    <w:rsid w:val="00991805"/>
    <w:rsid w:val="00994E88"/>
    <w:rsid w:val="0099513E"/>
    <w:rsid w:val="009954E3"/>
    <w:rsid w:val="00997021"/>
    <w:rsid w:val="00997D28"/>
    <w:rsid w:val="009A036C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039"/>
    <w:rsid w:val="009A5A70"/>
    <w:rsid w:val="009A5EB3"/>
    <w:rsid w:val="009A6078"/>
    <w:rsid w:val="009A6170"/>
    <w:rsid w:val="009A686B"/>
    <w:rsid w:val="009B0611"/>
    <w:rsid w:val="009B0FCA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3E59"/>
    <w:rsid w:val="009C6A6B"/>
    <w:rsid w:val="009C7E4D"/>
    <w:rsid w:val="009D051D"/>
    <w:rsid w:val="009D1D42"/>
    <w:rsid w:val="009D1D44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0939"/>
    <w:rsid w:val="00A01140"/>
    <w:rsid w:val="00A01A4B"/>
    <w:rsid w:val="00A01F00"/>
    <w:rsid w:val="00A03904"/>
    <w:rsid w:val="00A03AE0"/>
    <w:rsid w:val="00A05199"/>
    <w:rsid w:val="00A056A8"/>
    <w:rsid w:val="00A05ADE"/>
    <w:rsid w:val="00A05B07"/>
    <w:rsid w:val="00A06393"/>
    <w:rsid w:val="00A10A4D"/>
    <w:rsid w:val="00A10A6C"/>
    <w:rsid w:val="00A127DE"/>
    <w:rsid w:val="00A12B50"/>
    <w:rsid w:val="00A13127"/>
    <w:rsid w:val="00A13CC4"/>
    <w:rsid w:val="00A235DC"/>
    <w:rsid w:val="00A24AD1"/>
    <w:rsid w:val="00A24ED2"/>
    <w:rsid w:val="00A25C00"/>
    <w:rsid w:val="00A267DA"/>
    <w:rsid w:val="00A26D59"/>
    <w:rsid w:val="00A2734D"/>
    <w:rsid w:val="00A27D98"/>
    <w:rsid w:val="00A322A3"/>
    <w:rsid w:val="00A323F6"/>
    <w:rsid w:val="00A32D22"/>
    <w:rsid w:val="00A37D8E"/>
    <w:rsid w:val="00A37E9D"/>
    <w:rsid w:val="00A401B7"/>
    <w:rsid w:val="00A419BF"/>
    <w:rsid w:val="00A41E9B"/>
    <w:rsid w:val="00A42A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6C95"/>
    <w:rsid w:val="00A67C92"/>
    <w:rsid w:val="00A70337"/>
    <w:rsid w:val="00A70D24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E56"/>
    <w:rsid w:val="00A95EC2"/>
    <w:rsid w:val="00A976E5"/>
    <w:rsid w:val="00A979F3"/>
    <w:rsid w:val="00A97BA5"/>
    <w:rsid w:val="00AA2D51"/>
    <w:rsid w:val="00AA3B05"/>
    <w:rsid w:val="00AA757D"/>
    <w:rsid w:val="00AA7F9F"/>
    <w:rsid w:val="00AB0153"/>
    <w:rsid w:val="00AB03A1"/>
    <w:rsid w:val="00AB1815"/>
    <w:rsid w:val="00AB185E"/>
    <w:rsid w:val="00AB24DC"/>
    <w:rsid w:val="00AB2A8A"/>
    <w:rsid w:val="00AB2EEC"/>
    <w:rsid w:val="00AB32CF"/>
    <w:rsid w:val="00AB4066"/>
    <w:rsid w:val="00AB50F5"/>
    <w:rsid w:val="00AB7F40"/>
    <w:rsid w:val="00AC0EDA"/>
    <w:rsid w:val="00AC121C"/>
    <w:rsid w:val="00AC17D3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A58"/>
    <w:rsid w:val="00AD4CED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6977"/>
    <w:rsid w:val="00AF7E05"/>
    <w:rsid w:val="00B00788"/>
    <w:rsid w:val="00B029A7"/>
    <w:rsid w:val="00B02AAA"/>
    <w:rsid w:val="00B02D1C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29C6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933"/>
    <w:rsid w:val="00B46C31"/>
    <w:rsid w:val="00B5046C"/>
    <w:rsid w:val="00B504F8"/>
    <w:rsid w:val="00B507E4"/>
    <w:rsid w:val="00B50A3D"/>
    <w:rsid w:val="00B51284"/>
    <w:rsid w:val="00B53201"/>
    <w:rsid w:val="00B53C20"/>
    <w:rsid w:val="00B5467A"/>
    <w:rsid w:val="00B567D8"/>
    <w:rsid w:val="00B57064"/>
    <w:rsid w:val="00B57762"/>
    <w:rsid w:val="00B5780A"/>
    <w:rsid w:val="00B6018C"/>
    <w:rsid w:val="00B63F00"/>
    <w:rsid w:val="00B643BD"/>
    <w:rsid w:val="00B64CC2"/>
    <w:rsid w:val="00B65AA4"/>
    <w:rsid w:val="00B65F73"/>
    <w:rsid w:val="00B66255"/>
    <w:rsid w:val="00B67094"/>
    <w:rsid w:val="00B700D8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0D5B"/>
    <w:rsid w:val="00BA142F"/>
    <w:rsid w:val="00BA2157"/>
    <w:rsid w:val="00BA356E"/>
    <w:rsid w:val="00BA3B09"/>
    <w:rsid w:val="00BA3E4D"/>
    <w:rsid w:val="00BA4D85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D0265"/>
    <w:rsid w:val="00BD0562"/>
    <w:rsid w:val="00BD285D"/>
    <w:rsid w:val="00BD2948"/>
    <w:rsid w:val="00BD2B11"/>
    <w:rsid w:val="00BD3600"/>
    <w:rsid w:val="00BD4532"/>
    <w:rsid w:val="00BD6287"/>
    <w:rsid w:val="00BD717F"/>
    <w:rsid w:val="00BE1A4C"/>
    <w:rsid w:val="00BE2BD2"/>
    <w:rsid w:val="00BE2F69"/>
    <w:rsid w:val="00BE3AD6"/>
    <w:rsid w:val="00BE4819"/>
    <w:rsid w:val="00BE5A08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CE7"/>
    <w:rsid w:val="00BF4E72"/>
    <w:rsid w:val="00BF5276"/>
    <w:rsid w:val="00BF5450"/>
    <w:rsid w:val="00BF56BA"/>
    <w:rsid w:val="00BF578E"/>
    <w:rsid w:val="00BF622C"/>
    <w:rsid w:val="00BF6807"/>
    <w:rsid w:val="00BF71C3"/>
    <w:rsid w:val="00C00D08"/>
    <w:rsid w:val="00C02709"/>
    <w:rsid w:val="00C02B99"/>
    <w:rsid w:val="00C04A18"/>
    <w:rsid w:val="00C04ED3"/>
    <w:rsid w:val="00C055E4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2904"/>
    <w:rsid w:val="00C146C9"/>
    <w:rsid w:val="00C1471A"/>
    <w:rsid w:val="00C1569C"/>
    <w:rsid w:val="00C17084"/>
    <w:rsid w:val="00C20775"/>
    <w:rsid w:val="00C215D4"/>
    <w:rsid w:val="00C21BED"/>
    <w:rsid w:val="00C27B10"/>
    <w:rsid w:val="00C27FF3"/>
    <w:rsid w:val="00C30DAC"/>
    <w:rsid w:val="00C313B8"/>
    <w:rsid w:val="00C3171D"/>
    <w:rsid w:val="00C3177B"/>
    <w:rsid w:val="00C3190F"/>
    <w:rsid w:val="00C34B22"/>
    <w:rsid w:val="00C351D8"/>
    <w:rsid w:val="00C36042"/>
    <w:rsid w:val="00C3637D"/>
    <w:rsid w:val="00C41340"/>
    <w:rsid w:val="00C416A6"/>
    <w:rsid w:val="00C41B13"/>
    <w:rsid w:val="00C4265A"/>
    <w:rsid w:val="00C427DB"/>
    <w:rsid w:val="00C42E07"/>
    <w:rsid w:val="00C43119"/>
    <w:rsid w:val="00C433EF"/>
    <w:rsid w:val="00C43E68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73D6"/>
    <w:rsid w:val="00C80960"/>
    <w:rsid w:val="00C81A2D"/>
    <w:rsid w:val="00C81FCA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FB4"/>
    <w:rsid w:val="00CB0734"/>
    <w:rsid w:val="00CB17C2"/>
    <w:rsid w:val="00CB1D68"/>
    <w:rsid w:val="00CB2451"/>
    <w:rsid w:val="00CB30D6"/>
    <w:rsid w:val="00CB3D34"/>
    <w:rsid w:val="00CB4FFC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EBB"/>
    <w:rsid w:val="00CD0DA2"/>
    <w:rsid w:val="00CD0DCD"/>
    <w:rsid w:val="00CD0EC8"/>
    <w:rsid w:val="00CD14B3"/>
    <w:rsid w:val="00CD1BA6"/>
    <w:rsid w:val="00CD1C32"/>
    <w:rsid w:val="00CD2511"/>
    <w:rsid w:val="00CD2568"/>
    <w:rsid w:val="00CD331A"/>
    <w:rsid w:val="00CD33B2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393F"/>
    <w:rsid w:val="00CF58B0"/>
    <w:rsid w:val="00CF65DB"/>
    <w:rsid w:val="00D00475"/>
    <w:rsid w:val="00D01CDD"/>
    <w:rsid w:val="00D03FCE"/>
    <w:rsid w:val="00D04F4D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567"/>
    <w:rsid w:val="00D3088B"/>
    <w:rsid w:val="00D3126F"/>
    <w:rsid w:val="00D31FF0"/>
    <w:rsid w:val="00D325BB"/>
    <w:rsid w:val="00D32614"/>
    <w:rsid w:val="00D35208"/>
    <w:rsid w:val="00D3731E"/>
    <w:rsid w:val="00D3747D"/>
    <w:rsid w:val="00D413A3"/>
    <w:rsid w:val="00D4144F"/>
    <w:rsid w:val="00D419A8"/>
    <w:rsid w:val="00D41F2E"/>
    <w:rsid w:val="00D43C87"/>
    <w:rsid w:val="00D43E7E"/>
    <w:rsid w:val="00D45F6A"/>
    <w:rsid w:val="00D46B56"/>
    <w:rsid w:val="00D46C9B"/>
    <w:rsid w:val="00D5017A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2CA7"/>
    <w:rsid w:val="00D82D3A"/>
    <w:rsid w:val="00D84814"/>
    <w:rsid w:val="00D84D26"/>
    <w:rsid w:val="00D8540C"/>
    <w:rsid w:val="00D85E62"/>
    <w:rsid w:val="00D8670D"/>
    <w:rsid w:val="00D86AA8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4D53"/>
    <w:rsid w:val="00D959B0"/>
    <w:rsid w:val="00D96C75"/>
    <w:rsid w:val="00D97C7F"/>
    <w:rsid w:val="00DA06E6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18B0"/>
    <w:rsid w:val="00DB35EF"/>
    <w:rsid w:val="00DB36EA"/>
    <w:rsid w:val="00DB572E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6EAB"/>
    <w:rsid w:val="00DD7E89"/>
    <w:rsid w:val="00DE09EC"/>
    <w:rsid w:val="00DE1DB6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1AC"/>
    <w:rsid w:val="00DF44B5"/>
    <w:rsid w:val="00DF4AAB"/>
    <w:rsid w:val="00DF4DD3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691B"/>
    <w:rsid w:val="00E17136"/>
    <w:rsid w:val="00E21FE5"/>
    <w:rsid w:val="00E22F9B"/>
    <w:rsid w:val="00E23199"/>
    <w:rsid w:val="00E239CE"/>
    <w:rsid w:val="00E25FF0"/>
    <w:rsid w:val="00E278A5"/>
    <w:rsid w:val="00E303CA"/>
    <w:rsid w:val="00E30F5C"/>
    <w:rsid w:val="00E329C6"/>
    <w:rsid w:val="00E32D4C"/>
    <w:rsid w:val="00E334B2"/>
    <w:rsid w:val="00E35EC2"/>
    <w:rsid w:val="00E377F4"/>
    <w:rsid w:val="00E37EED"/>
    <w:rsid w:val="00E41761"/>
    <w:rsid w:val="00E438C5"/>
    <w:rsid w:val="00E44FB9"/>
    <w:rsid w:val="00E45232"/>
    <w:rsid w:val="00E47073"/>
    <w:rsid w:val="00E52C7C"/>
    <w:rsid w:val="00E533BD"/>
    <w:rsid w:val="00E54B3B"/>
    <w:rsid w:val="00E5581E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7E2"/>
    <w:rsid w:val="00E85EA9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B06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6085"/>
    <w:rsid w:val="00EB7194"/>
    <w:rsid w:val="00EB76AF"/>
    <w:rsid w:val="00EB7DEA"/>
    <w:rsid w:val="00EC014A"/>
    <w:rsid w:val="00EC2933"/>
    <w:rsid w:val="00EC3DF0"/>
    <w:rsid w:val="00EC43AB"/>
    <w:rsid w:val="00EC4F0E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2304"/>
    <w:rsid w:val="00ED3878"/>
    <w:rsid w:val="00ED4144"/>
    <w:rsid w:val="00ED4DBE"/>
    <w:rsid w:val="00ED6918"/>
    <w:rsid w:val="00ED7B63"/>
    <w:rsid w:val="00EE077E"/>
    <w:rsid w:val="00EE1315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0A20"/>
    <w:rsid w:val="00EF153B"/>
    <w:rsid w:val="00EF183C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6640"/>
    <w:rsid w:val="00EF735E"/>
    <w:rsid w:val="00F001E3"/>
    <w:rsid w:val="00F00896"/>
    <w:rsid w:val="00F01074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145"/>
    <w:rsid w:val="00F166A3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40BB4"/>
    <w:rsid w:val="00F421AD"/>
    <w:rsid w:val="00F42289"/>
    <w:rsid w:val="00F425CE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6290F"/>
    <w:rsid w:val="00F62A8B"/>
    <w:rsid w:val="00F62E56"/>
    <w:rsid w:val="00F62F3D"/>
    <w:rsid w:val="00F6340E"/>
    <w:rsid w:val="00F64436"/>
    <w:rsid w:val="00F65A05"/>
    <w:rsid w:val="00F67916"/>
    <w:rsid w:val="00F717EC"/>
    <w:rsid w:val="00F7305A"/>
    <w:rsid w:val="00F7464A"/>
    <w:rsid w:val="00F74B71"/>
    <w:rsid w:val="00F76624"/>
    <w:rsid w:val="00F76C1B"/>
    <w:rsid w:val="00F774B1"/>
    <w:rsid w:val="00F80722"/>
    <w:rsid w:val="00F80D3C"/>
    <w:rsid w:val="00F82B95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4202"/>
    <w:rsid w:val="00F94DDB"/>
    <w:rsid w:val="00F9660A"/>
    <w:rsid w:val="00FA1D3F"/>
    <w:rsid w:val="00FA326F"/>
    <w:rsid w:val="00FA3BD5"/>
    <w:rsid w:val="00FA3E72"/>
    <w:rsid w:val="00FA4404"/>
    <w:rsid w:val="00FA454F"/>
    <w:rsid w:val="00FA4F74"/>
    <w:rsid w:val="00FA5E72"/>
    <w:rsid w:val="00FA6D61"/>
    <w:rsid w:val="00FB0ED4"/>
    <w:rsid w:val="00FB3E05"/>
    <w:rsid w:val="00FB400B"/>
    <w:rsid w:val="00FB5022"/>
    <w:rsid w:val="00FB5B87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E64"/>
    <w:rsid w:val="00FD6E34"/>
    <w:rsid w:val="00FD6FDC"/>
    <w:rsid w:val="00FD7CF2"/>
    <w:rsid w:val="00FE290C"/>
    <w:rsid w:val="00FE415A"/>
    <w:rsid w:val="00FE45D0"/>
    <w:rsid w:val="00FE4C70"/>
    <w:rsid w:val="00FE56D8"/>
    <w:rsid w:val="00FE69BA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777F228"/>
  <w15:chartTrackingRefBased/>
  <w15:docId w15:val="{36CC706B-1CF9-435A-89B9-05945038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C9B"/>
    <w:pPr>
      <w:spacing w:before="240" w:after="24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329C6"/>
    <w:pPr>
      <w:keepNext/>
      <w:pageBreakBefore/>
      <w:numPr>
        <w:numId w:val="6"/>
      </w:numPr>
      <w:spacing w:after="60"/>
      <w:ind w:left="357" w:hanging="357"/>
      <w:contextualSpacing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329C6"/>
    <w:pPr>
      <w:keepNext/>
      <w:numPr>
        <w:ilvl w:val="1"/>
        <w:numId w:val="6"/>
      </w:numPr>
      <w:tabs>
        <w:tab w:val="clear" w:pos="3371"/>
      </w:tabs>
      <w:spacing w:after="120" w:line="400" w:lineRule="exact"/>
      <w:ind w:left="1276" w:hanging="850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B329C6"/>
    <w:pPr>
      <w:keepNext/>
      <w:numPr>
        <w:ilvl w:val="2"/>
        <w:numId w:val="6"/>
      </w:numPr>
      <w:spacing w:after="120" w:line="320" w:lineRule="exact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autoRedefine/>
    <w:qFormat/>
    <w:rsid w:val="00D46C9B"/>
    <w:pPr>
      <w:keepNext/>
      <w:numPr>
        <w:ilvl w:val="3"/>
        <w:numId w:val="6"/>
      </w:numPr>
      <w:spacing w:after="120" w:line="240" w:lineRule="exact"/>
      <w:jc w:val="both"/>
      <w:outlineLvl w:val="3"/>
    </w:pPr>
    <w:rPr>
      <w:b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329C6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B329C6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B329C6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D46C9B"/>
    <w:rPr>
      <w:rFonts w:ascii="Lato" w:hAnsi="Lato"/>
      <w:b/>
      <w:bCs/>
      <w:sz w:val="24"/>
      <w:szCs w:val="24"/>
      <w:lang w:val="x-none" w:eastAsia="en-US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795987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color w:val="auto"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CB4FFC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CB4FFC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970DD3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styleId="UyteHipercze">
    <w:name w:val="FollowedHyperlink"/>
    <w:uiPriority w:val="99"/>
    <w:semiHidden/>
    <w:unhideWhenUsed/>
    <w:rsid w:val="00393B62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7D6ADF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7D6ADF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7D6ADF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2E0A10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2E0A10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43920-2AE3-48C3-AA71-4EE874C0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126</TotalTime>
  <Pages>21</Pages>
  <Words>2326</Words>
  <Characters>18032</Characters>
  <Application>Microsoft Office Word</Application>
  <DocSecurity>0</DocSecurity>
  <Lines>150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o wysokości akcyzy pobranej i wpłaconej przez płatnika AKC-P</vt:lpstr>
    </vt:vector>
  </TitlesOfParts>
  <Company>Asseco Poland SA.</Company>
  <LinksUpToDate>false</LinksUpToDate>
  <CharactersWithSpaces>20318</CharactersWithSpaces>
  <SharedDoc>false</SharedDoc>
  <HLinks>
    <vt:vector size="150" baseType="variant">
      <vt:variant>
        <vt:i4>2293763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http://www.e-clo.pl/ZEFIR2/eZefir2/xsd/v3_0/Types.xsd</vt:lpwstr>
      </vt:variant>
      <vt:variant>
        <vt:lpwstr/>
      </vt:variant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1769520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_Toc75203168</vt:lpwstr>
      </vt:variant>
      <vt:variant>
        <vt:i4>1310768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_Toc75203167</vt:lpwstr>
      </vt:variant>
      <vt:variant>
        <vt:i4>1376304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_Toc75203166</vt:lpwstr>
      </vt:variant>
      <vt:variant>
        <vt:i4>1441840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_Toc75203165</vt:lpwstr>
      </vt:variant>
      <vt:variant>
        <vt:i4>1507376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_Toc75203164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_Toc75203163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_Toc75203162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_Toc75203161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_Toc75203160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_Toc75203159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_Toc75203158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_Toc75203157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_Toc75203156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_Toc75203155</vt:lpwstr>
      </vt:variant>
      <vt:variant>
        <vt:i4>1507379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_Toc75203154</vt:lpwstr>
      </vt:variant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_Toc75203153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_Toc75203152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_Toc75203151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_Toc75203150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_Toc75203149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_Toc75203148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_Toc75203147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_Toc75203146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o wysokości akcyzy pobranej i wpłaconej przez płatnika AKC-P</dc:title>
  <dc:subject/>
  <cp:keywords>ZEFIR2, PUESC</cp:keywords>
  <cp:lastModifiedBy>Fall Krzysztof</cp:lastModifiedBy>
  <cp:revision>29</cp:revision>
  <cp:lastPrinted>2013-01-03T11:52:00Z</cp:lastPrinted>
  <dcterms:created xsi:type="dcterms:W3CDTF">2024-09-26T05:08:00Z</dcterms:created>
  <dcterms:modified xsi:type="dcterms:W3CDTF">2024-11-26T09:05:00Z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1.7.1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ZF2-PWT-KXML-AKCP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UxC4dwLulzfINJ8nQH+xvX5LNGipWa4BRSZhPgxsCvl+Sx0liqLl3b9TTpEVvxERr8HpOyNTRGTolundrBvlZQ==</vt:lpwstr>
  </property>
  <property fmtid="{D5CDD505-2E9C-101B-9397-08002B2CF9AE}" pid="7" name="MFClassificationDate">
    <vt:lpwstr>2024-09-26T07:07:52.6850067+02:00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GRN-dbef27a7-4be2-4af6-af12-6031d829f78e</vt:lpwstr>
  </property>
  <property fmtid="{D5CDD505-2E9C-101B-9397-08002B2CF9AE}" pid="10" name="MFHash">
    <vt:lpwstr>zedFjrM+AIE4gkvef76h0BUif1R8Cl64uBGW/+IRhc4=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